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956" w:rsidRDefault="00020956" w:rsidP="00776552">
      <w:pPr>
        <w:tabs>
          <w:tab w:val="left" w:pos="1515"/>
          <w:tab w:val="left" w:pos="2694"/>
        </w:tabs>
        <w:jc w:val="both"/>
      </w:pPr>
      <w:bookmarkStart w:id="0" w:name="_GoBack"/>
      <w:bookmarkEnd w:id="0"/>
    </w:p>
    <w:p w:rsidR="00F86108" w:rsidRDefault="00F86108" w:rsidP="00776552">
      <w:pPr>
        <w:tabs>
          <w:tab w:val="left" w:pos="1515"/>
          <w:tab w:val="left" w:pos="2694"/>
        </w:tabs>
        <w:jc w:val="both"/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</w:pPr>
    </w:p>
    <w:p w:rsidR="00B06CEA" w:rsidRPr="00F86108" w:rsidRDefault="00F86108" w:rsidP="00776552">
      <w:pPr>
        <w:tabs>
          <w:tab w:val="left" w:pos="1515"/>
          <w:tab w:val="left" w:pos="2694"/>
        </w:tabs>
        <w:jc w:val="both"/>
        <w:rPr>
          <w:sz w:val="32"/>
        </w:rPr>
      </w:pPr>
      <w:r w:rsidRPr="00F86108"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>SEDE</w:t>
      </w:r>
      <w:r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>:</w:t>
      </w:r>
      <w:r w:rsidRPr="00F86108"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ab/>
      </w:r>
      <w:r w:rsidRPr="00F86108"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ab/>
      </w:r>
      <w:r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ab/>
      </w:r>
      <w:r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ab/>
      </w:r>
      <w:r w:rsidRPr="00F86108">
        <w:rPr>
          <w:rFonts w:ascii="Calibri" w:hAnsi="Calibri"/>
          <w:color w:val="000000"/>
          <w:sz w:val="28"/>
          <w:szCs w:val="22"/>
          <w:lang w:val="es-CO" w:eastAsia="es-CO"/>
        </w:rPr>
        <w:t>APOSENTOS</w:t>
      </w:r>
    </w:p>
    <w:p w:rsidR="00B06CEA" w:rsidRPr="00F86108" w:rsidRDefault="00F86108" w:rsidP="00776552">
      <w:pPr>
        <w:tabs>
          <w:tab w:val="left" w:pos="1515"/>
          <w:tab w:val="left" w:pos="2694"/>
        </w:tabs>
        <w:jc w:val="both"/>
        <w:rPr>
          <w:sz w:val="32"/>
        </w:rPr>
      </w:pPr>
      <w:r w:rsidRPr="00F86108"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>CONSECUTIVO</w:t>
      </w:r>
      <w:r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>:</w:t>
      </w:r>
      <w:r w:rsidRPr="00F86108"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ab/>
      </w:r>
      <w:r w:rsidRPr="00F86108"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ab/>
      </w:r>
      <w:r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ab/>
      </w:r>
      <w:r w:rsidRPr="00F86108">
        <w:rPr>
          <w:rFonts w:ascii="Calibri" w:hAnsi="Calibri"/>
          <w:color w:val="000000"/>
          <w:sz w:val="28"/>
          <w:szCs w:val="22"/>
          <w:lang w:val="es-CO" w:eastAsia="es-CO"/>
        </w:rPr>
        <w:t>12518300032002</w:t>
      </w:r>
    </w:p>
    <w:p w:rsidR="00B06CEA" w:rsidRDefault="00F86108" w:rsidP="00776552">
      <w:pPr>
        <w:tabs>
          <w:tab w:val="left" w:pos="1515"/>
          <w:tab w:val="left" w:pos="2694"/>
        </w:tabs>
        <w:jc w:val="both"/>
        <w:rPr>
          <w:rFonts w:ascii="Calibri" w:hAnsi="Calibri"/>
          <w:color w:val="000000"/>
          <w:sz w:val="28"/>
          <w:szCs w:val="22"/>
          <w:lang w:val="es-CO" w:eastAsia="es-CO"/>
        </w:rPr>
      </w:pPr>
      <w:r w:rsidRPr="00F86108"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>DANE</w:t>
      </w:r>
      <w:r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>:</w:t>
      </w:r>
      <w:r w:rsidRPr="00F86108"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ab/>
      </w:r>
      <w:r w:rsidRPr="00F86108"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ab/>
      </w:r>
      <w:r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ab/>
      </w:r>
      <w:r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ab/>
      </w:r>
      <w:r w:rsidRPr="00F86108">
        <w:rPr>
          <w:rFonts w:ascii="Calibri" w:hAnsi="Calibri"/>
          <w:color w:val="000000"/>
          <w:sz w:val="28"/>
          <w:szCs w:val="22"/>
          <w:lang w:val="es-CO" w:eastAsia="es-CO"/>
        </w:rPr>
        <w:t>225183000499</w:t>
      </w:r>
    </w:p>
    <w:p w:rsidR="00F86108" w:rsidRDefault="00F86108" w:rsidP="00776552">
      <w:pPr>
        <w:tabs>
          <w:tab w:val="left" w:pos="1515"/>
          <w:tab w:val="left" w:pos="2694"/>
        </w:tabs>
        <w:jc w:val="both"/>
        <w:rPr>
          <w:rFonts w:ascii="Calibri" w:hAnsi="Calibri"/>
          <w:b/>
          <w:bCs/>
          <w:color w:val="000000"/>
          <w:sz w:val="22"/>
          <w:szCs w:val="22"/>
          <w:lang w:val="es-CO" w:eastAsia="es-CO"/>
        </w:rPr>
      </w:pPr>
      <w:r w:rsidRPr="00F86108">
        <w:rPr>
          <w:rFonts w:ascii="Calibri" w:hAnsi="Calibri"/>
          <w:b/>
          <w:color w:val="000000"/>
          <w:sz w:val="28"/>
          <w:szCs w:val="22"/>
          <w:lang w:val="es-CO" w:eastAsia="es-CO"/>
        </w:rPr>
        <w:t>DOCENTE:</w:t>
      </w:r>
      <w:r>
        <w:rPr>
          <w:rFonts w:ascii="Calibri" w:hAnsi="Calibri"/>
          <w:color w:val="000000"/>
          <w:sz w:val="28"/>
          <w:szCs w:val="22"/>
          <w:lang w:val="es-CO" w:eastAsia="es-CO"/>
        </w:rPr>
        <w:tab/>
      </w:r>
      <w:r>
        <w:rPr>
          <w:rFonts w:ascii="Calibri" w:hAnsi="Calibri"/>
          <w:color w:val="000000"/>
          <w:sz w:val="28"/>
          <w:szCs w:val="22"/>
          <w:lang w:val="es-CO" w:eastAsia="es-CO"/>
        </w:rPr>
        <w:tab/>
      </w:r>
      <w:r>
        <w:rPr>
          <w:rFonts w:ascii="Calibri" w:hAnsi="Calibri"/>
          <w:color w:val="000000"/>
          <w:sz w:val="28"/>
          <w:szCs w:val="22"/>
          <w:lang w:val="es-CO" w:eastAsia="es-CO"/>
        </w:rPr>
        <w:tab/>
      </w:r>
      <w:r>
        <w:rPr>
          <w:rFonts w:ascii="Calibri" w:hAnsi="Calibri"/>
          <w:color w:val="000000"/>
          <w:sz w:val="28"/>
          <w:szCs w:val="22"/>
          <w:lang w:val="es-CO" w:eastAsia="es-CO"/>
        </w:rPr>
        <w:tab/>
        <w:t>MARTHA PATRICIA VERA</w:t>
      </w:r>
    </w:p>
    <w:p w:rsidR="00F86108" w:rsidRDefault="00F86108" w:rsidP="00776552">
      <w:pPr>
        <w:tabs>
          <w:tab w:val="left" w:pos="1515"/>
          <w:tab w:val="left" w:pos="2694"/>
        </w:tabs>
        <w:jc w:val="both"/>
        <w:rPr>
          <w:rFonts w:ascii="Calibri" w:hAnsi="Calibri"/>
          <w:b/>
          <w:bCs/>
          <w:color w:val="000000"/>
          <w:sz w:val="22"/>
          <w:szCs w:val="22"/>
          <w:lang w:val="es-CO" w:eastAsia="es-CO"/>
        </w:rPr>
      </w:pPr>
    </w:p>
    <w:p w:rsidR="00F86108" w:rsidRDefault="00F86108" w:rsidP="00776552">
      <w:pPr>
        <w:tabs>
          <w:tab w:val="left" w:pos="1515"/>
          <w:tab w:val="left" w:pos="2694"/>
        </w:tabs>
        <w:jc w:val="both"/>
        <w:rPr>
          <w:rFonts w:ascii="Calibri" w:hAnsi="Calibri"/>
          <w:b/>
          <w:bCs/>
          <w:color w:val="000000"/>
          <w:sz w:val="22"/>
          <w:szCs w:val="22"/>
          <w:lang w:val="es-CO" w:eastAsia="es-CO"/>
        </w:rPr>
      </w:pPr>
    </w:p>
    <w:p w:rsidR="00F86108" w:rsidRDefault="00F86108" w:rsidP="00776552">
      <w:pPr>
        <w:tabs>
          <w:tab w:val="left" w:pos="1515"/>
          <w:tab w:val="left" w:pos="2694"/>
        </w:tabs>
        <w:jc w:val="both"/>
      </w:pPr>
    </w:p>
    <w:tbl>
      <w:tblPr>
        <w:tblW w:w="852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008"/>
        <w:gridCol w:w="1256"/>
        <w:gridCol w:w="728"/>
        <w:gridCol w:w="1276"/>
        <w:gridCol w:w="1276"/>
        <w:gridCol w:w="1134"/>
        <w:gridCol w:w="1134"/>
        <w:gridCol w:w="708"/>
      </w:tblGrid>
      <w:tr w:rsidR="00B06CEA" w:rsidRPr="00B06CEA" w:rsidTr="00F86108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CEA" w:rsidRPr="00B06CEA" w:rsidRDefault="00B06CEA" w:rsidP="00B06CEA">
            <w:pPr>
              <w:jc w:val="center"/>
              <w:rPr>
                <w:rFonts w:ascii="Calibri" w:hAnsi="Calibri"/>
                <w:b/>
                <w:bCs/>
                <w:color w:val="000000"/>
                <w:lang w:val="es-CO" w:eastAsia="es-CO"/>
              </w:rPr>
            </w:pPr>
            <w:r w:rsidRPr="00B06CEA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O" w:eastAsia="es-CO"/>
              </w:rPr>
              <w:t>GRADO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CEA" w:rsidRPr="00B06CEA" w:rsidRDefault="00B06CEA" w:rsidP="00B06CEA">
            <w:pPr>
              <w:jc w:val="center"/>
              <w:rPr>
                <w:rFonts w:ascii="Calibri" w:hAnsi="Calibri"/>
                <w:b/>
                <w:bCs/>
                <w:color w:val="000000"/>
                <w:lang w:val="es-CO" w:eastAsia="es-CO"/>
              </w:rPr>
            </w:pPr>
            <w:r w:rsidRPr="00B06CEA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O" w:eastAsia="es-CO"/>
              </w:rPr>
              <w:t>DOC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CEA" w:rsidRPr="00B06CEA" w:rsidRDefault="00B06CEA" w:rsidP="00F86108">
            <w:pPr>
              <w:jc w:val="center"/>
              <w:rPr>
                <w:rFonts w:ascii="Calibri" w:hAnsi="Calibri"/>
                <w:b/>
                <w:bCs/>
                <w:color w:val="000000"/>
                <w:lang w:val="es-CO" w:eastAsia="es-CO"/>
              </w:rPr>
            </w:pPr>
            <w:r w:rsidRPr="00B06CEA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O" w:eastAsia="es-CO"/>
              </w:rPr>
              <w:t>TIPO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CEA" w:rsidRPr="00B06CEA" w:rsidRDefault="00B06CEA" w:rsidP="00B06CEA">
            <w:pPr>
              <w:jc w:val="center"/>
              <w:rPr>
                <w:rFonts w:ascii="Calibri" w:hAnsi="Calibri"/>
                <w:b/>
                <w:bCs/>
                <w:color w:val="000000"/>
                <w:lang w:val="es-CO" w:eastAsia="es-CO"/>
              </w:rPr>
            </w:pPr>
            <w:r w:rsidRPr="00B06CEA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O" w:eastAsia="es-CO"/>
              </w:rPr>
              <w:t>APELLIDO1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CEA" w:rsidRPr="00B06CEA" w:rsidRDefault="00B06CEA" w:rsidP="00B06CEA">
            <w:pPr>
              <w:jc w:val="center"/>
              <w:rPr>
                <w:rFonts w:ascii="Calibri" w:hAnsi="Calibri"/>
                <w:b/>
                <w:bCs/>
                <w:color w:val="000000"/>
                <w:lang w:val="es-CO" w:eastAsia="es-CO"/>
              </w:rPr>
            </w:pPr>
            <w:r w:rsidRPr="00B06CEA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O" w:eastAsia="es-CO"/>
              </w:rPr>
              <w:t>APELLIDO2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CEA" w:rsidRPr="00B06CEA" w:rsidRDefault="00B06CEA" w:rsidP="00B06CEA">
            <w:pPr>
              <w:jc w:val="center"/>
              <w:rPr>
                <w:rFonts w:ascii="Calibri" w:hAnsi="Calibri"/>
                <w:b/>
                <w:bCs/>
                <w:color w:val="000000"/>
                <w:lang w:val="es-CO" w:eastAsia="es-CO"/>
              </w:rPr>
            </w:pPr>
            <w:r w:rsidRPr="00B06CEA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O" w:eastAsia="es-CO"/>
              </w:rPr>
              <w:t>NOMBRE1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CEA" w:rsidRPr="00B06CEA" w:rsidRDefault="00B06CEA" w:rsidP="00B06CEA">
            <w:pPr>
              <w:jc w:val="center"/>
              <w:rPr>
                <w:rFonts w:ascii="Calibri" w:hAnsi="Calibri"/>
                <w:b/>
                <w:bCs/>
                <w:color w:val="000000"/>
                <w:lang w:val="es-CO" w:eastAsia="es-CO"/>
              </w:rPr>
            </w:pPr>
            <w:r w:rsidRPr="00B06CEA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O" w:eastAsia="es-CO"/>
              </w:rPr>
              <w:t>NOMBRE2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CEA" w:rsidRPr="00B06CEA" w:rsidRDefault="00B06CEA" w:rsidP="00B06CEA">
            <w:pPr>
              <w:jc w:val="center"/>
              <w:rPr>
                <w:rFonts w:ascii="Calibri" w:hAnsi="Calibri"/>
                <w:b/>
                <w:bCs/>
                <w:color w:val="000000"/>
                <w:lang w:val="es-CO" w:eastAsia="es-CO"/>
              </w:rPr>
            </w:pPr>
            <w:r w:rsidRPr="00B06CEA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O" w:eastAsia="es-CO"/>
              </w:rPr>
              <w:t>EDAD</w:t>
            </w:r>
          </w:p>
        </w:tc>
      </w:tr>
      <w:tr w:rsidR="00F86108" w:rsidRPr="00B06CEA" w:rsidTr="00F86108">
        <w:trPr>
          <w:trHeight w:val="300"/>
        </w:trPr>
        <w:tc>
          <w:tcPr>
            <w:tcW w:w="100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CEA" w:rsidRPr="00B06CEA" w:rsidRDefault="00B06CEA" w:rsidP="00B06CEA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B06CE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CUARTO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CEA" w:rsidRPr="00B06CEA" w:rsidRDefault="00B06CEA" w:rsidP="00B06CEA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B06CE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1077142645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CEA" w:rsidRPr="00B06CEA" w:rsidRDefault="00B06CEA" w:rsidP="00B06CEA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TI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CEA" w:rsidRPr="00B06CEA" w:rsidRDefault="00B06CEA" w:rsidP="00B06CE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06CE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GOMEZ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CEA" w:rsidRPr="00B06CEA" w:rsidRDefault="00B06CEA" w:rsidP="00B06CE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06CE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LARA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CEA" w:rsidRPr="00B06CEA" w:rsidRDefault="00B06CEA" w:rsidP="00B06CE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06CE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RUBI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CEA" w:rsidRPr="00B06CEA" w:rsidRDefault="00B06CEA" w:rsidP="00B06CE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06CE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YASMIN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CEA" w:rsidRPr="00B06CEA" w:rsidRDefault="00B06CEA" w:rsidP="00B06CEA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B06CE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9</w:t>
            </w:r>
          </w:p>
        </w:tc>
      </w:tr>
      <w:tr w:rsidR="00F86108" w:rsidRPr="00B06CEA" w:rsidTr="00F86108">
        <w:trPr>
          <w:trHeight w:val="300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CEA" w:rsidRPr="00B06CEA" w:rsidRDefault="00B06CEA" w:rsidP="00B06CEA">
            <w:pPr>
              <w:rPr>
                <w:rFonts w:ascii="Calibri" w:hAnsi="Calibri"/>
                <w:color w:val="000000"/>
                <w:lang w:val="es-CO" w:eastAsia="es-CO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CEA" w:rsidRPr="00B06CEA" w:rsidRDefault="00B06CEA" w:rsidP="00B06CEA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B06CE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1090272871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CEA" w:rsidRDefault="00B06CEA" w:rsidP="00B06CEA">
            <w:pPr>
              <w:jc w:val="center"/>
            </w:pPr>
            <w:r w:rsidRPr="00945C7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TI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CEA" w:rsidRPr="00B06CEA" w:rsidRDefault="00B06CEA" w:rsidP="00B06CE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06CE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HURTADO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CEA" w:rsidRPr="00B06CEA" w:rsidRDefault="00B06CEA" w:rsidP="00B06CE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06CE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BUENO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CEA" w:rsidRPr="00B06CEA" w:rsidRDefault="00B06CEA" w:rsidP="00B06CE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06CE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CAROLINA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CEA" w:rsidRPr="00B06CEA" w:rsidRDefault="00B06CEA" w:rsidP="00B06CE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06CE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ANDREA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CEA" w:rsidRPr="00B06CEA" w:rsidRDefault="00B06CEA" w:rsidP="00B06CEA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B06CE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8</w:t>
            </w:r>
          </w:p>
        </w:tc>
      </w:tr>
      <w:tr w:rsidR="00F86108" w:rsidRPr="00B06CEA" w:rsidTr="00F86108">
        <w:trPr>
          <w:trHeight w:val="300"/>
        </w:trPr>
        <w:tc>
          <w:tcPr>
            <w:tcW w:w="1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CEA" w:rsidRPr="00B06CEA" w:rsidRDefault="00B06CEA" w:rsidP="00B06CEA">
            <w:pPr>
              <w:rPr>
                <w:rFonts w:ascii="Calibri" w:hAnsi="Calibri"/>
                <w:color w:val="000000"/>
                <w:lang w:val="es-CO" w:eastAsia="es-CO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CEA" w:rsidRPr="00B06CEA" w:rsidRDefault="00B06CEA" w:rsidP="00B06CEA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B06CE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1007496360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CEA" w:rsidRDefault="00B06CEA" w:rsidP="00B06CEA">
            <w:pPr>
              <w:jc w:val="center"/>
            </w:pPr>
            <w:r w:rsidRPr="00945C7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TI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CEA" w:rsidRPr="00B06CEA" w:rsidRDefault="00B06CEA" w:rsidP="00B06CE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06CE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MORA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CEA" w:rsidRPr="00B06CEA" w:rsidRDefault="00B06CEA" w:rsidP="00B06CE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06CE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IBAGUE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CEA" w:rsidRPr="00B06CEA" w:rsidRDefault="00B06CEA" w:rsidP="00B06CE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06CE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DIEGO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CEA" w:rsidRPr="00B06CEA" w:rsidRDefault="00B06CEA" w:rsidP="00B06CE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06CE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FERNEY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CEA" w:rsidRPr="00B06CEA" w:rsidRDefault="00B06CEA" w:rsidP="00B06CEA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B06CE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11</w:t>
            </w:r>
          </w:p>
        </w:tc>
      </w:tr>
      <w:tr w:rsidR="00F86108" w:rsidRPr="00B06CEA" w:rsidTr="00F86108">
        <w:trPr>
          <w:trHeight w:val="300"/>
        </w:trPr>
        <w:tc>
          <w:tcPr>
            <w:tcW w:w="100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CEA" w:rsidRPr="00B06CEA" w:rsidRDefault="00B06CEA" w:rsidP="00B06CEA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B06CE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GRADO 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CEA" w:rsidRPr="00B06CEA" w:rsidRDefault="00B06CEA" w:rsidP="00B06CEA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B06CE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1147487063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CEA" w:rsidRPr="00B06CEA" w:rsidRDefault="00B06CEA" w:rsidP="00B06CEA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B06CE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RC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CEA" w:rsidRPr="00B06CEA" w:rsidRDefault="00B06CEA" w:rsidP="00B06CE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06CE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AGUAS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CEA" w:rsidRPr="00B06CEA" w:rsidRDefault="00B06CEA" w:rsidP="00B06CE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06CE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RUBIANO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CEA" w:rsidRPr="00B06CEA" w:rsidRDefault="00B06CEA" w:rsidP="00B06CE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06CE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HEDRIAN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CEA" w:rsidRPr="00B06CEA" w:rsidRDefault="00B06CEA" w:rsidP="00B06CE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06CE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FELIPE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CEA" w:rsidRPr="00B06CEA" w:rsidRDefault="00B06CEA" w:rsidP="00B06CEA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B06CE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4</w:t>
            </w:r>
          </w:p>
        </w:tc>
      </w:tr>
      <w:tr w:rsidR="00F86108" w:rsidRPr="00B06CEA" w:rsidTr="00F86108">
        <w:trPr>
          <w:trHeight w:val="300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CEA" w:rsidRPr="00B06CEA" w:rsidRDefault="00B06CEA" w:rsidP="00B06CEA">
            <w:pPr>
              <w:rPr>
                <w:rFonts w:ascii="Calibri" w:hAnsi="Calibri"/>
                <w:color w:val="000000"/>
                <w:lang w:val="es-CO" w:eastAsia="es-CO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CEA" w:rsidRPr="00B06CEA" w:rsidRDefault="00B06CEA" w:rsidP="00B06CEA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B06CE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1069261996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CEA" w:rsidRDefault="00B06CEA" w:rsidP="00B06CEA">
            <w:pPr>
              <w:jc w:val="center"/>
            </w:pPr>
            <w:r w:rsidRPr="00B06CE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RC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CEA" w:rsidRPr="00B06CEA" w:rsidRDefault="00B06CEA" w:rsidP="00B06CE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06CE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MORA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CEA" w:rsidRPr="00B06CEA" w:rsidRDefault="00B06CEA" w:rsidP="00B06CE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06CE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IBAGUE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CEA" w:rsidRPr="00B06CEA" w:rsidRDefault="00B06CEA" w:rsidP="00B06CE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06CE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CRISTIAN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CEA" w:rsidRPr="00B06CEA" w:rsidRDefault="00B06CEA" w:rsidP="00B06CE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06CE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RODRIGO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CEA" w:rsidRPr="00B06CEA" w:rsidRDefault="00B06CEA" w:rsidP="00B06CEA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B06CE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3</w:t>
            </w:r>
          </w:p>
        </w:tc>
      </w:tr>
      <w:tr w:rsidR="00F86108" w:rsidRPr="00B06CEA" w:rsidTr="00F86108">
        <w:trPr>
          <w:trHeight w:val="300"/>
        </w:trPr>
        <w:tc>
          <w:tcPr>
            <w:tcW w:w="1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CEA" w:rsidRPr="00B06CEA" w:rsidRDefault="00B06CEA" w:rsidP="00B06CEA">
            <w:pPr>
              <w:rPr>
                <w:rFonts w:ascii="Calibri" w:hAnsi="Calibri"/>
                <w:color w:val="000000"/>
                <w:lang w:val="es-CO" w:eastAsia="es-CO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CEA" w:rsidRPr="00B06CEA" w:rsidRDefault="00B06CEA" w:rsidP="00B06CEA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B06CE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1069261336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CEA" w:rsidRDefault="00B06CEA" w:rsidP="00B06CEA">
            <w:pPr>
              <w:jc w:val="center"/>
            </w:pPr>
            <w:r w:rsidRPr="00B06CE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RC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CEA" w:rsidRPr="00B06CEA" w:rsidRDefault="00B06CEA" w:rsidP="00B06CE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06CE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RIVERA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CEA" w:rsidRPr="00B06CEA" w:rsidRDefault="00B06CEA" w:rsidP="00B06CE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06CE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PINEDA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CEA" w:rsidRPr="00B06CEA" w:rsidRDefault="00B06CEA" w:rsidP="00B06CE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06CE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JULIETTE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CEA" w:rsidRPr="00B06CEA" w:rsidRDefault="00B06CEA" w:rsidP="00B06CE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06CE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DAYANA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CEA" w:rsidRPr="00B06CEA" w:rsidRDefault="00B06CEA" w:rsidP="00B06CEA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B06CE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3</w:t>
            </w:r>
          </w:p>
        </w:tc>
      </w:tr>
      <w:tr w:rsidR="00F86108" w:rsidRPr="00B06CEA" w:rsidTr="00F86108">
        <w:trPr>
          <w:trHeight w:val="300"/>
        </w:trPr>
        <w:tc>
          <w:tcPr>
            <w:tcW w:w="100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CEA" w:rsidRPr="00B06CEA" w:rsidRDefault="00B06CEA" w:rsidP="00B06CEA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B06CE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PRIMERO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CEA" w:rsidRPr="00B06CEA" w:rsidRDefault="00B06CEA" w:rsidP="00B06CEA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B06CE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1069259131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CEA" w:rsidRDefault="00B06CEA" w:rsidP="00B06CEA">
            <w:pPr>
              <w:jc w:val="center"/>
            </w:pPr>
            <w:r w:rsidRPr="00B06CE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RC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CEA" w:rsidRPr="00B06CEA" w:rsidRDefault="00B06CEA" w:rsidP="00B06CE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06CE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FORERO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CEA" w:rsidRPr="00B06CEA" w:rsidRDefault="00B06CEA" w:rsidP="00B06CE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06CE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ORJUELA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CEA" w:rsidRPr="00B06CEA" w:rsidRDefault="00B06CEA" w:rsidP="00B06CE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06CE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JUAN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CEA" w:rsidRPr="00B06CEA" w:rsidRDefault="00B06CEA" w:rsidP="00B06CE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06CE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MANUEL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CEA" w:rsidRPr="00B06CEA" w:rsidRDefault="00B06CEA" w:rsidP="00B06CEA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B06CE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6</w:t>
            </w:r>
          </w:p>
        </w:tc>
      </w:tr>
      <w:tr w:rsidR="00F86108" w:rsidRPr="00B06CEA" w:rsidTr="00F86108">
        <w:trPr>
          <w:trHeight w:val="300"/>
        </w:trPr>
        <w:tc>
          <w:tcPr>
            <w:tcW w:w="1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CEA" w:rsidRPr="00B06CEA" w:rsidRDefault="00B06CEA" w:rsidP="00B06CEA">
            <w:pPr>
              <w:rPr>
                <w:rFonts w:ascii="Calibri" w:hAnsi="Calibri"/>
                <w:color w:val="000000"/>
                <w:lang w:val="es-CO" w:eastAsia="es-CO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CEA" w:rsidRPr="00B06CEA" w:rsidRDefault="00B06CEA" w:rsidP="00B06CEA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B06CE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1069259538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CEA" w:rsidRDefault="00B06CEA" w:rsidP="00B06CEA">
            <w:pPr>
              <w:jc w:val="center"/>
            </w:pPr>
            <w:r w:rsidRPr="00B06CE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RC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CEA" w:rsidRPr="00B06CEA" w:rsidRDefault="00B06CEA" w:rsidP="00B06CE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06CE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TRIANA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CEA" w:rsidRPr="00B06CEA" w:rsidRDefault="00B06CEA" w:rsidP="00B06CE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06CE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SARMIENTO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CEA" w:rsidRPr="00B06CEA" w:rsidRDefault="00B06CEA" w:rsidP="00B06CE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06CE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JULIAN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CEA" w:rsidRPr="00B06CEA" w:rsidRDefault="00B06CEA" w:rsidP="00B06CE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06CE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ANDRES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CEA" w:rsidRPr="00B06CEA" w:rsidRDefault="00B06CEA" w:rsidP="00B06CEA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B06CE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5</w:t>
            </w:r>
          </w:p>
        </w:tc>
      </w:tr>
      <w:tr w:rsidR="00F86108" w:rsidRPr="00B06CEA" w:rsidTr="00F86108">
        <w:trPr>
          <w:trHeight w:val="300"/>
        </w:trPr>
        <w:tc>
          <w:tcPr>
            <w:tcW w:w="100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CEA" w:rsidRPr="00B06CEA" w:rsidRDefault="00B06CEA" w:rsidP="00B06CEA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B06CE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QUINTO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CEA" w:rsidRPr="00B06CEA" w:rsidRDefault="00B06CEA" w:rsidP="00B06CEA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B06CE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1069256022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CEA" w:rsidRDefault="00B06CEA" w:rsidP="00B06CEA">
            <w:pPr>
              <w:jc w:val="center"/>
            </w:pPr>
            <w:r w:rsidRPr="00224A08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TI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CEA" w:rsidRPr="00B06CEA" w:rsidRDefault="00B06CEA" w:rsidP="00B06CE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06CE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FORERO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CEA" w:rsidRPr="00B06CEA" w:rsidRDefault="00B06CEA" w:rsidP="00B06CE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06CE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ORJUELA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CEA" w:rsidRPr="00B06CEA" w:rsidRDefault="00B06CEA" w:rsidP="00B06CE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06CE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IVAN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CEA" w:rsidRPr="00B06CEA" w:rsidRDefault="00B06CEA" w:rsidP="00B06CE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06CE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RAMIRO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CEA" w:rsidRPr="00B06CEA" w:rsidRDefault="00B06CEA" w:rsidP="00B06CEA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B06CE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9</w:t>
            </w:r>
          </w:p>
        </w:tc>
      </w:tr>
      <w:tr w:rsidR="00F86108" w:rsidRPr="00B06CEA" w:rsidTr="00F86108">
        <w:trPr>
          <w:trHeight w:val="300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CEA" w:rsidRPr="00B06CEA" w:rsidRDefault="00B06CEA" w:rsidP="00B06CEA">
            <w:pPr>
              <w:rPr>
                <w:rFonts w:ascii="Calibri" w:hAnsi="Calibri"/>
                <w:color w:val="000000"/>
                <w:lang w:val="es-CO" w:eastAsia="es-CO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CEA" w:rsidRPr="00B06CEA" w:rsidRDefault="00B06CEA" w:rsidP="00B06CEA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B06CE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1003813557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CEA" w:rsidRDefault="00B06CEA" w:rsidP="00B06CEA">
            <w:pPr>
              <w:jc w:val="center"/>
            </w:pPr>
            <w:r w:rsidRPr="00224A08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TI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CEA" w:rsidRPr="00B06CEA" w:rsidRDefault="00B06CEA" w:rsidP="00B06CE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06CE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MORENO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CEA" w:rsidRPr="00B06CEA" w:rsidRDefault="00B06CEA" w:rsidP="00B06CE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06CE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PAEZ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CEA" w:rsidRPr="00B06CEA" w:rsidRDefault="00B06CEA" w:rsidP="00B06CE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06CE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INGRITH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CEA" w:rsidRPr="00B06CEA" w:rsidRDefault="00B06CEA" w:rsidP="00B06CE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06CE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KATHERIN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CEA" w:rsidRPr="00B06CEA" w:rsidRDefault="00B06CEA" w:rsidP="00B06CEA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B06CE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</w:t>
            </w:r>
          </w:p>
        </w:tc>
      </w:tr>
      <w:tr w:rsidR="00F86108" w:rsidRPr="00B06CEA" w:rsidTr="00F86108">
        <w:trPr>
          <w:trHeight w:val="300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CEA" w:rsidRPr="00B06CEA" w:rsidRDefault="00B06CEA" w:rsidP="00B06CEA">
            <w:pPr>
              <w:rPr>
                <w:rFonts w:ascii="Calibri" w:hAnsi="Calibri"/>
                <w:color w:val="000000"/>
                <w:lang w:val="es-CO" w:eastAsia="es-CO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CEA" w:rsidRPr="00B06CEA" w:rsidRDefault="00B06CEA" w:rsidP="00B06CEA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B06CE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1007875114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CEA" w:rsidRDefault="00B06CEA" w:rsidP="00B06CEA">
            <w:pPr>
              <w:jc w:val="center"/>
            </w:pPr>
            <w:r w:rsidRPr="00224A08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TI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CEA" w:rsidRPr="00B06CEA" w:rsidRDefault="00B06CEA" w:rsidP="00B06CE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06CE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NAVARRETE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CEA" w:rsidRPr="00B06CEA" w:rsidRDefault="00B06CEA" w:rsidP="00B06CE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06CE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MALAVER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CEA" w:rsidRPr="00B06CEA" w:rsidRDefault="00B06CEA" w:rsidP="00B06CE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06CE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YENNY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CEA" w:rsidRPr="00B06CEA" w:rsidRDefault="00B06CEA" w:rsidP="00B06CE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06CE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CATERINE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CEA" w:rsidRPr="00B06CEA" w:rsidRDefault="00B06CEA" w:rsidP="00B06CEA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B06CE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</w:t>
            </w:r>
          </w:p>
        </w:tc>
      </w:tr>
      <w:tr w:rsidR="00F86108" w:rsidRPr="00B06CEA" w:rsidTr="00F86108">
        <w:trPr>
          <w:trHeight w:val="300"/>
        </w:trPr>
        <w:tc>
          <w:tcPr>
            <w:tcW w:w="1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CEA" w:rsidRPr="00B06CEA" w:rsidRDefault="00B06CEA" w:rsidP="00B06CEA">
            <w:pPr>
              <w:rPr>
                <w:rFonts w:ascii="Calibri" w:hAnsi="Calibri"/>
                <w:color w:val="000000"/>
                <w:lang w:val="es-CO" w:eastAsia="es-CO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CEA" w:rsidRPr="00B06CEA" w:rsidRDefault="00B06CEA" w:rsidP="00B06CEA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B06CE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1003650869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CEA" w:rsidRDefault="00B06CEA" w:rsidP="00B06CEA">
            <w:pPr>
              <w:jc w:val="center"/>
            </w:pPr>
            <w:r w:rsidRPr="00224A08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TI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CEA" w:rsidRPr="00B06CEA" w:rsidRDefault="00B06CEA" w:rsidP="00B06CE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06CE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ORJUELA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CEA" w:rsidRPr="00B06CEA" w:rsidRDefault="00B06CEA" w:rsidP="00B06CE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06CE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CASTRO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CEA" w:rsidRPr="00B06CEA" w:rsidRDefault="00B06CEA" w:rsidP="00B06CE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06CE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JHON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CEA" w:rsidRPr="00B06CEA" w:rsidRDefault="00B06CEA" w:rsidP="00B06CE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06CE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JAIRO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CEA" w:rsidRPr="00B06CEA" w:rsidRDefault="00B06CEA" w:rsidP="00B06CEA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B06CE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11</w:t>
            </w:r>
          </w:p>
        </w:tc>
      </w:tr>
      <w:tr w:rsidR="00F86108" w:rsidRPr="00B06CEA" w:rsidTr="00F86108">
        <w:trPr>
          <w:trHeight w:val="300"/>
        </w:trPr>
        <w:tc>
          <w:tcPr>
            <w:tcW w:w="100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CEA" w:rsidRPr="00B06CEA" w:rsidRDefault="00B06CEA" w:rsidP="00B06CEA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B06CE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TERCERO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CEA" w:rsidRPr="00B06CEA" w:rsidRDefault="00B06CEA" w:rsidP="00B06CEA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B06CE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1069257659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CEA" w:rsidRDefault="00B06CEA" w:rsidP="00B06CEA">
            <w:pPr>
              <w:jc w:val="center"/>
            </w:pPr>
            <w:r w:rsidRPr="00224A08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TI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CEA" w:rsidRPr="00B06CEA" w:rsidRDefault="00B06CEA" w:rsidP="00B06CE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06CE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FORERO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CEA" w:rsidRPr="00B06CEA" w:rsidRDefault="00B06CEA" w:rsidP="00B06CE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06CE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ORJUELA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CEA" w:rsidRPr="00B06CEA" w:rsidRDefault="00B06CEA" w:rsidP="00B06CE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06CE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DORIS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CEA" w:rsidRPr="00B06CEA" w:rsidRDefault="00B06CEA" w:rsidP="00B06CE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06CE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ADRIANA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CEA" w:rsidRPr="00B06CEA" w:rsidRDefault="00B06CEA" w:rsidP="00B06CEA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B06CE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8</w:t>
            </w:r>
          </w:p>
        </w:tc>
      </w:tr>
      <w:tr w:rsidR="00F86108" w:rsidRPr="00B06CEA" w:rsidTr="00F86108">
        <w:trPr>
          <w:trHeight w:val="300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CEA" w:rsidRPr="00B06CEA" w:rsidRDefault="00B06CEA" w:rsidP="00B06CEA">
            <w:pPr>
              <w:rPr>
                <w:rFonts w:ascii="Calibri" w:hAnsi="Calibri"/>
                <w:color w:val="000000"/>
                <w:lang w:val="es-CO" w:eastAsia="es-CO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CEA" w:rsidRPr="00B06CEA" w:rsidRDefault="00B06CEA" w:rsidP="00B06CEA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B06CE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1077143174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CEA" w:rsidRDefault="00B06CEA" w:rsidP="00B06CEA">
            <w:pPr>
              <w:jc w:val="center"/>
            </w:pPr>
            <w:r w:rsidRPr="00224A08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TI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CEA" w:rsidRPr="00B06CEA" w:rsidRDefault="00B06CEA" w:rsidP="00B06CE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06CE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MORENO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CEA" w:rsidRPr="00B06CEA" w:rsidRDefault="00B06CEA" w:rsidP="00B06CE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06CE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PAEZ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CEA" w:rsidRPr="00B06CEA" w:rsidRDefault="00B06CEA" w:rsidP="00B06CE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06CE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JHON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CEA" w:rsidRPr="00B06CEA" w:rsidRDefault="00B06CEA" w:rsidP="00B06CE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06CE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EVER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CEA" w:rsidRPr="00B06CEA" w:rsidRDefault="00B06CEA" w:rsidP="00B06CEA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B06CE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8</w:t>
            </w:r>
          </w:p>
        </w:tc>
      </w:tr>
      <w:tr w:rsidR="00F86108" w:rsidRPr="00B06CEA" w:rsidTr="00F86108">
        <w:trPr>
          <w:trHeight w:val="300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CEA" w:rsidRPr="00B06CEA" w:rsidRDefault="00B06CEA" w:rsidP="00B06CEA">
            <w:pPr>
              <w:rPr>
                <w:rFonts w:ascii="Calibri" w:hAnsi="Calibri"/>
                <w:color w:val="000000"/>
                <w:lang w:val="es-CO" w:eastAsia="es-CO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CEA" w:rsidRPr="00B06CEA" w:rsidRDefault="00B06CEA" w:rsidP="00B06CEA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B06CE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1069256779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CEA" w:rsidRDefault="00B06CEA" w:rsidP="00B06CEA">
            <w:pPr>
              <w:jc w:val="center"/>
            </w:pPr>
            <w:r w:rsidRPr="00224A08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TI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CEA" w:rsidRPr="00B06CEA" w:rsidRDefault="00B06CEA" w:rsidP="00B06CE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06CE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NAVARRETE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CEA" w:rsidRPr="00B06CEA" w:rsidRDefault="00B06CEA" w:rsidP="00B06CE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06CE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MALAVER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CEA" w:rsidRPr="00B06CEA" w:rsidRDefault="00B06CEA" w:rsidP="00B06CE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06CE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YESICA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CEA" w:rsidRPr="00B06CEA" w:rsidRDefault="00B06CEA" w:rsidP="00B06CE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06CE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VANESA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CEA" w:rsidRPr="00B06CEA" w:rsidRDefault="00B06CEA" w:rsidP="00B06CEA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B06CE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8</w:t>
            </w:r>
          </w:p>
        </w:tc>
      </w:tr>
      <w:tr w:rsidR="00F86108" w:rsidRPr="00B06CEA" w:rsidTr="00F86108">
        <w:trPr>
          <w:trHeight w:val="300"/>
        </w:trPr>
        <w:tc>
          <w:tcPr>
            <w:tcW w:w="1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CEA" w:rsidRPr="00B06CEA" w:rsidRDefault="00B06CEA" w:rsidP="00B06CEA">
            <w:pPr>
              <w:rPr>
                <w:rFonts w:ascii="Calibri" w:hAnsi="Calibri"/>
                <w:color w:val="000000"/>
                <w:lang w:val="es-CO" w:eastAsia="es-CO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CEA" w:rsidRPr="00B06CEA" w:rsidRDefault="00B06CEA" w:rsidP="00B06CEA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B06CE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1069257553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CEA" w:rsidRDefault="00B06CEA" w:rsidP="00B06CEA">
            <w:pPr>
              <w:jc w:val="center"/>
            </w:pPr>
            <w:r w:rsidRPr="00224A08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TI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CEA" w:rsidRPr="00B06CEA" w:rsidRDefault="00B06CEA" w:rsidP="00B06CE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06CE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QUEVEDO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CEA" w:rsidRPr="00B06CEA" w:rsidRDefault="00B06CEA" w:rsidP="00B06CE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06CE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SEGURA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CEA" w:rsidRPr="00B06CEA" w:rsidRDefault="00B06CEA" w:rsidP="00B06CE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06CE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JUAN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CEA" w:rsidRPr="00B06CEA" w:rsidRDefault="00B06CEA" w:rsidP="00B06CE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06CE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SEBASTIAN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CEA" w:rsidRPr="00B06CEA" w:rsidRDefault="00B06CEA" w:rsidP="00B06CEA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B06CE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8</w:t>
            </w:r>
          </w:p>
        </w:tc>
      </w:tr>
    </w:tbl>
    <w:p w:rsidR="00EC1077" w:rsidRDefault="00EC1077" w:rsidP="00356954">
      <w:pPr>
        <w:jc w:val="center"/>
        <w:rPr>
          <w:rFonts w:ascii="Courier New" w:hAnsi="Courier New" w:cs="Courier New"/>
          <w:b/>
          <w:bCs/>
          <w:sz w:val="36"/>
        </w:rPr>
      </w:pPr>
    </w:p>
    <w:p w:rsidR="00490958" w:rsidRDefault="00490958" w:rsidP="00356954">
      <w:pPr>
        <w:jc w:val="center"/>
        <w:rPr>
          <w:rFonts w:ascii="Courier New" w:hAnsi="Courier New" w:cs="Courier New"/>
          <w:b/>
          <w:bCs/>
          <w:sz w:val="36"/>
        </w:rPr>
      </w:pPr>
    </w:p>
    <w:p w:rsidR="00490958" w:rsidRDefault="00490958" w:rsidP="00356954">
      <w:pPr>
        <w:jc w:val="center"/>
        <w:rPr>
          <w:rFonts w:ascii="Courier New" w:hAnsi="Courier New" w:cs="Courier New"/>
          <w:b/>
          <w:bCs/>
          <w:sz w:val="36"/>
        </w:rPr>
      </w:pPr>
    </w:p>
    <w:p w:rsidR="00490958" w:rsidRDefault="00490958" w:rsidP="00356954">
      <w:pPr>
        <w:jc w:val="center"/>
        <w:rPr>
          <w:rFonts w:ascii="Courier New" w:hAnsi="Courier New" w:cs="Courier New"/>
          <w:b/>
          <w:bCs/>
          <w:sz w:val="36"/>
        </w:rPr>
      </w:pPr>
    </w:p>
    <w:p w:rsidR="00490958" w:rsidRDefault="00490958" w:rsidP="00356954">
      <w:pPr>
        <w:jc w:val="center"/>
        <w:rPr>
          <w:rFonts w:ascii="Courier New" w:hAnsi="Courier New" w:cs="Courier New"/>
          <w:b/>
          <w:bCs/>
          <w:sz w:val="36"/>
        </w:rPr>
      </w:pPr>
    </w:p>
    <w:p w:rsidR="00490958" w:rsidRDefault="00490958" w:rsidP="00356954">
      <w:pPr>
        <w:jc w:val="center"/>
        <w:rPr>
          <w:rFonts w:ascii="Courier New" w:hAnsi="Courier New" w:cs="Courier New"/>
          <w:b/>
          <w:bCs/>
          <w:sz w:val="36"/>
        </w:rPr>
      </w:pPr>
    </w:p>
    <w:p w:rsidR="00490958" w:rsidRDefault="00490958" w:rsidP="00356954">
      <w:pPr>
        <w:jc w:val="center"/>
        <w:rPr>
          <w:rFonts w:ascii="Courier New" w:hAnsi="Courier New" w:cs="Courier New"/>
          <w:b/>
          <w:bCs/>
          <w:sz w:val="36"/>
        </w:rPr>
      </w:pPr>
    </w:p>
    <w:p w:rsidR="00490958" w:rsidRDefault="00490958" w:rsidP="00356954">
      <w:pPr>
        <w:jc w:val="center"/>
        <w:rPr>
          <w:rFonts w:ascii="Courier New" w:hAnsi="Courier New" w:cs="Courier New"/>
          <w:b/>
          <w:bCs/>
          <w:sz w:val="36"/>
        </w:rPr>
      </w:pPr>
    </w:p>
    <w:p w:rsidR="00490958" w:rsidRDefault="00490958" w:rsidP="00356954">
      <w:pPr>
        <w:jc w:val="center"/>
        <w:rPr>
          <w:rFonts w:ascii="Courier New" w:hAnsi="Courier New" w:cs="Courier New"/>
          <w:b/>
          <w:bCs/>
          <w:sz w:val="36"/>
        </w:rPr>
      </w:pPr>
    </w:p>
    <w:p w:rsidR="00490958" w:rsidRDefault="00490958" w:rsidP="00356954">
      <w:pPr>
        <w:jc w:val="center"/>
        <w:rPr>
          <w:rFonts w:ascii="Courier New" w:hAnsi="Courier New" w:cs="Courier New"/>
          <w:b/>
          <w:bCs/>
          <w:sz w:val="36"/>
        </w:rPr>
      </w:pPr>
    </w:p>
    <w:p w:rsidR="00490958" w:rsidRDefault="00490958" w:rsidP="00356954">
      <w:pPr>
        <w:jc w:val="center"/>
        <w:rPr>
          <w:rFonts w:ascii="Courier New" w:hAnsi="Courier New" w:cs="Courier New"/>
          <w:b/>
          <w:bCs/>
          <w:sz w:val="36"/>
        </w:rPr>
      </w:pPr>
    </w:p>
    <w:p w:rsidR="00490958" w:rsidRDefault="00490958" w:rsidP="00356954">
      <w:pPr>
        <w:jc w:val="center"/>
        <w:rPr>
          <w:rFonts w:ascii="Courier New" w:hAnsi="Courier New" w:cs="Courier New"/>
          <w:b/>
          <w:bCs/>
          <w:sz w:val="36"/>
        </w:rPr>
      </w:pPr>
    </w:p>
    <w:p w:rsidR="00490958" w:rsidRDefault="00490958" w:rsidP="00356954">
      <w:pPr>
        <w:jc w:val="center"/>
        <w:rPr>
          <w:rFonts w:ascii="Courier New" w:hAnsi="Courier New" w:cs="Courier New"/>
          <w:b/>
          <w:bCs/>
          <w:sz w:val="36"/>
        </w:rPr>
      </w:pPr>
    </w:p>
    <w:p w:rsidR="00490958" w:rsidRPr="00F86108" w:rsidRDefault="00490958" w:rsidP="00490958">
      <w:pPr>
        <w:tabs>
          <w:tab w:val="left" w:pos="1515"/>
          <w:tab w:val="left" w:pos="2694"/>
        </w:tabs>
        <w:jc w:val="both"/>
        <w:rPr>
          <w:sz w:val="32"/>
        </w:rPr>
      </w:pPr>
      <w:r w:rsidRPr="00F86108"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>SEDE</w:t>
      </w:r>
      <w:r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>:</w:t>
      </w:r>
      <w:r w:rsidRPr="00F86108"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ab/>
      </w:r>
      <w:r w:rsidRPr="00F86108"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ab/>
      </w:r>
      <w:r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ab/>
      </w:r>
      <w:r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ab/>
      </w:r>
      <w:r>
        <w:rPr>
          <w:rFonts w:ascii="Calibri" w:hAnsi="Calibri"/>
          <w:color w:val="000000"/>
          <w:sz w:val="28"/>
          <w:szCs w:val="22"/>
          <w:lang w:val="es-CO" w:eastAsia="es-CO"/>
        </w:rPr>
        <w:t>CAPELLANIA</w:t>
      </w:r>
    </w:p>
    <w:p w:rsidR="00490958" w:rsidRPr="00F86108" w:rsidRDefault="00490958" w:rsidP="00490958">
      <w:pPr>
        <w:tabs>
          <w:tab w:val="left" w:pos="1515"/>
          <w:tab w:val="left" w:pos="2694"/>
        </w:tabs>
        <w:jc w:val="both"/>
        <w:rPr>
          <w:sz w:val="32"/>
        </w:rPr>
      </w:pPr>
      <w:r w:rsidRPr="00F86108"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>CONSECUTIVO</w:t>
      </w:r>
      <w:r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>:</w:t>
      </w:r>
      <w:r w:rsidRPr="00F86108"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ab/>
      </w:r>
      <w:r w:rsidRPr="00F86108"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ab/>
      </w:r>
      <w:r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ab/>
      </w:r>
      <w:r w:rsidRPr="00F86108">
        <w:rPr>
          <w:rFonts w:ascii="Calibri" w:hAnsi="Calibri"/>
          <w:color w:val="000000"/>
          <w:sz w:val="28"/>
          <w:szCs w:val="22"/>
          <w:lang w:val="es-CO" w:eastAsia="es-CO"/>
        </w:rPr>
        <w:t>1251830003200</w:t>
      </w:r>
      <w:r>
        <w:rPr>
          <w:rFonts w:ascii="Calibri" w:hAnsi="Calibri"/>
          <w:color w:val="000000"/>
          <w:sz w:val="28"/>
          <w:szCs w:val="22"/>
          <w:lang w:val="es-CO" w:eastAsia="es-CO"/>
        </w:rPr>
        <w:t>3</w:t>
      </w:r>
    </w:p>
    <w:p w:rsidR="00490958" w:rsidRDefault="00490958" w:rsidP="00490958">
      <w:pPr>
        <w:tabs>
          <w:tab w:val="left" w:pos="1515"/>
          <w:tab w:val="left" w:pos="2694"/>
        </w:tabs>
        <w:jc w:val="both"/>
        <w:rPr>
          <w:rFonts w:ascii="Calibri" w:hAnsi="Calibri"/>
          <w:color w:val="000000"/>
          <w:sz w:val="28"/>
          <w:szCs w:val="22"/>
          <w:lang w:val="es-CO" w:eastAsia="es-CO"/>
        </w:rPr>
      </w:pPr>
      <w:r w:rsidRPr="00F86108"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>DANE</w:t>
      </w:r>
      <w:r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>:</w:t>
      </w:r>
      <w:r w:rsidRPr="00F86108"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ab/>
      </w:r>
      <w:r w:rsidRPr="00F86108"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ab/>
      </w:r>
      <w:r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ab/>
      </w:r>
      <w:r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ab/>
      </w:r>
      <w:r w:rsidRPr="00F86108">
        <w:rPr>
          <w:rFonts w:ascii="Calibri" w:hAnsi="Calibri"/>
          <w:color w:val="000000"/>
          <w:sz w:val="28"/>
          <w:szCs w:val="22"/>
          <w:lang w:val="es-CO" w:eastAsia="es-CO"/>
        </w:rPr>
        <w:t>225183000</w:t>
      </w:r>
      <w:r>
        <w:rPr>
          <w:rFonts w:ascii="Calibri" w:hAnsi="Calibri"/>
          <w:color w:val="000000"/>
          <w:sz w:val="28"/>
          <w:szCs w:val="22"/>
          <w:lang w:val="es-CO" w:eastAsia="es-CO"/>
        </w:rPr>
        <w:t>146</w:t>
      </w:r>
    </w:p>
    <w:p w:rsidR="00490958" w:rsidRDefault="00490958" w:rsidP="00490958">
      <w:pPr>
        <w:tabs>
          <w:tab w:val="left" w:pos="1515"/>
          <w:tab w:val="left" w:pos="2694"/>
        </w:tabs>
        <w:jc w:val="both"/>
        <w:rPr>
          <w:rFonts w:ascii="Calibri" w:hAnsi="Calibri"/>
          <w:color w:val="000000"/>
          <w:sz w:val="28"/>
          <w:szCs w:val="22"/>
          <w:lang w:val="es-CO" w:eastAsia="es-CO"/>
        </w:rPr>
      </w:pPr>
      <w:r w:rsidRPr="00F86108">
        <w:rPr>
          <w:rFonts w:ascii="Calibri" w:hAnsi="Calibri"/>
          <w:b/>
          <w:color w:val="000000"/>
          <w:sz w:val="28"/>
          <w:szCs w:val="22"/>
          <w:lang w:val="es-CO" w:eastAsia="es-CO"/>
        </w:rPr>
        <w:t>DOCENTE:</w:t>
      </w:r>
      <w:r>
        <w:rPr>
          <w:rFonts w:ascii="Calibri" w:hAnsi="Calibri"/>
          <w:color w:val="000000"/>
          <w:sz w:val="28"/>
          <w:szCs w:val="22"/>
          <w:lang w:val="es-CO" w:eastAsia="es-CO"/>
        </w:rPr>
        <w:tab/>
      </w:r>
      <w:r>
        <w:rPr>
          <w:rFonts w:ascii="Calibri" w:hAnsi="Calibri"/>
          <w:color w:val="000000"/>
          <w:sz w:val="28"/>
          <w:szCs w:val="22"/>
          <w:lang w:val="es-CO" w:eastAsia="es-CO"/>
        </w:rPr>
        <w:tab/>
      </w:r>
      <w:r>
        <w:rPr>
          <w:rFonts w:ascii="Calibri" w:hAnsi="Calibri"/>
          <w:color w:val="000000"/>
          <w:sz w:val="28"/>
          <w:szCs w:val="22"/>
          <w:lang w:val="es-CO" w:eastAsia="es-CO"/>
        </w:rPr>
        <w:tab/>
      </w:r>
      <w:r>
        <w:rPr>
          <w:rFonts w:ascii="Calibri" w:hAnsi="Calibri"/>
          <w:color w:val="000000"/>
          <w:sz w:val="28"/>
          <w:szCs w:val="22"/>
          <w:lang w:val="es-CO" w:eastAsia="es-CO"/>
        </w:rPr>
        <w:tab/>
        <w:t>LUZ DARY RUIZ HERNANDEZ</w:t>
      </w:r>
    </w:p>
    <w:p w:rsidR="00490958" w:rsidRDefault="00490958" w:rsidP="00490958">
      <w:pPr>
        <w:tabs>
          <w:tab w:val="left" w:pos="1515"/>
          <w:tab w:val="left" w:pos="2694"/>
        </w:tabs>
        <w:jc w:val="both"/>
        <w:rPr>
          <w:rFonts w:ascii="Calibri" w:hAnsi="Calibri"/>
          <w:b/>
          <w:bCs/>
          <w:color w:val="000000"/>
          <w:sz w:val="22"/>
          <w:szCs w:val="22"/>
          <w:lang w:val="es-CO" w:eastAsia="es-CO"/>
        </w:rPr>
      </w:pPr>
      <w:r>
        <w:rPr>
          <w:rFonts w:ascii="Calibri" w:hAnsi="Calibri"/>
          <w:color w:val="000000"/>
          <w:sz w:val="28"/>
          <w:szCs w:val="22"/>
          <w:lang w:val="es-CO" w:eastAsia="es-CO"/>
        </w:rPr>
        <w:tab/>
      </w:r>
      <w:r>
        <w:rPr>
          <w:rFonts w:ascii="Calibri" w:hAnsi="Calibri"/>
          <w:color w:val="000000"/>
          <w:sz w:val="28"/>
          <w:szCs w:val="22"/>
          <w:lang w:val="es-CO" w:eastAsia="es-CO"/>
        </w:rPr>
        <w:tab/>
      </w:r>
      <w:r>
        <w:rPr>
          <w:rFonts w:ascii="Calibri" w:hAnsi="Calibri"/>
          <w:color w:val="000000"/>
          <w:sz w:val="28"/>
          <w:szCs w:val="22"/>
          <w:lang w:val="es-CO" w:eastAsia="es-CO"/>
        </w:rPr>
        <w:tab/>
      </w:r>
      <w:r>
        <w:rPr>
          <w:rFonts w:ascii="Calibri" w:hAnsi="Calibri"/>
          <w:color w:val="000000"/>
          <w:sz w:val="28"/>
          <w:szCs w:val="22"/>
          <w:lang w:val="es-CO" w:eastAsia="es-CO"/>
        </w:rPr>
        <w:tab/>
        <w:t>BLANCA JANETH BERNAL</w:t>
      </w:r>
    </w:p>
    <w:p w:rsidR="00490958" w:rsidRDefault="00490958" w:rsidP="00490958">
      <w:pPr>
        <w:tabs>
          <w:tab w:val="left" w:pos="1515"/>
          <w:tab w:val="left" w:pos="2694"/>
        </w:tabs>
        <w:jc w:val="both"/>
        <w:rPr>
          <w:rFonts w:ascii="Calibri" w:hAnsi="Calibri"/>
          <w:b/>
          <w:bCs/>
          <w:color w:val="000000"/>
          <w:sz w:val="22"/>
          <w:szCs w:val="22"/>
          <w:lang w:val="es-CO" w:eastAsia="es-CO"/>
        </w:rPr>
      </w:pPr>
    </w:p>
    <w:p w:rsidR="00490958" w:rsidRDefault="00490958" w:rsidP="00490958">
      <w:pPr>
        <w:tabs>
          <w:tab w:val="left" w:pos="1515"/>
          <w:tab w:val="left" w:pos="2694"/>
        </w:tabs>
        <w:jc w:val="both"/>
        <w:rPr>
          <w:rFonts w:ascii="Calibri" w:hAnsi="Calibri"/>
          <w:b/>
          <w:bCs/>
          <w:color w:val="000000"/>
          <w:sz w:val="22"/>
          <w:szCs w:val="22"/>
          <w:lang w:val="es-CO" w:eastAsia="es-CO"/>
        </w:rPr>
      </w:pPr>
    </w:p>
    <w:tbl>
      <w:tblPr>
        <w:tblW w:w="8713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052"/>
        <w:gridCol w:w="1256"/>
        <w:gridCol w:w="728"/>
        <w:gridCol w:w="1276"/>
        <w:gridCol w:w="1276"/>
        <w:gridCol w:w="1134"/>
        <w:gridCol w:w="1327"/>
        <w:gridCol w:w="708"/>
      </w:tblGrid>
      <w:tr w:rsidR="00490958" w:rsidRPr="00B06CEA" w:rsidTr="00B12364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958" w:rsidRPr="00B06CEA" w:rsidRDefault="00B12364" w:rsidP="00B12364">
            <w:pPr>
              <w:jc w:val="center"/>
              <w:rPr>
                <w:rFonts w:ascii="Calibri" w:hAnsi="Calibri"/>
                <w:b/>
                <w:bCs/>
                <w:color w:val="000000"/>
                <w:lang w:val="es-CO" w:eastAsia="es-CO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O" w:eastAsia="es-CO"/>
              </w:rPr>
              <w:t>G</w:t>
            </w:r>
            <w:r w:rsidR="00490958" w:rsidRPr="00B06CEA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O" w:eastAsia="es-CO"/>
              </w:rPr>
              <w:t>RADO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958" w:rsidRPr="00B06CEA" w:rsidRDefault="00490958" w:rsidP="00B12364">
            <w:pPr>
              <w:jc w:val="center"/>
              <w:rPr>
                <w:rFonts w:ascii="Calibri" w:hAnsi="Calibri"/>
                <w:b/>
                <w:bCs/>
                <w:color w:val="000000"/>
                <w:lang w:val="es-CO" w:eastAsia="es-CO"/>
              </w:rPr>
            </w:pPr>
            <w:r w:rsidRPr="00B06CEA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O" w:eastAsia="es-CO"/>
              </w:rPr>
              <w:t>DOC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958" w:rsidRPr="00B06CEA" w:rsidRDefault="00490958" w:rsidP="00B12364">
            <w:pPr>
              <w:jc w:val="center"/>
              <w:rPr>
                <w:rFonts w:ascii="Calibri" w:hAnsi="Calibri"/>
                <w:b/>
                <w:bCs/>
                <w:color w:val="000000"/>
                <w:lang w:val="es-CO" w:eastAsia="es-CO"/>
              </w:rPr>
            </w:pPr>
            <w:r w:rsidRPr="00B06CEA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O" w:eastAsia="es-CO"/>
              </w:rPr>
              <w:t>TIPO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958" w:rsidRPr="00B06CEA" w:rsidRDefault="00490958" w:rsidP="00B12364">
            <w:pPr>
              <w:jc w:val="center"/>
              <w:rPr>
                <w:rFonts w:ascii="Calibri" w:hAnsi="Calibri"/>
                <w:b/>
                <w:bCs/>
                <w:color w:val="000000"/>
                <w:lang w:val="es-CO" w:eastAsia="es-CO"/>
              </w:rPr>
            </w:pPr>
            <w:r w:rsidRPr="00B06CEA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O" w:eastAsia="es-CO"/>
              </w:rPr>
              <w:t>APELLIDO1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958" w:rsidRPr="00B06CEA" w:rsidRDefault="00490958" w:rsidP="00B12364">
            <w:pPr>
              <w:jc w:val="center"/>
              <w:rPr>
                <w:rFonts w:ascii="Calibri" w:hAnsi="Calibri"/>
                <w:b/>
                <w:bCs/>
                <w:color w:val="000000"/>
                <w:lang w:val="es-CO" w:eastAsia="es-CO"/>
              </w:rPr>
            </w:pPr>
            <w:r w:rsidRPr="00B06CEA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O" w:eastAsia="es-CO"/>
              </w:rPr>
              <w:t>APELLIDO2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958" w:rsidRPr="00B06CEA" w:rsidRDefault="00490958" w:rsidP="00B12364">
            <w:pPr>
              <w:jc w:val="center"/>
              <w:rPr>
                <w:rFonts w:ascii="Calibri" w:hAnsi="Calibri"/>
                <w:b/>
                <w:bCs/>
                <w:color w:val="000000"/>
                <w:lang w:val="es-CO" w:eastAsia="es-CO"/>
              </w:rPr>
            </w:pPr>
            <w:r w:rsidRPr="00B06CEA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O" w:eastAsia="es-CO"/>
              </w:rPr>
              <w:t>NOMBRE1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958" w:rsidRPr="00B06CEA" w:rsidRDefault="00490958" w:rsidP="00B12364">
            <w:pPr>
              <w:jc w:val="center"/>
              <w:rPr>
                <w:rFonts w:ascii="Calibri" w:hAnsi="Calibri"/>
                <w:b/>
                <w:bCs/>
                <w:color w:val="000000"/>
                <w:lang w:val="es-CO" w:eastAsia="es-CO"/>
              </w:rPr>
            </w:pPr>
            <w:r w:rsidRPr="00B06CEA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O" w:eastAsia="es-CO"/>
              </w:rPr>
              <w:t>NOMBRE2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958" w:rsidRPr="00B06CEA" w:rsidRDefault="00490958" w:rsidP="00B12364">
            <w:pPr>
              <w:jc w:val="center"/>
              <w:rPr>
                <w:rFonts w:ascii="Calibri" w:hAnsi="Calibri"/>
                <w:b/>
                <w:bCs/>
                <w:color w:val="000000"/>
                <w:lang w:val="es-CO" w:eastAsia="es-CO"/>
              </w:rPr>
            </w:pPr>
            <w:r w:rsidRPr="00B06CEA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O" w:eastAsia="es-CO"/>
              </w:rPr>
              <w:t>EDAD</w:t>
            </w:r>
          </w:p>
        </w:tc>
      </w:tr>
      <w:tr w:rsidR="00B12364" w:rsidRPr="00B06CEA" w:rsidTr="00B12364">
        <w:trPr>
          <w:trHeight w:val="300"/>
        </w:trPr>
        <w:tc>
          <w:tcPr>
            <w:tcW w:w="100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364" w:rsidRPr="00B06CEA" w:rsidRDefault="00B12364" w:rsidP="00B12364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B06CE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CUARTO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1069256541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TI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CHAVEZ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GIL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CRISTIAN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ALBERTO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9</w:t>
            </w:r>
          </w:p>
        </w:tc>
      </w:tr>
      <w:tr w:rsidR="00B12364" w:rsidRPr="00B06CEA" w:rsidTr="00B12364">
        <w:trPr>
          <w:trHeight w:val="300"/>
        </w:trPr>
        <w:tc>
          <w:tcPr>
            <w:tcW w:w="100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364" w:rsidRPr="00B06CEA" w:rsidRDefault="00B12364" w:rsidP="00B12364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1077142404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2364" w:rsidRDefault="00B12364" w:rsidP="00B12364"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TI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GOMEZ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TORRES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LAURA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GINETH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</w:t>
            </w:r>
          </w:p>
        </w:tc>
      </w:tr>
      <w:tr w:rsidR="00B12364" w:rsidRPr="00B06CEA" w:rsidTr="00B12364">
        <w:trPr>
          <w:trHeight w:val="300"/>
        </w:trPr>
        <w:tc>
          <w:tcPr>
            <w:tcW w:w="100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364" w:rsidRPr="00B06CEA" w:rsidRDefault="00B12364" w:rsidP="00B12364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1069256620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2364" w:rsidRDefault="00B12364" w:rsidP="00B12364"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TI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PINZON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CHAVES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EDISSON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FABIAN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9</w:t>
            </w:r>
          </w:p>
        </w:tc>
      </w:tr>
      <w:tr w:rsidR="00B12364" w:rsidRPr="00B06CEA" w:rsidTr="00B12364">
        <w:trPr>
          <w:trHeight w:val="300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06CEA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1025521567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2364" w:rsidRDefault="00B12364" w:rsidP="00B12364"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TI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PIRATOVA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BRICEÑO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JUAN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SEBASTIAN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9</w:t>
            </w:r>
          </w:p>
        </w:tc>
      </w:tr>
      <w:tr w:rsidR="00B12364" w:rsidRPr="00B06CEA" w:rsidTr="00B12364">
        <w:trPr>
          <w:trHeight w:val="300"/>
        </w:trPr>
        <w:tc>
          <w:tcPr>
            <w:tcW w:w="1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06CEA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1069256698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2364" w:rsidRDefault="00B12364" w:rsidP="00B12364"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TI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SANCHEZ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GOMEZ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LEIDY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NATALIA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9</w:t>
            </w:r>
          </w:p>
        </w:tc>
      </w:tr>
      <w:tr w:rsidR="00B12364" w:rsidRPr="00B06CEA" w:rsidTr="00B12364">
        <w:trPr>
          <w:trHeight w:val="300"/>
        </w:trPr>
        <w:tc>
          <w:tcPr>
            <w:tcW w:w="100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364" w:rsidRPr="00B06CEA" w:rsidRDefault="00B12364" w:rsidP="00B12364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B06CE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GRADO 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1069261532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RC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AREVALO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MORENO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JEFERSON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YESID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4</w:t>
            </w:r>
          </w:p>
        </w:tc>
      </w:tr>
      <w:tr w:rsidR="00B12364" w:rsidRPr="00B06CEA" w:rsidTr="00B12364">
        <w:trPr>
          <w:trHeight w:val="300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06CEA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1069260579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2364" w:rsidRDefault="00B12364" w:rsidP="00B12364"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RC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CHAVEZ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GIL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EDWIN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ARLEY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4</w:t>
            </w:r>
          </w:p>
        </w:tc>
      </w:tr>
      <w:tr w:rsidR="00B12364" w:rsidRPr="00B06CEA" w:rsidTr="00B12364">
        <w:trPr>
          <w:trHeight w:val="300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06CEA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1069260742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2364" w:rsidRDefault="00B12364" w:rsidP="00B12364"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RC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GIL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GOMEZ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DEISY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MILENA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4</w:t>
            </w:r>
          </w:p>
        </w:tc>
      </w:tr>
      <w:tr w:rsidR="00B12364" w:rsidRPr="00B06CEA" w:rsidTr="00B12364">
        <w:trPr>
          <w:trHeight w:val="300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06CEA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106925990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2364" w:rsidRDefault="00B12364" w:rsidP="00B12364"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RC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GOMEZ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CASTRO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JUAN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DE JESUS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5</w:t>
            </w:r>
          </w:p>
        </w:tc>
      </w:tr>
      <w:tr w:rsidR="00B12364" w:rsidRPr="00B06CEA" w:rsidTr="00B12364">
        <w:trPr>
          <w:trHeight w:val="300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06CEA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1069260464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2364" w:rsidRDefault="00B12364" w:rsidP="00B12364"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RC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GOMEZ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MORA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JAIR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JOAQUIN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4</w:t>
            </w:r>
          </w:p>
        </w:tc>
      </w:tr>
      <w:tr w:rsidR="00B12364" w:rsidRPr="00B06CEA" w:rsidTr="00B12364">
        <w:trPr>
          <w:trHeight w:val="300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06CEA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1077143501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2364" w:rsidRDefault="00B12364" w:rsidP="00B12364"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RC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GORDILLO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GALEANO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PAULA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ANDREA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4</w:t>
            </w:r>
          </w:p>
        </w:tc>
      </w:tr>
      <w:tr w:rsidR="00B12364" w:rsidRPr="00B06CEA" w:rsidTr="00B12364">
        <w:trPr>
          <w:trHeight w:val="300"/>
        </w:trPr>
        <w:tc>
          <w:tcPr>
            <w:tcW w:w="1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06CEA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1069260628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2364" w:rsidRDefault="00B12364" w:rsidP="00B12364"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RC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PINZON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CHAVES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ANGIE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LILIANA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4</w:t>
            </w:r>
          </w:p>
        </w:tc>
      </w:tr>
      <w:tr w:rsidR="00B12364" w:rsidRPr="00B06CEA" w:rsidTr="00B12364">
        <w:trPr>
          <w:trHeight w:val="300"/>
        </w:trPr>
        <w:tc>
          <w:tcPr>
            <w:tcW w:w="100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364" w:rsidRPr="00B06CEA" w:rsidRDefault="00B12364" w:rsidP="00B12364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B06CE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PRIMERO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1069259460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 xml:space="preserve">RC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AREVALO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GIL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NESTOR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JAVIER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6</w:t>
            </w:r>
          </w:p>
        </w:tc>
      </w:tr>
      <w:tr w:rsidR="00B12364" w:rsidRPr="00B06CEA" w:rsidTr="00B12364">
        <w:trPr>
          <w:trHeight w:val="300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364" w:rsidRPr="00B06CEA" w:rsidRDefault="00B12364" w:rsidP="00B12364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1069259108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2364" w:rsidRDefault="00B12364" w:rsidP="00B12364"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RC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CASTRO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CASTRO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NEYDER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JAVIER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6</w:t>
            </w:r>
          </w:p>
        </w:tc>
      </w:tr>
      <w:tr w:rsidR="00B12364" w:rsidRPr="00B06CEA" w:rsidTr="00B12364">
        <w:trPr>
          <w:trHeight w:val="300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364" w:rsidRPr="00B06CEA" w:rsidRDefault="00B12364" w:rsidP="00B12364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1069259678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2364" w:rsidRDefault="00B12364" w:rsidP="00B12364"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RC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CASTRO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DUARTE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EDISON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EDUARDO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5</w:t>
            </w:r>
          </w:p>
        </w:tc>
      </w:tr>
      <w:tr w:rsidR="00B12364" w:rsidRPr="00B06CEA" w:rsidTr="00B12364">
        <w:trPr>
          <w:trHeight w:val="300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364" w:rsidRPr="00B06CEA" w:rsidRDefault="00B12364" w:rsidP="00B12364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1069258890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2364" w:rsidRDefault="00B12364" w:rsidP="00B12364"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RC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CHAVES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CASTRO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NELSON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FERNEY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6</w:t>
            </w:r>
          </w:p>
        </w:tc>
      </w:tr>
      <w:tr w:rsidR="00B12364" w:rsidRPr="00B06CEA" w:rsidTr="00B12364">
        <w:trPr>
          <w:trHeight w:val="300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364" w:rsidRPr="00B06CEA" w:rsidRDefault="00B12364" w:rsidP="00B12364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1069259243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2364" w:rsidRDefault="00B12364" w:rsidP="00B12364"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RC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CHITIVA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BARBOSA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SONIA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ALEJANDRA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6</w:t>
            </w:r>
          </w:p>
        </w:tc>
      </w:tr>
      <w:tr w:rsidR="00B12364" w:rsidRPr="00B06CEA" w:rsidTr="00B12364">
        <w:trPr>
          <w:trHeight w:val="300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364" w:rsidRPr="00B06CEA" w:rsidRDefault="00B12364" w:rsidP="00B12364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1069259830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2364" w:rsidRDefault="00B12364" w:rsidP="00B12364"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RC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GIL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GOMEZ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KAREN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ANDREA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5</w:t>
            </w:r>
          </w:p>
        </w:tc>
      </w:tr>
      <w:tr w:rsidR="00B12364" w:rsidRPr="00B06CEA" w:rsidTr="00B12364">
        <w:trPr>
          <w:trHeight w:val="300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364" w:rsidRPr="00B06CEA" w:rsidRDefault="00B12364" w:rsidP="00B12364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1069259509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2364" w:rsidRDefault="00B12364" w:rsidP="00B12364"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RC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GIL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GOMEZ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OMAR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RODRIGO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6</w:t>
            </w:r>
          </w:p>
        </w:tc>
      </w:tr>
      <w:tr w:rsidR="00B12364" w:rsidRPr="00B06CEA" w:rsidTr="00B12364">
        <w:trPr>
          <w:trHeight w:val="300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364" w:rsidRPr="00B06CEA" w:rsidRDefault="00B12364" w:rsidP="00B12364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1069259854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2364" w:rsidRDefault="00B12364" w:rsidP="00B12364"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RC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GOMEZ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CASTRO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DEYMER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URIEL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6</w:t>
            </w:r>
          </w:p>
        </w:tc>
      </w:tr>
      <w:tr w:rsidR="00B12364" w:rsidRPr="00B06CEA" w:rsidTr="00B12364">
        <w:trPr>
          <w:trHeight w:val="300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06CEA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1069259497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2364" w:rsidRDefault="00B12364" w:rsidP="00B12364"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RC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MELO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IBAGUE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KAREN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YULIETH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6</w:t>
            </w:r>
          </w:p>
        </w:tc>
      </w:tr>
      <w:tr w:rsidR="00B12364" w:rsidRPr="00B06CEA" w:rsidTr="00B12364">
        <w:trPr>
          <w:trHeight w:val="300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06CEA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1069259537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2364" w:rsidRDefault="00B12364" w:rsidP="00B12364"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RC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MONROY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MARTINEZ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LUZ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ADRIANA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5</w:t>
            </w:r>
          </w:p>
        </w:tc>
      </w:tr>
      <w:tr w:rsidR="00B12364" w:rsidRPr="00B06CEA" w:rsidTr="00B12364">
        <w:trPr>
          <w:trHeight w:val="300"/>
        </w:trPr>
        <w:tc>
          <w:tcPr>
            <w:tcW w:w="1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06CEA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1069259493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2364" w:rsidRDefault="00B12364" w:rsidP="00B12364"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RC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PULIDO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IBAGUE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PAULA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DAYANA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6</w:t>
            </w:r>
          </w:p>
        </w:tc>
      </w:tr>
      <w:tr w:rsidR="00B12364" w:rsidRPr="00B06CEA" w:rsidTr="00B12364">
        <w:trPr>
          <w:trHeight w:val="300"/>
        </w:trPr>
        <w:tc>
          <w:tcPr>
            <w:tcW w:w="100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364" w:rsidRPr="00B06CEA" w:rsidRDefault="00B12364" w:rsidP="00B12364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B06CE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QUINTO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1006925643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2364" w:rsidRDefault="00B12364" w:rsidP="00B12364"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TI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AREVALO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GIL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LEIDY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PATRICIA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9</w:t>
            </w:r>
          </w:p>
        </w:tc>
      </w:tr>
      <w:tr w:rsidR="00B12364" w:rsidRPr="00B06CEA" w:rsidTr="00B12364">
        <w:trPr>
          <w:trHeight w:val="300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06CEA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1007586176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2364" w:rsidRDefault="00B12364" w:rsidP="00B12364"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TI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AREVALO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MORENO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DEIBER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STIVEN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</w:t>
            </w:r>
          </w:p>
        </w:tc>
      </w:tr>
      <w:tr w:rsidR="00B12364" w:rsidRPr="00B06CEA" w:rsidTr="00B12364">
        <w:trPr>
          <w:trHeight w:val="300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06CEA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1007585799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2364" w:rsidRDefault="00B12364" w:rsidP="00B12364"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TI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CHAVES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CASTRO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JAIRO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HUMBERTO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11</w:t>
            </w:r>
          </w:p>
        </w:tc>
      </w:tr>
      <w:tr w:rsidR="00B12364" w:rsidRPr="00B06CEA" w:rsidTr="00B12364">
        <w:trPr>
          <w:trHeight w:val="300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06CEA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1007586016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2364" w:rsidRDefault="00B12364" w:rsidP="00B12364"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TI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GARZON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GOMEZ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YULIANA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GERALDENE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</w:t>
            </w:r>
          </w:p>
        </w:tc>
      </w:tr>
      <w:tr w:rsidR="00B12364" w:rsidRPr="00B06CEA" w:rsidTr="00B12364">
        <w:trPr>
          <w:trHeight w:val="300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06CEA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1003578002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2364" w:rsidRDefault="00B12364" w:rsidP="00B12364"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TI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GARZON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RODRIGUEZ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OMAR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JULIAN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</w:t>
            </w:r>
          </w:p>
        </w:tc>
      </w:tr>
      <w:tr w:rsidR="00B12364" w:rsidRPr="00B06CEA" w:rsidTr="00B12364">
        <w:trPr>
          <w:trHeight w:val="300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06CEA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1007688715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2364" w:rsidRDefault="00B12364" w:rsidP="00B12364"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TI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GIL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GOMEZ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JUAN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CARLOS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</w:t>
            </w:r>
          </w:p>
        </w:tc>
      </w:tr>
      <w:tr w:rsidR="00B12364" w:rsidRPr="00B06CEA" w:rsidTr="00B12364">
        <w:trPr>
          <w:trHeight w:val="300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06CEA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1007498229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2364" w:rsidRDefault="00B12364" w:rsidP="00B12364"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TI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GOMEZ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CASTRO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SONIA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ANDREA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</w:t>
            </w:r>
          </w:p>
        </w:tc>
      </w:tr>
      <w:tr w:rsidR="00B12364" w:rsidRPr="00B06CEA" w:rsidTr="00B12364">
        <w:trPr>
          <w:trHeight w:val="300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06CEA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1007498440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2364" w:rsidRDefault="00B12364" w:rsidP="00B12364"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TI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GOMEZ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CHAVES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FREDY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REINALDO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</w:t>
            </w:r>
          </w:p>
        </w:tc>
      </w:tr>
      <w:tr w:rsidR="00B12364" w:rsidRPr="00B06CEA" w:rsidTr="00B12364">
        <w:trPr>
          <w:trHeight w:val="300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06CEA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1007586018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2364" w:rsidRDefault="00B12364" w:rsidP="00B12364"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TI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GOMEZ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MORA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ESTRELLA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MAGDALENA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</w:t>
            </w:r>
          </w:p>
        </w:tc>
      </w:tr>
      <w:tr w:rsidR="00B12364" w:rsidRPr="00B06CEA" w:rsidTr="00B12364">
        <w:trPr>
          <w:trHeight w:val="300"/>
        </w:trPr>
        <w:tc>
          <w:tcPr>
            <w:tcW w:w="1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06CEA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1003913528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2364" w:rsidRDefault="00B12364" w:rsidP="00B12364"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TI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MONROY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MARTINEZ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SANDRA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JANETH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</w:t>
            </w:r>
          </w:p>
        </w:tc>
      </w:tr>
      <w:tr w:rsidR="00B12364" w:rsidRPr="00B06CEA" w:rsidTr="00B12364">
        <w:trPr>
          <w:trHeight w:val="300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364" w:rsidRPr="00B06CEA" w:rsidRDefault="00B12364" w:rsidP="00B12364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lastRenderedPageBreak/>
              <w:t>SEGUNDO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1069257935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TI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CASTRO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CASTRO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OSCAR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ORLANDO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7</w:t>
            </w:r>
          </w:p>
        </w:tc>
      </w:tr>
      <w:tr w:rsidR="00B12364" w:rsidRPr="00B06CEA" w:rsidTr="00B12364">
        <w:trPr>
          <w:trHeight w:val="30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364" w:rsidRPr="00B06CEA" w:rsidRDefault="00B12364" w:rsidP="00B12364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1069258843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RC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CHAVEZ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GIL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IVAN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GUSTAVO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6</w:t>
            </w:r>
          </w:p>
        </w:tc>
      </w:tr>
      <w:tr w:rsidR="00B12364" w:rsidRPr="00B06CEA" w:rsidTr="00B12364">
        <w:trPr>
          <w:trHeight w:val="30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364" w:rsidRPr="00B06CEA" w:rsidRDefault="00B12364" w:rsidP="00B12364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1069259469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2364" w:rsidRDefault="00B12364" w:rsidP="00B12364"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RC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GARZON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GOMEZ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DUVAN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ALEXANDER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7</w:t>
            </w:r>
          </w:p>
        </w:tc>
      </w:tr>
      <w:tr w:rsidR="00B12364" w:rsidRPr="00B06CEA" w:rsidTr="00B12364">
        <w:trPr>
          <w:trHeight w:val="30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364" w:rsidRPr="00B06CEA" w:rsidRDefault="00B12364" w:rsidP="00B12364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1069258678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2364" w:rsidRDefault="00B12364" w:rsidP="00B12364"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RC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GOMEZ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CASTRO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DEISY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PATRICIA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6</w:t>
            </w:r>
          </w:p>
        </w:tc>
      </w:tr>
      <w:tr w:rsidR="00B12364" w:rsidRPr="00B06CEA" w:rsidTr="00B12364">
        <w:trPr>
          <w:trHeight w:val="30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364" w:rsidRPr="00B06CEA" w:rsidRDefault="00B12364" w:rsidP="00B12364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1069258561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2364" w:rsidRDefault="00B12364" w:rsidP="00B12364"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RC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GUTIERREZ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RIVERA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JORGE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ENRIQUE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7</w:t>
            </w:r>
          </w:p>
        </w:tc>
      </w:tr>
      <w:tr w:rsidR="00B12364" w:rsidRPr="00B06CEA" w:rsidTr="00B12364">
        <w:trPr>
          <w:trHeight w:val="30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364" w:rsidRPr="00B06CEA" w:rsidRDefault="00B12364" w:rsidP="00B12364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1069258695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2364" w:rsidRDefault="00B12364" w:rsidP="00B12364"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RC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PINZON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CHAVES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JHON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ALEXANDER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7</w:t>
            </w:r>
          </w:p>
        </w:tc>
      </w:tr>
      <w:tr w:rsidR="00B12364" w:rsidRPr="00B06CEA" w:rsidTr="00B12364">
        <w:trPr>
          <w:trHeight w:val="300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364" w:rsidRPr="00B06CEA" w:rsidRDefault="00B12364" w:rsidP="00B12364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B06CE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TERCERO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1007586020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TI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CASTRO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DUARTE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WILLIAM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DANILO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</w:t>
            </w:r>
          </w:p>
        </w:tc>
      </w:tr>
      <w:tr w:rsidR="00B12364" w:rsidRPr="00B06CEA" w:rsidTr="00B12364">
        <w:trPr>
          <w:trHeight w:val="300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06CEA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1069256882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2364" w:rsidRDefault="00B12364" w:rsidP="00B12364"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TI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GARZON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GOMEZ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BRAYAN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LEONARDO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8</w:t>
            </w:r>
          </w:p>
        </w:tc>
      </w:tr>
      <w:tr w:rsidR="00B12364" w:rsidRPr="00B06CEA" w:rsidTr="00B12364">
        <w:trPr>
          <w:trHeight w:val="300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06CEA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1069257851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2364" w:rsidRDefault="00B12364" w:rsidP="00B12364"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TI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GOMEZ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CHAVES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LUCY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YAMILE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7</w:t>
            </w:r>
          </w:p>
        </w:tc>
      </w:tr>
      <w:tr w:rsidR="00B12364" w:rsidRPr="00B06CEA" w:rsidTr="00B12364">
        <w:trPr>
          <w:trHeight w:val="300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06CEA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1077147350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2364" w:rsidRDefault="00B12364" w:rsidP="00B12364"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TI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GORDILLO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GALEANO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KAREN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YULIANA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7</w:t>
            </w:r>
          </w:p>
        </w:tc>
      </w:tr>
      <w:tr w:rsidR="00B12364" w:rsidRPr="00B06CEA" w:rsidTr="00B12364">
        <w:trPr>
          <w:trHeight w:val="300"/>
        </w:trPr>
        <w:tc>
          <w:tcPr>
            <w:tcW w:w="1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06CEA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1069257481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2364" w:rsidRDefault="00B12364" w:rsidP="00B12364"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TI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MELO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IBAGUE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JEISSON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STEVEN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12364" w:rsidRDefault="00B12364" w:rsidP="00B12364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B12364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8</w:t>
            </w:r>
          </w:p>
        </w:tc>
      </w:tr>
    </w:tbl>
    <w:p w:rsidR="00490958" w:rsidRDefault="00490958" w:rsidP="00490958">
      <w:pPr>
        <w:jc w:val="center"/>
        <w:rPr>
          <w:rFonts w:ascii="Courier New" w:hAnsi="Courier New" w:cs="Courier New"/>
          <w:b/>
          <w:bCs/>
          <w:sz w:val="36"/>
        </w:rPr>
      </w:pPr>
    </w:p>
    <w:p w:rsidR="00490958" w:rsidRDefault="00490958" w:rsidP="00356954">
      <w:pPr>
        <w:jc w:val="center"/>
        <w:rPr>
          <w:rFonts w:ascii="Courier New" w:hAnsi="Courier New" w:cs="Courier New"/>
          <w:b/>
          <w:bCs/>
          <w:sz w:val="36"/>
        </w:rPr>
      </w:pPr>
    </w:p>
    <w:p w:rsidR="00B12364" w:rsidRDefault="00B12364" w:rsidP="00356954">
      <w:pPr>
        <w:jc w:val="center"/>
        <w:rPr>
          <w:rFonts w:ascii="Courier New" w:hAnsi="Courier New" w:cs="Courier New"/>
          <w:b/>
          <w:bCs/>
          <w:sz w:val="36"/>
        </w:rPr>
      </w:pPr>
    </w:p>
    <w:p w:rsidR="00B12364" w:rsidRDefault="00B12364" w:rsidP="00356954">
      <w:pPr>
        <w:jc w:val="center"/>
        <w:rPr>
          <w:rFonts w:ascii="Courier New" w:hAnsi="Courier New" w:cs="Courier New"/>
          <w:b/>
          <w:bCs/>
          <w:sz w:val="36"/>
        </w:rPr>
      </w:pPr>
    </w:p>
    <w:p w:rsidR="00B12364" w:rsidRDefault="00B12364" w:rsidP="00356954">
      <w:pPr>
        <w:jc w:val="center"/>
        <w:rPr>
          <w:rFonts w:ascii="Courier New" w:hAnsi="Courier New" w:cs="Courier New"/>
          <w:b/>
          <w:bCs/>
          <w:sz w:val="36"/>
        </w:rPr>
      </w:pPr>
    </w:p>
    <w:p w:rsidR="00B12364" w:rsidRDefault="00B12364" w:rsidP="00356954">
      <w:pPr>
        <w:jc w:val="center"/>
        <w:rPr>
          <w:rFonts w:ascii="Courier New" w:hAnsi="Courier New" w:cs="Courier New"/>
          <w:b/>
          <w:bCs/>
          <w:sz w:val="36"/>
        </w:rPr>
      </w:pPr>
    </w:p>
    <w:p w:rsidR="00B12364" w:rsidRDefault="00B12364" w:rsidP="00356954">
      <w:pPr>
        <w:jc w:val="center"/>
        <w:rPr>
          <w:rFonts w:ascii="Courier New" w:hAnsi="Courier New" w:cs="Courier New"/>
          <w:b/>
          <w:bCs/>
          <w:sz w:val="36"/>
        </w:rPr>
      </w:pPr>
    </w:p>
    <w:p w:rsidR="00B12364" w:rsidRDefault="00B12364" w:rsidP="00356954">
      <w:pPr>
        <w:jc w:val="center"/>
        <w:rPr>
          <w:rFonts w:ascii="Courier New" w:hAnsi="Courier New" w:cs="Courier New"/>
          <w:b/>
          <w:bCs/>
          <w:sz w:val="36"/>
        </w:rPr>
      </w:pPr>
    </w:p>
    <w:p w:rsidR="00B12364" w:rsidRDefault="00B12364" w:rsidP="00356954">
      <w:pPr>
        <w:jc w:val="center"/>
        <w:rPr>
          <w:rFonts w:ascii="Courier New" w:hAnsi="Courier New" w:cs="Courier New"/>
          <w:b/>
          <w:bCs/>
          <w:sz w:val="36"/>
        </w:rPr>
      </w:pPr>
    </w:p>
    <w:p w:rsidR="00B12364" w:rsidRDefault="00B12364" w:rsidP="00356954">
      <w:pPr>
        <w:jc w:val="center"/>
        <w:rPr>
          <w:rFonts w:ascii="Courier New" w:hAnsi="Courier New" w:cs="Courier New"/>
          <w:b/>
          <w:bCs/>
          <w:sz w:val="36"/>
        </w:rPr>
      </w:pPr>
    </w:p>
    <w:p w:rsidR="00B12364" w:rsidRDefault="00B12364" w:rsidP="00356954">
      <w:pPr>
        <w:jc w:val="center"/>
        <w:rPr>
          <w:rFonts w:ascii="Courier New" w:hAnsi="Courier New" w:cs="Courier New"/>
          <w:b/>
          <w:bCs/>
          <w:sz w:val="36"/>
        </w:rPr>
      </w:pPr>
    </w:p>
    <w:p w:rsidR="00B12364" w:rsidRDefault="00B12364" w:rsidP="00356954">
      <w:pPr>
        <w:jc w:val="center"/>
        <w:rPr>
          <w:rFonts w:ascii="Courier New" w:hAnsi="Courier New" w:cs="Courier New"/>
          <w:b/>
          <w:bCs/>
          <w:sz w:val="36"/>
        </w:rPr>
      </w:pPr>
    </w:p>
    <w:p w:rsidR="00B12364" w:rsidRDefault="00B12364" w:rsidP="00356954">
      <w:pPr>
        <w:jc w:val="center"/>
        <w:rPr>
          <w:rFonts w:ascii="Courier New" w:hAnsi="Courier New" w:cs="Courier New"/>
          <w:b/>
          <w:bCs/>
          <w:sz w:val="36"/>
        </w:rPr>
      </w:pPr>
    </w:p>
    <w:p w:rsidR="00B12364" w:rsidRDefault="00B12364" w:rsidP="00356954">
      <w:pPr>
        <w:jc w:val="center"/>
        <w:rPr>
          <w:rFonts w:ascii="Courier New" w:hAnsi="Courier New" w:cs="Courier New"/>
          <w:b/>
          <w:bCs/>
          <w:sz w:val="36"/>
        </w:rPr>
      </w:pPr>
    </w:p>
    <w:p w:rsidR="00B12364" w:rsidRDefault="00B12364" w:rsidP="00356954">
      <w:pPr>
        <w:jc w:val="center"/>
        <w:rPr>
          <w:rFonts w:ascii="Courier New" w:hAnsi="Courier New" w:cs="Courier New"/>
          <w:b/>
          <w:bCs/>
          <w:sz w:val="36"/>
        </w:rPr>
      </w:pPr>
    </w:p>
    <w:p w:rsidR="00B12364" w:rsidRDefault="00B12364" w:rsidP="00356954">
      <w:pPr>
        <w:jc w:val="center"/>
        <w:rPr>
          <w:rFonts w:ascii="Courier New" w:hAnsi="Courier New" w:cs="Courier New"/>
          <w:b/>
          <w:bCs/>
          <w:sz w:val="36"/>
        </w:rPr>
      </w:pPr>
    </w:p>
    <w:p w:rsidR="00B12364" w:rsidRDefault="00B12364" w:rsidP="00356954">
      <w:pPr>
        <w:jc w:val="center"/>
        <w:rPr>
          <w:rFonts w:ascii="Courier New" w:hAnsi="Courier New" w:cs="Courier New"/>
          <w:b/>
          <w:bCs/>
          <w:sz w:val="36"/>
        </w:rPr>
      </w:pPr>
    </w:p>
    <w:p w:rsidR="00B12364" w:rsidRDefault="00B12364" w:rsidP="00356954">
      <w:pPr>
        <w:jc w:val="center"/>
        <w:rPr>
          <w:rFonts w:ascii="Courier New" w:hAnsi="Courier New" w:cs="Courier New"/>
          <w:b/>
          <w:bCs/>
          <w:sz w:val="36"/>
        </w:rPr>
      </w:pPr>
    </w:p>
    <w:p w:rsidR="00B12364" w:rsidRDefault="00B12364" w:rsidP="00356954">
      <w:pPr>
        <w:jc w:val="center"/>
        <w:rPr>
          <w:rFonts w:ascii="Courier New" w:hAnsi="Courier New" w:cs="Courier New"/>
          <w:b/>
          <w:bCs/>
          <w:sz w:val="36"/>
        </w:rPr>
      </w:pPr>
    </w:p>
    <w:p w:rsidR="00B12364" w:rsidRDefault="00B12364" w:rsidP="00356954">
      <w:pPr>
        <w:jc w:val="center"/>
        <w:rPr>
          <w:rFonts w:ascii="Courier New" w:hAnsi="Courier New" w:cs="Courier New"/>
          <w:b/>
          <w:bCs/>
          <w:sz w:val="36"/>
        </w:rPr>
      </w:pPr>
    </w:p>
    <w:p w:rsidR="00B12364" w:rsidRDefault="00B12364" w:rsidP="00356954">
      <w:pPr>
        <w:jc w:val="center"/>
        <w:rPr>
          <w:rFonts w:ascii="Courier New" w:hAnsi="Courier New" w:cs="Courier New"/>
          <w:b/>
          <w:bCs/>
          <w:sz w:val="36"/>
        </w:rPr>
      </w:pPr>
    </w:p>
    <w:p w:rsidR="00B12364" w:rsidRDefault="00B12364" w:rsidP="00356954">
      <w:pPr>
        <w:jc w:val="center"/>
        <w:rPr>
          <w:rFonts w:ascii="Courier New" w:hAnsi="Courier New" w:cs="Courier New"/>
          <w:b/>
          <w:bCs/>
          <w:sz w:val="36"/>
        </w:rPr>
      </w:pPr>
    </w:p>
    <w:p w:rsidR="00B12364" w:rsidRDefault="00B12364" w:rsidP="00356954">
      <w:pPr>
        <w:jc w:val="center"/>
        <w:rPr>
          <w:rFonts w:ascii="Courier New" w:hAnsi="Courier New" w:cs="Courier New"/>
          <w:b/>
          <w:bCs/>
          <w:sz w:val="36"/>
        </w:rPr>
      </w:pPr>
    </w:p>
    <w:p w:rsidR="00B12364" w:rsidRDefault="00B12364" w:rsidP="00356954">
      <w:pPr>
        <w:jc w:val="center"/>
        <w:rPr>
          <w:rFonts w:ascii="Courier New" w:hAnsi="Courier New" w:cs="Courier New"/>
          <w:b/>
          <w:bCs/>
          <w:sz w:val="36"/>
        </w:rPr>
      </w:pPr>
    </w:p>
    <w:p w:rsidR="00B12364" w:rsidRDefault="00B12364" w:rsidP="00356954">
      <w:pPr>
        <w:jc w:val="center"/>
        <w:rPr>
          <w:rFonts w:ascii="Courier New" w:hAnsi="Courier New" w:cs="Courier New"/>
          <w:b/>
          <w:bCs/>
          <w:sz w:val="36"/>
        </w:rPr>
      </w:pPr>
    </w:p>
    <w:p w:rsidR="00B12364" w:rsidRPr="00F86108" w:rsidRDefault="00B12364" w:rsidP="00B12364">
      <w:pPr>
        <w:tabs>
          <w:tab w:val="left" w:pos="1515"/>
          <w:tab w:val="left" w:pos="2694"/>
        </w:tabs>
        <w:jc w:val="both"/>
        <w:rPr>
          <w:sz w:val="32"/>
        </w:rPr>
      </w:pPr>
      <w:r w:rsidRPr="00F86108"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>SEDE</w:t>
      </w:r>
      <w:r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>:</w:t>
      </w:r>
      <w:r w:rsidRPr="00F86108"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ab/>
      </w:r>
      <w:r w:rsidRPr="00F86108"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ab/>
      </w:r>
      <w:r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ab/>
      </w:r>
      <w:r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ab/>
      </w:r>
      <w:r>
        <w:rPr>
          <w:rFonts w:ascii="Calibri" w:hAnsi="Calibri"/>
          <w:color w:val="000000"/>
          <w:sz w:val="28"/>
          <w:szCs w:val="22"/>
          <w:lang w:val="es-CO" w:eastAsia="es-CO"/>
        </w:rPr>
        <w:t>C</w:t>
      </w:r>
      <w:r w:rsidR="00FE2B94">
        <w:rPr>
          <w:rFonts w:ascii="Calibri" w:hAnsi="Calibri"/>
          <w:color w:val="000000"/>
          <w:sz w:val="28"/>
          <w:szCs w:val="22"/>
          <w:lang w:val="es-CO" w:eastAsia="es-CO"/>
        </w:rPr>
        <w:t>HINGACIO ALTO</w:t>
      </w:r>
    </w:p>
    <w:p w:rsidR="00B12364" w:rsidRPr="00F86108" w:rsidRDefault="00B12364" w:rsidP="00B12364">
      <w:pPr>
        <w:tabs>
          <w:tab w:val="left" w:pos="1515"/>
          <w:tab w:val="left" w:pos="2694"/>
        </w:tabs>
        <w:jc w:val="both"/>
        <w:rPr>
          <w:sz w:val="32"/>
        </w:rPr>
      </w:pPr>
      <w:r w:rsidRPr="00F86108"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>CONSECUTIVO</w:t>
      </w:r>
      <w:r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>:</w:t>
      </w:r>
      <w:r w:rsidRPr="00F86108"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ab/>
      </w:r>
      <w:r w:rsidRPr="00F86108"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ab/>
      </w:r>
      <w:r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ab/>
      </w:r>
      <w:r w:rsidRPr="00F86108">
        <w:rPr>
          <w:rFonts w:ascii="Calibri" w:hAnsi="Calibri"/>
          <w:color w:val="000000"/>
          <w:sz w:val="28"/>
          <w:szCs w:val="22"/>
          <w:lang w:val="es-CO" w:eastAsia="es-CO"/>
        </w:rPr>
        <w:t>125183000320</w:t>
      </w:r>
      <w:r w:rsidR="00FE2B94">
        <w:rPr>
          <w:rFonts w:ascii="Calibri" w:hAnsi="Calibri"/>
          <w:color w:val="000000"/>
          <w:sz w:val="28"/>
          <w:szCs w:val="22"/>
          <w:lang w:val="es-CO" w:eastAsia="es-CO"/>
        </w:rPr>
        <w:t>12</w:t>
      </w:r>
    </w:p>
    <w:p w:rsidR="00B12364" w:rsidRDefault="00B12364" w:rsidP="00B12364">
      <w:pPr>
        <w:tabs>
          <w:tab w:val="left" w:pos="1515"/>
          <w:tab w:val="left" w:pos="2694"/>
        </w:tabs>
        <w:jc w:val="both"/>
        <w:rPr>
          <w:rFonts w:ascii="Calibri" w:hAnsi="Calibri"/>
          <w:color w:val="000000"/>
          <w:sz w:val="28"/>
          <w:szCs w:val="22"/>
          <w:lang w:val="es-CO" w:eastAsia="es-CO"/>
        </w:rPr>
      </w:pPr>
      <w:r w:rsidRPr="00F86108"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>DANE</w:t>
      </w:r>
      <w:r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>:</w:t>
      </w:r>
      <w:r w:rsidRPr="00F86108"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ab/>
      </w:r>
      <w:r w:rsidRPr="00F86108"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ab/>
      </w:r>
      <w:r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ab/>
      </w:r>
      <w:r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ab/>
      </w:r>
      <w:r w:rsidRPr="00F86108">
        <w:rPr>
          <w:rFonts w:ascii="Calibri" w:hAnsi="Calibri"/>
          <w:color w:val="000000"/>
          <w:sz w:val="28"/>
          <w:szCs w:val="22"/>
          <w:lang w:val="es-CO" w:eastAsia="es-CO"/>
        </w:rPr>
        <w:t>225183000</w:t>
      </w:r>
      <w:r w:rsidR="00FE2B94">
        <w:rPr>
          <w:rFonts w:ascii="Calibri" w:hAnsi="Calibri"/>
          <w:color w:val="000000"/>
          <w:sz w:val="28"/>
          <w:szCs w:val="22"/>
          <w:lang w:val="es-CO" w:eastAsia="es-CO"/>
        </w:rPr>
        <w:t>570</w:t>
      </w:r>
    </w:p>
    <w:p w:rsidR="00B12364" w:rsidRDefault="00B12364" w:rsidP="00FE2B94">
      <w:pPr>
        <w:tabs>
          <w:tab w:val="left" w:pos="1515"/>
          <w:tab w:val="left" w:pos="2694"/>
        </w:tabs>
        <w:jc w:val="both"/>
        <w:rPr>
          <w:rFonts w:ascii="Calibri" w:hAnsi="Calibri"/>
          <w:b/>
          <w:bCs/>
          <w:color w:val="000000"/>
          <w:sz w:val="22"/>
          <w:szCs w:val="22"/>
          <w:lang w:val="es-CO" w:eastAsia="es-CO"/>
        </w:rPr>
      </w:pPr>
      <w:r w:rsidRPr="00F86108">
        <w:rPr>
          <w:rFonts w:ascii="Calibri" w:hAnsi="Calibri"/>
          <w:b/>
          <w:color w:val="000000"/>
          <w:sz w:val="28"/>
          <w:szCs w:val="22"/>
          <w:lang w:val="es-CO" w:eastAsia="es-CO"/>
        </w:rPr>
        <w:t>DOCENTE:</w:t>
      </w:r>
      <w:r>
        <w:rPr>
          <w:rFonts w:ascii="Calibri" w:hAnsi="Calibri"/>
          <w:color w:val="000000"/>
          <w:sz w:val="28"/>
          <w:szCs w:val="22"/>
          <w:lang w:val="es-CO" w:eastAsia="es-CO"/>
        </w:rPr>
        <w:tab/>
      </w:r>
      <w:r>
        <w:rPr>
          <w:rFonts w:ascii="Calibri" w:hAnsi="Calibri"/>
          <w:color w:val="000000"/>
          <w:sz w:val="28"/>
          <w:szCs w:val="22"/>
          <w:lang w:val="es-CO" w:eastAsia="es-CO"/>
        </w:rPr>
        <w:tab/>
      </w:r>
      <w:r>
        <w:rPr>
          <w:rFonts w:ascii="Calibri" w:hAnsi="Calibri"/>
          <w:color w:val="000000"/>
          <w:sz w:val="28"/>
          <w:szCs w:val="22"/>
          <w:lang w:val="es-CO" w:eastAsia="es-CO"/>
        </w:rPr>
        <w:tab/>
      </w:r>
      <w:r>
        <w:rPr>
          <w:rFonts w:ascii="Calibri" w:hAnsi="Calibri"/>
          <w:color w:val="000000"/>
          <w:sz w:val="28"/>
          <w:szCs w:val="22"/>
          <w:lang w:val="es-CO" w:eastAsia="es-CO"/>
        </w:rPr>
        <w:tab/>
      </w:r>
      <w:r w:rsidR="00FE2B94">
        <w:rPr>
          <w:rFonts w:ascii="Calibri" w:hAnsi="Calibri"/>
          <w:color w:val="000000"/>
          <w:sz w:val="28"/>
          <w:szCs w:val="22"/>
          <w:lang w:val="es-CO" w:eastAsia="es-CO"/>
        </w:rPr>
        <w:t>DORA ALICIA TORRES RODRIGUEZ</w:t>
      </w:r>
    </w:p>
    <w:p w:rsidR="00B12364" w:rsidRDefault="00B12364" w:rsidP="00B12364">
      <w:pPr>
        <w:tabs>
          <w:tab w:val="left" w:pos="1515"/>
          <w:tab w:val="left" w:pos="2694"/>
        </w:tabs>
        <w:jc w:val="both"/>
        <w:rPr>
          <w:rFonts w:ascii="Calibri" w:hAnsi="Calibri"/>
          <w:b/>
          <w:bCs/>
          <w:color w:val="000000"/>
          <w:sz w:val="22"/>
          <w:szCs w:val="22"/>
          <w:lang w:val="es-CO" w:eastAsia="es-CO"/>
        </w:rPr>
      </w:pPr>
    </w:p>
    <w:p w:rsidR="00B12364" w:rsidRDefault="00B12364" w:rsidP="00B12364">
      <w:pPr>
        <w:tabs>
          <w:tab w:val="left" w:pos="1515"/>
          <w:tab w:val="left" w:pos="2694"/>
        </w:tabs>
        <w:jc w:val="both"/>
        <w:rPr>
          <w:rFonts w:ascii="Calibri" w:hAnsi="Calibri"/>
          <w:b/>
          <w:bCs/>
          <w:color w:val="000000"/>
          <w:sz w:val="22"/>
          <w:szCs w:val="22"/>
          <w:lang w:val="es-CO" w:eastAsia="es-CO"/>
        </w:rPr>
      </w:pPr>
    </w:p>
    <w:tbl>
      <w:tblPr>
        <w:tblW w:w="9113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052"/>
        <w:gridCol w:w="1306"/>
        <w:gridCol w:w="619"/>
        <w:gridCol w:w="1484"/>
        <w:gridCol w:w="1258"/>
        <w:gridCol w:w="1222"/>
        <w:gridCol w:w="1311"/>
        <w:gridCol w:w="861"/>
      </w:tblGrid>
      <w:tr w:rsidR="00FE2B94" w:rsidRPr="00B06CEA" w:rsidTr="00184835">
        <w:trPr>
          <w:trHeight w:val="30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06CEA" w:rsidRDefault="00B12364" w:rsidP="00B12364">
            <w:pPr>
              <w:jc w:val="center"/>
              <w:rPr>
                <w:rFonts w:ascii="Calibri" w:hAnsi="Calibri"/>
                <w:b/>
                <w:bCs/>
                <w:color w:val="000000"/>
                <w:lang w:val="es-CO" w:eastAsia="es-CO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O" w:eastAsia="es-CO"/>
              </w:rPr>
              <w:t>G</w:t>
            </w:r>
            <w:r w:rsidRPr="00B06CEA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O" w:eastAsia="es-CO"/>
              </w:rPr>
              <w:t>RADO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06CEA" w:rsidRDefault="00B12364" w:rsidP="00B12364">
            <w:pPr>
              <w:jc w:val="center"/>
              <w:rPr>
                <w:rFonts w:ascii="Calibri" w:hAnsi="Calibri"/>
                <w:b/>
                <w:bCs/>
                <w:color w:val="000000"/>
                <w:lang w:val="es-CO" w:eastAsia="es-CO"/>
              </w:rPr>
            </w:pPr>
            <w:r w:rsidRPr="00B06CEA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O" w:eastAsia="es-CO"/>
              </w:rPr>
              <w:t>DOC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06CEA" w:rsidRDefault="00B12364" w:rsidP="00184835">
            <w:pPr>
              <w:jc w:val="center"/>
              <w:rPr>
                <w:rFonts w:ascii="Calibri" w:hAnsi="Calibri"/>
                <w:b/>
                <w:bCs/>
                <w:color w:val="000000"/>
                <w:lang w:val="es-CO" w:eastAsia="es-CO"/>
              </w:rPr>
            </w:pPr>
            <w:r w:rsidRPr="00B06CEA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O" w:eastAsia="es-CO"/>
              </w:rPr>
              <w:t>TIPO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06CEA" w:rsidRDefault="00B12364" w:rsidP="00B12364">
            <w:pPr>
              <w:jc w:val="center"/>
              <w:rPr>
                <w:rFonts w:ascii="Calibri" w:hAnsi="Calibri"/>
                <w:b/>
                <w:bCs/>
                <w:color w:val="000000"/>
                <w:lang w:val="es-CO" w:eastAsia="es-CO"/>
              </w:rPr>
            </w:pPr>
            <w:r w:rsidRPr="00B06CEA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O" w:eastAsia="es-CO"/>
              </w:rPr>
              <w:t>APELLIDO1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06CEA" w:rsidRDefault="00B12364" w:rsidP="00B12364">
            <w:pPr>
              <w:jc w:val="center"/>
              <w:rPr>
                <w:rFonts w:ascii="Calibri" w:hAnsi="Calibri"/>
                <w:b/>
                <w:bCs/>
                <w:color w:val="000000"/>
                <w:lang w:val="es-CO" w:eastAsia="es-CO"/>
              </w:rPr>
            </w:pPr>
            <w:r w:rsidRPr="00B06CEA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O" w:eastAsia="es-CO"/>
              </w:rPr>
              <w:t>APELLIDO2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06CEA" w:rsidRDefault="00B12364" w:rsidP="00B12364">
            <w:pPr>
              <w:jc w:val="center"/>
              <w:rPr>
                <w:rFonts w:ascii="Calibri" w:hAnsi="Calibri"/>
                <w:b/>
                <w:bCs/>
                <w:color w:val="000000"/>
                <w:lang w:val="es-CO" w:eastAsia="es-CO"/>
              </w:rPr>
            </w:pPr>
            <w:r w:rsidRPr="00B06CEA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O" w:eastAsia="es-CO"/>
              </w:rPr>
              <w:t>NOMBRE1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06CEA" w:rsidRDefault="00B12364" w:rsidP="00B12364">
            <w:pPr>
              <w:jc w:val="center"/>
              <w:rPr>
                <w:rFonts w:ascii="Calibri" w:hAnsi="Calibri"/>
                <w:b/>
                <w:bCs/>
                <w:color w:val="000000"/>
                <w:lang w:val="es-CO" w:eastAsia="es-CO"/>
              </w:rPr>
            </w:pPr>
            <w:r w:rsidRPr="00B06CEA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O" w:eastAsia="es-CO"/>
              </w:rPr>
              <w:t>NOMBRE2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64" w:rsidRPr="00B06CEA" w:rsidRDefault="00B12364" w:rsidP="00B12364">
            <w:pPr>
              <w:jc w:val="center"/>
              <w:rPr>
                <w:rFonts w:ascii="Calibri" w:hAnsi="Calibri"/>
                <w:b/>
                <w:bCs/>
                <w:color w:val="000000"/>
                <w:lang w:val="es-CO" w:eastAsia="es-CO"/>
              </w:rPr>
            </w:pPr>
            <w:r w:rsidRPr="00B06CEA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O" w:eastAsia="es-CO"/>
              </w:rPr>
              <w:t>EDAD</w:t>
            </w:r>
          </w:p>
        </w:tc>
      </w:tr>
      <w:tr w:rsidR="00FE2B94" w:rsidRPr="00B06CEA" w:rsidTr="00184835">
        <w:trPr>
          <w:trHeight w:val="300"/>
        </w:trPr>
        <w:tc>
          <w:tcPr>
            <w:tcW w:w="105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B94" w:rsidRPr="00B06CEA" w:rsidRDefault="00FE2B94" w:rsidP="00B12364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B06CE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CUARTO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B94" w:rsidRPr="00BD138A" w:rsidRDefault="00FE2B94" w:rsidP="000F7E89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BD138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1069256468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B94" w:rsidRPr="00BD138A" w:rsidRDefault="00FE2B94" w:rsidP="00184835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BD138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TI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B94" w:rsidRPr="00BD138A" w:rsidRDefault="00FE2B94" w:rsidP="000F7E89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D138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CASTRO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B94" w:rsidRPr="00BD138A" w:rsidRDefault="00FE2B94" w:rsidP="000F7E89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D138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FARFAN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B94" w:rsidRPr="00BD138A" w:rsidRDefault="00FE2B94" w:rsidP="000F7E89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D138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DAYANA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B94" w:rsidRPr="00BD138A" w:rsidRDefault="00FE2B94" w:rsidP="000F7E89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D138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ALEJANDRA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B94" w:rsidRPr="00BD138A" w:rsidRDefault="00FE2B94" w:rsidP="000F7E89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BD138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9</w:t>
            </w:r>
          </w:p>
        </w:tc>
      </w:tr>
      <w:tr w:rsidR="00FE2B94" w:rsidRPr="00B06CEA" w:rsidTr="00184835">
        <w:trPr>
          <w:trHeight w:val="300"/>
        </w:trPr>
        <w:tc>
          <w:tcPr>
            <w:tcW w:w="1052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B94" w:rsidRPr="00B06CEA" w:rsidRDefault="00FE2B94" w:rsidP="00B12364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B94" w:rsidRPr="00BD138A" w:rsidRDefault="00FE2B94" w:rsidP="000F7E89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BD138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1069256663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B94" w:rsidRDefault="00FE2B94" w:rsidP="00184835">
            <w:pPr>
              <w:jc w:val="center"/>
            </w:pPr>
            <w:r w:rsidRPr="00BD138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TI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B94" w:rsidRPr="00BD138A" w:rsidRDefault="00FE2B94" w:rsidP="000F7E89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D138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CHAVES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B94" w:rsidRPr="00BD138A" w:rsidRDefault="00FE2B94" w:rsidP="000F7E89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D138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CASTAÑEDA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B94" w:rsidRPr="00BD138A" w:rsidRDefault="00FE2B94" w:rsidP="000F7E89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D138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OSCAR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B94" w:rsidRPr="00BD138A" w:rsidRDefault="00FE2B94" w:rsidP="000F7E89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D138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IVAN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B94" w:rsidRPr="00BD138A" w:rsidRDefault="00FE2B94" w:rsidP="000F7E89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BD138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9</w:t>
            </w:r>
          </w:p>
        </w:tc>
      </w:tr>
      <w:tr w:rsidR="00FE2B94" w:rsidRPr="00B06CEA" w:rsidTr="00184835">
        <w:trPr>
          <w:trHeight w:val="300"/>
        </w:trPr>
        <w:tc>
          <w:tcPr>
            <w:tcW w:w="1052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B94" w:rsidRPr="00B06CEA" w:rsidRDefault="00FE2B94" w:rsidP="00B12364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B94" w:rsidRPr="00BD138A" w:rsidRDefault="00FE2B94" w:rsidP="000F7E89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BD138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1069257587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B94" w:rsidRDefault="00FE2B94" w:rsidP="00184835">
            <w:pPr>
              <w:jc w:val="center"/>
            </w:pPr>
            <w:r w:rsidRPr="00BD138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TI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B94" w:rsidRPr="00BD138A" w:rsidRDefault="00FE2B94" w:rsidP="000F7E89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D138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HERNANDEZ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B94" w:rsidRPr="00BD138A" w:rsidRDefault="00FE2B94" w:rsidP="000F7E89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D138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RODRIGUEZ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B94" w:rsidRPr="00BD138A" w:rsidRDefault="00FE2B94" w:rsidP="000F7E89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D138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KAROL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B94" w:rsidRPr="00BD138A" w:rsidRDefault="00FE2B94" w:rsidP="000F7E89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D138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YAZMIN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B94" w:rsidRPr="00BD138A" w:rsidRDefault="00FE2B94" w:rsidP="000F7E89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BD138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8</w:t>
            </w:r>
          </w:p>
        </w:tc>
      </w:tr>
      <w:tr w:rsidR="00FE2B94" w:rsidRPr="00B06CEA" w:rsidTr="00184835">
        <w:trPr>
          <w:trHeight w:val="300"/>
        </w:trPr>
        <w:tc>
          <w:tcPr>
            <w:tcW w:w="10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B94" w:rsidRPr="00B06CEA" w:rsidRDefault="00FE2B9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B94" w:rsidRPr="00BD138A" w:rsidRDefault="00FE2B94" w:rsidP="000F7E89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BD138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1075870693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B94" w:rsidRDefault="00FE2B94" w:rsidP="00184835">
            <w:pPr>
              <w:jc w:val="center"/>
            </w:pPr>
            <w:r w:rsidRPr="00BD138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TI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B94" w:rsidRPr="00BD138A" w:rsidRDefault="00FE2B94" w:rsidP="000F7E89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D138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LARA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B94" w:rsidRPr="00BD138A" w:rsidRDefault="00FE2B94" w:rsidP="000F7E89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D138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CASTAÑEDA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B94" w:rsidRPr="00BD138A" w:rsidRDefault="00FE2B94" w:rsidP="000F7E89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D138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LAURA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B94" w:rsidRPr="00BD138A" w:rsidRDefault="00FE2B94" w:rsidP="000F7E89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D138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DANIELA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B94" w:rsidRPr="00BD138A" w:rsidRDefault="00FE2B94" w:rsidP="000F7E89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BD138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8</w:t>
            </w:r>
          </w:p>
        </w:tc>
      </w:tr>
      <w:tr w:rsidR="00FE2B94" w:rsidRPr="00B06CEA" w:rsidTr="00184835">
        <w:trPr>
          <w:trHeight w:val="300"/>
        </w:trPr>
        <w:tc>
          <w:tcPr>
            <w:tcW w:w="10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B94" w:rsidRPr="00B06CEA" w:rsidRDefault="00FE2B9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B94" w:rsidRPr="00BD138A" w:rsidRDefault="00FE2B94" w:rsidP="000F7E89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BD138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1069256549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B94" w:rsidRDefault="00FE2B94" w:rsidP="00184835">
            <w:pPr>
              <w:jc w:val="center"/>
            </w:pPr>
            <w:r w:rsidRPr="00BD138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TI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B94" w:rsidRPr="00BD138A" w:rsidRDefault="00FE2B94" w:rsidP="000F7E89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D138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MONTENEGRO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B94" w:rsidRPr="00BD138A" w:rsidRDefault="00FE2B94" w:rsidP="000F7E89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D138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CORTES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B94" w:rsidRPr="00BD138A" w:rsidRDefault="00FE2B94" w:rsidP="000F7E89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D138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ALBA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B94" w:rsidRPr="00BD138A" w:rsidRDefault="00FE2B94" w:rsidP="000F7E89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D138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LILIANA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B94" w:rsidRPr="00BD138A" w:rsidRDefault="00FE2B94" w:rsidP="000F7E89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BD138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9</w:t>
            </w:r>
          </w:p>
        </w:tc>
      </w:tr>
      <w:tr w:rsidR="00FE2B94" w:rsidRPr="00B06CEA" w:rsidTr="00184835">
        <w:trPr>
          <w:trHeight w:val="300"/>
        </w:trPr>
        <w:tc>
          <w:tcPr>
            <w:tcW w:w="10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B94" w:rsidRPr="00B06CEA" w:rsidRDefault="00FE2B9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B94" w:rsidRPr="00BD138A" w:rsidRDefault="00FE2B94" w:rsidP="000F7E89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BD138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1069257050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B94" w:rsidRDefault="00FE2B94" w:rsidP="00184835">
            <w:pPr>
              <w:jc w:val="center"/>
            </w:pPr>
            <w:r w:rsidRPr="00BD138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TI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B94" w:rsidRPr="00BD138A" w:rsidRDefault="00FE2B94" w:rsidP="000F7E89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D138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RAQUIRA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B94" w:rsidRPr="00BD138A" w:rsidRDefault="00FE2B94" w:rsidP="000F7E89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D138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FARFAN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B94" w:rsidRPr="00BD138A" w:rsidRDefault="00FE2B94" w:rsidP="000F7E89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D138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MARIA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B94" w:rsidRPr="00BD138A" w:rsidRDefault="00FE2B94" w:rsidP="000F7E89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D138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YERALDIN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B94" w:rsidRPr="00BD138A" w:rsidRDefault="00FE2B94" w:rsidP="000F7E89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BD138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8</w:t>
            </w:r>
          </w:p>
        </w:tc>
      </w:tr>
      <w:tr w:rsidR="00FE2B94" w:rsidRPr="00B06CEA" w:rsidTr="00184835">
        <w:trPr>
          <w:trHeight w:val="300"/>
        </w:trPr>
        <w:tc>
          <w:tcPr>
            <w:tcW w:w="10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B94" w:rsidRPr="00B06CEA" w:rsidRDefault="00FE2B9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B94" w:rsidRPr="00BD138A" w:rsidRDefault="00FE2B94" w:rsidP="000F7E89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BD138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1007586085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B94" w:rsidRDefault="00FE2B94" w:rsidP="00184835">
            <w:pPr>
              <w:jc w:val="center"/>
            </w:pPr>
            <w:r w:rsidRPr="00BD138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TI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B94" w:rsidRPr="00BD138A" w:rsidRDefault="00FE2B94" w:rsidP="000F7E89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D138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RIAÑO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B94" w:rsidRPr="00BD138A" w:rsidRDefault="00FE2B94" w:rsidP="000F7E89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D138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RAMIREZ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B94" w:rsidRPr="00BD138A" w:rsidRDefault="00FE2B94" w:rsidP="000F7E89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D138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CARLOS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B94" w:rsidRPr="00BD138A" w:rsidRDefault="00FE2B94" w:rsidP="000F7E89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D138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FERNANDO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B94" w:rsidRPr="00BD138A" w:rsidRDefault="00FE2B94" w:rsidP="000F7E89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BD138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</w:t>
            </w:r>
          </w:p>
        </w:tc>
      </w:tr>
      <w:tr w:rsidR="00FE2B94" w:rsidRPr="00B06CEA" w:rsidTr="00184835">
        <w:trPr>
          <w:trHeight w:val="300"/>
        </w:trPr>
        <w:tc>
          <w:tcPr>
            <w:tcW w:w="10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B94" w:rsidRPr="00B06CEA" w:rsidRDefault="00FE2B94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B94" w:rsidRPr="00BD138A" w:rsidRDefault="00FE2B94" w:rsidP="000F7E89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BD138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1069256612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B94" w:rsidRDefault="00FE2B94" w:rsidP="00184835">
            <w:pPr>
              <w:jc w:val="center"/>
            </w:pPr>
            <w:r w:rsidRPr="00BD138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TI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B94" w:rsidRPr="00BD138A" w:rsidRDefault="00FE2B94" w:rsidP="000F7E89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D138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SANCHEZ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B94" w:rsidRPr="00BD138A" w:rsidRDefault="00FE2B94" w:rsidP="000F7E89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D138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MELO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B94" w:rsidRPr="00BD138A" w:rsidRDefault="00FE2B94" w:rsidP="000F7E89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D138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FERNANDO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B94" w:rsidRPr="00BD138A" w:rsidRDefault="00FE2B94" w:rsidP="000F7E89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D138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B94" w:rsidRPr="00BD138A" w:rsidRDefault="00FE2B94" w:rsidP="000F7E89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BD138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9</w:t>
            </w:r>
          </w:p>
        </w:tc>
      </w:tr>
      <w:tr w:rsidR="00184835" w:rsidRPr="00B06CEA" w:rsidTr="00184835">
        <w:trPr>
          <w:trHeight w:val="300"/>
        </w:trPr>
        <w:tc>
          <w:tcPr>
            <w:tcW w:w="10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835" w:rsidRPr="00B06CEA" w:rsidRDefault="00184835" w:rsidP="00B12364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B06CE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GRADO 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835" w:rsidRPr="00BD138A" w:rsidRDefault="00184835" w:rsidP="000F7E89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BD138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1069260717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835" w:rsidRPr="00BD138A" w:rsidRDefault="00184835" w:rsidP="00184835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BD138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RC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835" w:rsidRPr="00BD138A" w:rsidRDefault="00184835" w:rsidP="000F7E89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D138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LIZARAZO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835" w:rsidRPr="00BD138A" w:rsidRDefault="00184835" w:rsidP="000F7E89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D138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GIL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835" w:rsidRPr="00BD138A" w:rsidRDefault="00184835" w:rsidP="000F7E89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D138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EDWIN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835" w:rsidRPr="00BD138A" w:rsidRDefault="00184835" w:rsidP="000F7E89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D138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ORLANDO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835" w:rsidRPr="00BD138A" w:rsidRDefault="00184835" w:rsidP="000F7E89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BD138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4</w:t>
            </w:r>
          </w:p>
        </w:tc>
      </w:tr>
      <w:tr w:rsidR="00184835" w:rsidRPr="00B06CEA" w:rsidTr="00184835">
        <w:trPr>
          <w:trHeight w:val="300"/>
        </w:trPr>
        <w:tc>
          <w:tcPr>
            <w:tcW w:w="1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835" w:rsidRPr="00B06CEA" w:rsidRDefault="00184835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835" w:rsidRPr="00BD138A" w:rsidRDefault="00184835" w:rsidP="000F7E89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BD138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1074185783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4835" w:rsidRDefault="00184835" w:rsidP="00184835">
            <w:pPr>
              <w:jc w:val="center"/>
            </w:pPr>
            <w:r w:rsidRPr="00BD138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RC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835" w:rsidRPr="00BD138A" w:rsidRDefault="00184835" w:rsidP="000F7E89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D138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MORA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835" w:rsidRPr="00BD138A" w:rsidRDefault="00184835" w:rsidP="000F7E89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D138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BERDUGO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835" w:rsidRPr="00BD138A" w:rsidRDefault="00184835" w:rsidP="000F7E89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D138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CAMILO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835" w:rsidRPr="00BD138A" w:rsidRDefault="00184835" w:rsidP="000F7E89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D138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ANDRES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835" w:rsidRPr="00BD138A" w:rsidRDefault="00184835" w:rsidP="000F7E89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BD138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4</w:t>
            </w:r>
          </w:p>
        </w:tc>
      </w:tr>
      <w:tr w:rsidR="00184835" w:rsidRPr="00B06CEA" w:rsidTr="00184835">
        <w:trPr>
          <w:trHeight w:val="300"/>
        </w:trPr>
        <w:tc>
          <w:tcPr>
            <w:tcW w:w="1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835" w:rsidRPr="00B06CEA" w:rsidRDefault="00184835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835" w:rsidRPr="00BD138A" w:rsidRDefault="00184835" w:rsidP="000F7E89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BD138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1069260953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4835" w:rsidRDefault="00184835" w:rsidP="00184835">
            <w:pPr>
              <w:jc w:val="center"/>
            </w:pPr>
            <w:r w:rsidRPr="00BD138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RC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835" w:rsidRPr="00BD138A" w:rsidRDefault="00184835" w:rsidP="000F7E89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D138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RAQUIRA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835" w:rsidRPr="00BD138A" w:rsidRDefault="00184835" w:rsidP="000F7E89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D138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FARFAN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835" w:rsidRPr="00BD138A" w:rsidRDefault="00184835" w:rsidP="000F7E89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D138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LILIANA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835" w:rsidRPr="00BD138A" w:rsidRDefault="00184835" w:rsidP="000F7E89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D138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ANDREA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835" w:rsidRPr="00BD138A" w:rsidRDefault="00184835" w:rsidP="000F7E89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BD138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4</w:t>
            </w:r>
          </w:p>
        </w:tc>
      </w:tr>
      <w:tr w:rsidR="00184835" w:rsidRPr="00B06CEA" w:rsidTr="000F7E89">
        <w:trPr>
          <w:trHeight w:val="300"/>
        </w:trPr>
        <w:tc>
          <w:tcPr>
            <w:tcW w:w="10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835" w:rsidRPr="00B06CEA" w:rsidRDefault="00184835" w:rsidP="00B12364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B06CE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PRIMERO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835" w:rsidRPr="00BD138A" w:rsidRDefault="00184835" w:rsidP="000F7E89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BD138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1069259998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4835" w:rsidRDefault="00184835" w:rsidP="00184835">
            <w:pPr>
              <w:jc w:val="center"/>
            </w:pPr>
            <w:r w:rsidRPr="00BD138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RC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835" w:rsidRPr="00BD138A" w:rsidRDefault="00184835" w:rsidP="000F7E89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D138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FORERO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835" w:rsidRPr="00BD138A" w:rsidRDefault="00184835" w:rsidP="000F7E89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D138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RODRIGUEZ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835" w:rsidRPr="00BD138A" w:rsidRDefault="00184835" w:rsidP="000F7E89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D138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JEIMY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835" w:rsidRPr="00BD138A" w:rsidRDefault="00184835" w:rsidP="000F7E89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D138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ALEXANDRA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835" w:rsidRPr="00BD138A" w:rsidRDefault="00184835" w:rsidP="000F7E89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BD138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6</w:t>
            </w:r>
          </w:p>
        </w:tc>
      </w:tr>
      <w:tr w:rsidR="00184835" w:rsidRPr="00B06CEA" w:rsidTr="00184835">
        <w:trPr>
          <w:trHeight w:val="300"/>
        </w:trPr>
        <w:tc>
          <w:tcPr>
            <w:tcW w:w="1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835" w:rsidRPr="00B06CEA" w:rsidRDefault="00184835" w:rsidP="00B12364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835" w:rsidRPr="00BD138A" w:rsidRDefault="00184835" w:rsidP="000F7E89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BD138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1069258093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4835" w:rsidRDefault="00184835" w:rsidP="00184835">
            <w:pPr>
              <w:jc w:val="center"/>
            </w:pPr>
            <w:r w:rsidRPr="00BD138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RC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835" w:rsidRPr="00BD138A" w:rsidRDefault="00184835" w:rsidP="000F7E89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D138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LOPEZ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835" w:rsidRPr="00BD138A" w:rsidRDefault="00184835" w:rsidP="000F7E89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D138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RODRIGUEZ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835" w:rsidRPr="00BD138A" w:rsidRDefault="00184835" w:rsidP="000F7E89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D138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YULIETH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835" w:rsidRPr="00BD138A" w:rsidRDefault="00184835" w:rsidP="000F7E89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D138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ALEXANDRA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835" w:rsidRPr="00BD138A" w:rsidRDefault="00184835" w:rsidP="000F7E89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BD138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6</w:t>
            </w:r>
          </w:p>
        </w:tc>
      </w:tr>
      <w:tr w:rsidR="00184835" w:rsidRPr="00B06CEA" w:rsidTr="00184835">
        <w:trPr>
          <w:trHeight w:val="300"/>
        </w:trPr>
        <w:tc>
          <w:tcPr>
            <w:tcW w:w="1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835" w:rsidRPr="00B06CEA" w:rsidRDefault="00184835" w:rsidP="00B12364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835" w:rsidRPr="00BD138A" w:rsidRDefault="00184835" w:rsidP="000F7E89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BD138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1016714534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4835" w:rsidRDefault="00184835" w:rsidP="00184835">
            <w:pPr>
              <w:jc w:val="center"/>
            </w:pPr>
            <w:r w:rsidRPr="00BD138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RC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835" w:rsidRPr="00BD138A" w:rsidRDefault="00184835" w:rsidP="000F7E89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D138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OSORIO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835" w:rsidRPr="00BD138A" w:rsidRDefault="00184835" w:rsidP="000F7E89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D138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SARMIENTO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835" w:rsidRPr="00BD138A" w:rsidRDefault="00184835" w:rsidP="000F7E89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D138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JUAN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835" w:rsidRPr="00BD138A" w:rsidRDefault="00184835" w:rsidP="000F7E89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D138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DAVID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835" w:rsidRPr="00BD138A" w:rsidRDefault="00184835" w:rsidP="000F7E89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BD138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7</w:t>
            </w:r>
          </w:p>
        </w:tc>
      </w:tr>
      <w:tr w:rsidR="00184835" w:rsidRPr="00B06CEA" w:rsidTr="00184835">
        <w:trPr>
          <w:trHeight w:val="300"/>
        </w:trPr>
        <w:tc>
          <w:tcPr>
            <w:tcW w:w="1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835" w:rsidRPr="00B06CEA" w:rsidRDefault="00184835" w:rsidP="00B12364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835" w:rsidRPr="00BD138A" w:rsidRDefault="00184835" w:rsidP="000F7E89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BD138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1069259530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4835" w:rsidRDefault="00184835" w:rsidP="00184835">
            <w:pPr>
              <w:jc w:val="center"/>
            </w:pPr>
            <w:r w:rsidRPr="00BD138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RC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835" w:rsidRPr="00BD138A" w:rsidRDefault="00184835" w:rsidP="000F7E89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D138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RAQUIRA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835" w:rsidRPr="00BD138A" w:rsidRDefault="00184835" w:rsidP="000F7E89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D138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FARFAN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835" w:rsidRPr="00BD138A" w:rsidRDefault="00184835" w:rsidP="000F7E89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D138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LEIDY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835" w:rsidRPr="00BD138A" w:rsidRDefault="00184835" w:rsidP="000F7E89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D138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CAROLINA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835" w:rsidRPr="00BD138A" w:rsidRDefault="00184835" w:rsidP="000F7E89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BD138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6</w:t>
            </w:r>
          </w:p>
        </w:tc>
      </w:tr>
      <w:tr w:rsidR="00184835" w:rsidRPr="00B06CEA" w:rsidTr="00184835">
        <w:trPr>
          <w:trHeight w:val="300"/>
        </w:trPr>
        <w:tc>
          <w:tcPr>
            <w:tcW w:w="105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835" w:rsidRPr="00B06CEA" w:rsidRDefault="00184835" w:rsidP="00B12364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B06CE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QUINTO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835" w:rsidRPr="00BD138A" w:rsidRDefault="00184835" w:rsidP="000F7E89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BD138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1007586123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4835" w:rsidRDefault="00184835" w:rsidP="00184835">
            <w:pPr>
              <w:jc w:val="center"/>
            </w:pPr>
            <w:r w:rsidRPr="00BD138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TI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835" w:rsidRPr="00BD138A" w:rsidRDefault="00184835" w:rsidP="000F7E89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D138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FORERO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835" w:rsidRPr="00BD138A" w:rsidRDefault="00184835" w:rsidP="000F7E89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D138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LOPEZ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835" w:rsidRPr="00BD138A" w:rsidRDefault="00184835" w:rsidP="000F7E89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D138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ZHERICK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835" w:rsidRPr="00BD138A" w:rsidRDefault="00184835" w:rsidP="000F7E89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D138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JASBLEIDY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835" w:rsidRPr="00BD138A" w:rsidRDefault="00184835" w:rsidP="000F7E89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BD138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9</w:t>
            </w:r>
          </w:p>
        </w:tc>
      </w:tr>
      <w:tr w:rsidR="00184835" w:rsidRPr="00B06CEA" w:rsidTr="00184835">
        <w:trPr>
          <w:trHeight w:val="300"/>
        </w:trPr>
        <w:tc>
          <w:tcPr>
            <w:tcW w:w="10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835" w:rsidRPr="00B06CEA" w:rsidRDefault="00184835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835" w:rsidRPr="00BD138A" w:rsidRDefault="00184835" w:rsidP="000F7E89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BD138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1069256323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4835" w:rsidRDefault="00184835" w:rsidP="00184835">
            <w:pPr>
              <w:jc w:val="center"/>
            </w:pPr>
            <w:r w:rsidRPr="00BD138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TI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835" w:rsidRPr="00BD138A" w:rsidRDefault="00184835" w:rsidP="000F7E89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D138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JIMENEZ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835" w:rsidRPr="00BD138A" w:rsidRDefault="00184835" w:rsidP="000F7E89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D138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RODRIGUEZ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835" w:rsidRPr="00BD138A" w:rsidRDefault="00184835" w:rsidP="000F7E89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D138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GINA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835" w:rsidRPr="00BD138A" w:rsidRDefault="00184835" w:rsidP="000F7E89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D138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FERNANDA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835" w:rsidRPr="00BD138A" w:rsidRDefault="00184835" w:rsidP="000F7E89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BD138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9</w:t>
            </w:r>
          </w:p>
        </w:tc>
      </w:tr>
      <w:tr w:rsidR="00184835" w:rsidRPr="00B06CEA" w:rsidTr="00184835">
        <w:trPr>
          <w:trHeight w:val="300"/>
        </w:trPr>
        <w:tc>
          <w:tcPr>
            <w:tcW w:w="10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835" w:rsidRPr="00B06CEA" w:rsidRDefault="00184835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835" w:rsidRPr="00BD138A" w:rsidRDefault="00184835" w:rsidP="000F7E89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BD138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1069256014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4835" w:rsidRDefault="00184835" w:rsidP="00184835">
            <w:pPr>
              <w:jc w:val="center"/>
            </w:pPr>
            <w:r w:rsidRPr="00BD138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TI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835" w:rsidRPr="00BD138A" w:rsidRDefault="00184835" w:rsidP="000F7E89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D138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LOPEZ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835" w:rsidRPr="00BD138A" w:rsidRDefault="00184835" w:rsidP="000F7E89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D138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RODRIGUEZ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835" w:rsidRPr="00BD138A" w:rsidRDefault="00184835" w:rsidP="000F7E89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D138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YUDY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835" w:rsidRPr="00BD138A" w:rsidRDefault="00184835" w:rsidP="000F7E89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D138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XIMENA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835" w:rsidRPr="00BD138A" w:rsidRDefault="00184835" w:rsidP="000F7E89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BD138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9</w:t>
            </w:r>
          </w:p>
        </w:tc>
      </w:tr>
      <w:tr w:rsidR="00184835" w:rsidRPr="00B06CEA" w:rsidTr="000F7E89">
        <w:trPr>
          <w:trHeight w:val="300"/>
        </w:trPr>
        <w:tc>
          <w:tcPr>
            <w:tcW w:w="10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835" w:rsidRPr="00B06CEA" w:rsidRDefault="00184835" w:rsidP="00B12364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SEGUNDO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835" w:rsidRPr="00BD138A" w:rsidRDefault="00184835" w:rsidP="000F7E89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BD138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1069258395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4835" w:rsidRDefault="00184835" w:rsidP="00184835">
            <w:pPr>
              <w:jc w:val="center"/>
            </w:pPr>
            <w:r w:rsidRPr="00BD138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RC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835" w:rsidRPr="00BD138A" w:rsidRDefault="00184835" w:rsidP="000F7E89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D138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MONTENEGRO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835" w:rsidRPr="00BD138A" w:rsidRDefault="00184835" w:rsidP="000F7E89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D138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CORTES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835" w:rsidRPr="00BD138A" w:rsidRDefault="00184835" w:rsidP="000F7E89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D138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JONATHAN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835" w:rsidRPr="00BD138A" w:rsidRDefault="00184835" w:rsidP="000F7E89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D138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CAMILO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835" w:rsidRPr="00BD138A" w:rsidRDefault="00184835" w:rsidP="000F7E89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BD138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7</w:t>
            </w:r>
          </w:p>
        </w:tc>
      </w:tr>
      <w:tr w:rsidR="00184835" w:rsidRPr="00B06CEA" w:rsidTr="00184835">
        <w:trPr>
          <w:trHeight w:val="300"/>
        </w:trPr>
        <w:tc>
          <w:tcPr>
            <w:tcW w:w="1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835" w:rsidRPr="00B06CEA" w:rsidRDefault="00184835" w:rsidP="00B12364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835" w:rsidRPr="00BD138A" w:rsidRDefault="00184835" w:rsidP="000F7E89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BD138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1069258484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4835" w:rsidRDefault="00184835" w:rsidP="00184835">
            <w:pPr>
              <w:jc w:val="center"/>
            </w:pPr>
            <w:r w:rsidRPr="00BD138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RC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835" w:rsidRPr="00BD138A" w:rsidRDefault="00184835" w:rsidP="000F7E89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D138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RAQUIRA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835" w:rsidRPr="00BD138A" w:rsidRDefault="00184835" w:rsidP="000F7E89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D138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FARFAN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835" w:rsidRPr="00BD138A" w:rsidRDefault="00184835" w:rsidP="000F7E89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D138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IVAN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835" w:rsidRPr="00BD138A" w:rsidRDefault="00184835" w:rsidP="000F7E89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D138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ANDRES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835" w:rsidRPr="00BD138A" w:rsidRDefault="00184835" w:rsidP="000F7E89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BD138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7</w:t>
            </w:r>
          </w:p>
        </w:tc>
      </w:tr>
      <w:tr w:rsidR="00184835" w:rsidRPr="00B06CEA" w:rsidTr="00184835">
        <w:trPr>
          <w:trHeight w:val="300"/>
        </w:trPr>
        <w:tc>
          <w:tcPr>
            <w:tcW w:w="10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835" w:rsidRPr="00B06CEA" w:rsidRDefault="00184835" w:rsidP="00B12364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B06CE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TERCERO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835" w:rsidRPr="00BD138A" w:rsidRDefault="00184835" w:rsidP="000F7E89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BD138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1069257262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4835" w:rsidRDefault="00184835" w:rsidP="00184835">
            <w:pPr>
              <w:jc w:val="center"/>
            </w:pPr>
            <w:r w:rsidRPr="00BD138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TI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835" w:rsidRPr="00BD138A" w:rsidRDefault="00184835" w:rsidP="000F7E89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D138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FORERO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835" w:rsidRPr="00BD138A" w:rsidRDefault="00184835" w:rsidP="000F7E89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D138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RODRIGUEZ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835" w:rsidRPr="00BD138A" w:rsidRDefault="00184835" w:rsidP="000F7E89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D138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KAREN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835" w:rsidRPr="00BD138A" w:rsidRDefault="00184835" w:rsidP="000F7E89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D138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JULIETH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835" w:rsidRPr="00BD138A" w:rsidRDefault="00184835" w:rsidP="000F7E89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BD138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8</w:t>
            </w:r>
          </w:p>
        </w:tc>
      </w:tr>
      <w:tr w:rsidR="00184835" w:rsidRPr="00B06CEA" w:rsidTr="00184835">
        <w:trPr>
          <w:trHeight w:val="300"/>
        </w:trPr>
        <w:tc>
          <w:tcPr>
            <w:tcW w:w="1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835" w:rsidRPr="00B06CEA" w:rsidRDefault="00184835" w:rsidP="00B12364">
            <w:pPr>
              <w:rPr>
                <w:rFonts w:ascii="Calibri" w:hAnsi="Calibri"/>
                <w:color w:val="000000"/>
                <w:lang w:val="es-CO" w:eastAsia="es-CO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835" w:rsidRPr="00BD138A" w:rsidRDefault="00184835" w:rsidP="000F7E89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BD138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1027521595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4835" w:rsidRDefault="00184835" w:rsidP="00184835">
            <w:pPr>
              <w:jc w:val="center"/>
            </w:pPr>
            <w:r w:rsidRPr="00BD138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TI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835" w:rsidRPr="00BD138A" w:rsidRDefault="00184835" w:rsidP="000F7E89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D138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OSORIO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835" w:rsidRPr="00BD138A" w:rsidRDefault="00184835" w:rsidP="000F7E89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D138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SARMIENTO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835" w:rsidRPr="00BD138A" w:rsidRDefault="00184835" w:rsidP="000F7E89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D138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SANDRA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835" w:rsidRPr="00BD138A" w:rsidRDefault="00184835" w:rsidP="000F7E89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BD138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MILENA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835" w:rsidRPr="00BD138A" w:rsidRDefault="00184835" w:rsidP="000F7E89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BD138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9</w:t>
            </w:r>
          </w:p>
        </w:tc>
      </w:tr>
    </w:tbl>
    <w:p w:rsidR="00B12364" w:rsidRDefault="00B12364" w:rsidP="00356954">
      <w:pPr>
        <w:jc w:val="center"/>
        <w:rPr>
          <w:rFonts w:ascii="Courier New" w:hAnsi="Courier New" w:cs="Courier New"/>
          <w:b/>
          <w:bCs/>
          <w:sz w:val="36"/>
        </w:rPr>
      </w:pPr>
    </w:p>
    <w:p w:rsidR="00BD138A" w:rsidRDefault="00BD138A" w:rsidP="00356954">
      <w:pPr>
        <w:jc w:val="center"/>
        <w:rPr>
          <w:rFonts w:ascii="Courier New" w:hAnsi="Courier New" w:cs="Courier New"/>
          <w:b/>
          <w:bCs/>
          <w:sz w:val="36"/>
        </w:rPr>
      </w:pPr>
    </w:p>
    <w:p w:rsidR="000F7E89" w:rsidRDefault="000F7E89" w:rsidP="00356954">
      <w:pPr>
        <w:jc w:val="center"/>
        <w:rPr>
          <w:rFonts w:ascii="Courier New" w:hAnsi="Courier New" w:cs="Courier New"/>
          <w:b/>
          <w:bCs/>
          <w:sz w:val="36"/>
        </w:rPr>
      </w:pPr>
    </w:p>
    <w:p w:rsidR="000F7E89" w:rsidRDefault="000F7E89" w:rsidP="00356954">
      <w:pPr>
        <w:jc w:val="center"/>
        <w:rPr>
          <w:rFonts w:ascii="Courier New" w:hAnsi="Courier New" w:cs="Courier New"/>
          <w:b/>
          <w:bCs/>
          <w:sz w:val="36"/>
        </w:rPr>
      </w:pPr>
    </w:p>
    <w:p w:rsidR="000F7E89" w:rsidRDefault="000F7E89" w:rsidP="00356954">
      <w:pPr>
        <w:jc w:val="center"/>
        <w:rPr>
          <w:rFonts w:ascii="Courier New" w:hAnsi="Courier New" w:cs="Courier New"/>
          <w:b/>
          <w:bCs/>
          <w:sz w:val="36"/>
        </w:rPr>
      </w:pPr>
    </w:p>
    <w:p w:rsidR="000F7E89" w:rsidRDefault="000F7E89" w:rsidP="00356954">
      <w:pPr>
        <w:jc w:val="center"/>
        <w:rPr>
          <w:rFonts w:ascii="Courier New" w:hAnsi="Courier New" w:cs="Courier New"/>
          <w:b/>
          <w:bCs/>
          <w:sz w:val="36"/>
        </w:rPr>
      </w:pPr>
    </w:p>
    <w:p w:rsidR="000F7E89" w:rsidRDefault="000F7E89" w:rsidP="00356954">
      <w:pPr>
        <w:jc w:val="center"/>
        <w:rPr>
          <w:rFonts w:ascii="Courier New" w:hAnsi="Courier New" w:cs="Courier New"/>
          <w:b/>
          <w:bCs/>
          <w:sz w:val="36"/>
        </w:rPr>
      </w:pPr>
    </w:p>
    <w:p w:rsidR="000F7E89" w:rsidRDefault="000F7E89" w:rsidP="00356954">
      <w:pPr>
        <w:jc w:val="center"/>
        <w:rPr>
          <w:rFonts w:ascii="Courier New" w:hAnsi="Courier New" w:cs="Courier New"/>
          <w:b/>
          <w:bCs/>
          <w:sz w:val="36"/>
        </w:rPr>
      </w:pPr>
    </w:p>
    <w:p w:rsidR="000F7E89" w:rsidRDefault="000F7E89" w:rsidP="00356954">
      <w:pPr>
        <w:jc w:val="center"/>
        <w:rPr>
          <w:rFonts w:ascii="Courier New" w:hAnsi="Courier New" w:cs="Courier New"/>
          <w:b/>
          <w:bCs/>
          <w:sz w:val="36"/>
        </w:rPr>
      </w:pPr>
    </w:p>
    <w:p w:rsidR="000F7E89" w:rsidRDefault="000F7E89" w:rsidP="000F7E89">
      <w:pPr>
        <w:jc w:val="center"/>
        <w:rPr>
          <w:rFonts w:ascii="Courier New" w:hAnsi="Courier New" w:cs="Courier New"/>
          <w:b/>
          <w:bCs/>
          <w:sz w:val="36"/>
        </w:rPr>
      </w:pPr>
    </w:p>
    <w:p w:rsidR="000F7E89" w:rsidRPr="00F86108" w:rsidRDefault="000F7E89" w:rsidP="000F7E89">
      <w:pPr>
        <w:tabs>
          <w:tab w:val="left" w:pos="1515"/>
          <w:tab w:val="left" w:pos="2694"/>
        </w:tabs>
        <w:jc w:val="both"/>
        <w:rPr>
          <w:sz w:val="32"/>
        </w:rPr>
      </w:pPr>
      <w:r w:rsidRPr="00F86108"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>SEDE</w:t>
      </w:r>
      <w:r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>:</w:t>
      </w:r>
      <w:r w:rsidRPr="00F86108"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ab/>
      </w:r>
      <w:r w:rsidRPr="00F86108"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ab/>
      </w:r>
      <w:r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ab/>
      </w:r>
      <w:r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ab/>
      </w:r>
      <w:r>
        <w:rPr>
          <w:rFonts w:ascii="Calibri" w:hAnsi="Calibri"/>
          <w:color w:val="000000"/>
          <w:sz w:val="28"/>
          <w:szCs w:val="22"/>
          <w:lang w:val="es-CO" w:eastAsia="es-CO"/>
        </w:rPr>
        <w:t>CHINGACIO BAJO</w:t>
      </w:r>
    </w:p>
    <w:p w:rsidR="000F7E89" w:rsidRPr="00F86108" w:rsidRDefault="000F7E89" w:rsidP="000F7E89">
      <w:pPr>
        <w:tabs>
          <w:tab w:val="left" w:pos="1515"/>
          <w:tab w:val="left" w:pos="2694"/>
        </w:tabs>
        <w:jc w:val="both"/>
        <w:rPr>
          <w:sz w:val="32"/>
        </w:rPr>
      </w:pPr>
      <w:r w:rsidRPr="00F86108"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>CONSECUTIVO</w:t>
      </w:r>
      <w:r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>:</w:t>
      </w:r>
      <w:r w:rsidRPr="00F86108"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ab/>
      </w:r>
      <w:r w:rsidRPr="00F86108"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ab/>
      </w:r>
      <w:r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ab/>
      </w:r>
      <w:r w:rsidRPr="00F86108">
        <w:rPr>
          <w:rFonts w:ascii="Calibri" w:hAnsi="Calibri"/>
          <w:color w:val="000000"/>
          <w:sz w:val="28"/>
          <w:szCs w:val="22"/>
          <w:lang w:val="es-CO" w:eastAsia="es-CO"/>
        </w:rPr>
        <w:t>1251830003200</w:t>
      </w:r>
      <w:r>
        <w:rPr>
          <w:rFonts w:ascii="Calibri" w:hAnsi="Calibri"/>
          <w:color w:val="000000"/>
          <w:sz w:val="28"/>
          <w:szCs w:val="22"/>
          <w:lang w:val="es-CO" w:eastAsia="es-CO"/>
        </w:rPr>
        <w:t>4</w:t>
      </w:r>
    </w:p>
    <w:p w:rsidR="000F7E89" w:rsidRDefault="000F7E89" w:rsidP="000F7E89">
      <w:pPr>
        <w:tabs>
          <w:tab w:val="left" w:pos="1515"/>
          <w:tab w:val="left" w:pos="2694"/>
        </w:tabs>
        <w:jc w:val="both"/>
        <w:rPr>
          <w:rFonts w:ascii="Calibri" w:hAnsi="Calibri"/>
          <w:color w:val="000000"/>
          <w:sz w:val="28"/>
          <w:szCs w:val="22"/>
          <w:lang w:val="es-CO" w:eastAsia="es-CO"/>
        </w:rPr>
      </w:pPr>
      <w:r w:rsidRPr="00F86108"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>DANE</w:t>
      </w:r>
      <w:r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>:</w:t>
      </w:r>
      <w:r w:rsidRPr="00F86108"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ab/>
      </w:r>
      <w:r w:rsidRPr="00F86108"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ab/>
      </w:r>
      <w:r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ab/>
      </w:r>
      <w:r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ab/>
      </w:r>
      <w:r w:rsidRPr="00F86108">
        <w:rPr>
          <w:rFonts w:ascii="Calibri" w:hAnsi="Calibri"/>
          <w:color w:val="000000"/>
          <w:sz w:val="28"/>
          <w:szCs w:val="22"/>
          <w:lang w:val="es-CO" w:eastAsia="es-CO"/>
        </w:rPr>
        <w:t>225183000</w:t>
      </w:r>
      <w:r>
        <w:rPr>
          <w:rFonts w:ascii="Calibri" w:hAnsi="Calibri"/>
          <w:color w:val="000000"/>
          <w:sz w:val="28"/>
          <w:szCs w:val="22"/>
          <w:lang w:val="es-CO" w:eastAsia="es-CO"/>
        </w:rPr>
        <w:t>073</w:t>
      </w:r>
    </w:p>
    <w:p w:rsidR="000F7E89" w:rsidRDefault="000F7E89" w:rsidP="000F7E89">
      <w:pPr>
        <w:tabs>
          <w:tab w:val="left" w:pos="1515"/>
          <w:tab w:val="left" w:pos="2694"/>
        </w:tabs>
        <w:jc w:val="both"/>
        <w:rPr>
          <w:rFonts w:ascii="Calibri" w:hAnsi="Calibri"/>
          <w:color w:val="000000"/>
          <w:sz w:val="28"/>
          <w:szCs w:val="22"/>
          <w:lang w:val="es-CO" w:eastAsia="es-CO"/>
        </w:rPr>
      </w:pPr>
      <w:r w:rsidRPr="00F86108">
        <w:rPr>
          <w:rFonts w:ascii="Calibri" w:hAnsi="Calibri"/>
          <w:b/>
          <w:color w:val="000000"/>
          <w:sz w:val="28"/>
          <w:szCs w:val="22"/>
          <w:lang w:val="es-CO" w:eastAsia="es-CO"/>
        </w:rPr>
        <w:t>DOCENTE:</w:t>
      </w:r>
      <w:r>
        <w:rPr>
          <w:rFonts w:ascii="Calibri" w:hAnsi="Calibri"/>
          <w:color w:val="000000"/>
          <w:sz w:val="28"/>
          <w:szCs w:val="22"/>
          <w:lang w:val="es-CO" w:eastAsia="es-CO"/>
        </w:rPr>
        <w:tab/>
      </w:r>
      <w:r>
        <w:rPr>
          <w:rFonts w:ascii="Calibri" w:hAnsi="Calibri"/>
          <w:color w:val="000000"/>
          <w:sz w:val="28"/>
          <w:szCs w:val="22"/>
          <w:lang w:val="es-CO" w:eastAsia="es-CO"/>
        </w:rPr>
        <w:tab/>
      </w:r>
      <w:r>
        <w:rPr>
          <w:rFonts w:ascii="Calibri" w:hAnsi="Calibri"/>
          <w:color w:val="000000"/>
          <w:sz w:val="28"/>
          <w:szCs w:val="22"/>
          <w:lang w:val="es-CO" w:eastAsia="es-CO"/>
        </w:rPr>
        <w:tab/>
      </w:r>
      <w:r>
        <w:rPr>
          <w:rFonts w:ascii="Calibri" w:hAnsi="Calibri"/>
          <w:color w:val="000000"/>
          <w:sz w:val="28"/>
          <w:szCs w:val="22"/>
          <w:lang w:val="es-CO" w:eastAsia="es-CO"/>
        </w:rPr>
        <w:tab/>
        <w:t>OMAR LEAL MENDIVELSO</w:t>
      </w:r>
    </w:p>
    <w:p w:rsidR="000F7E89" w:rsidRDefault="000F7E89" w:rsidP="000F7E89">
      <w:pPr>
        <w:tabs>
          <w:tab w:val="left" w:pos="1515"/>
          <w:tab w:val="left" w:pos="2694"/>
        </w:tabs>
        <w:jc w:val="both"/>
        <w:rPr>
          <w:rFonts w:ascii="Calibri" w:hAnsi="Calibri"/>
          <w:color w:val="000000"/>
          <w:sz w:val="28"/>
          <w:szCs w:val="22"/>
          <w:lang w:val="es-CO" w:eastAsia="es-CO"/>
        </w:rPr>
      </w:pPr>
      <w:r>
        <w:rPr>
          <w:rFonts w:ascii="Calibri" w:hAnsi="Calibri"/>
          <w:color w:val="000000"/>
          <w:sz w:val="28"/>
          <w:szCs w:val="22"/>
          <w:lang w:val="es-CO" w:eastAsia="es-CO"/>
        </w:rPr>
        <w:tab/>
      </w:r>
      <w:r>
        <w:rPr>
          <w:rFonts w:ascii="Calibri" w:hAnsi="Calibri"/>
          <w:color w:val="000000"/>
          <w:sz w:val="28"/>
          <w:szCs w:val="22"/>
          <w:lang w:val="es-CO" w:eastAsia="es-CO"/>
        </w:rPr>
        <w:tab/>
      </w:r>
      <w:r>
        <w:rPr>
          <w:rFonts w:ascii="Calibri" w:hAnsi="Calibri"/>
          <w:color w:val="000000"/>
          <w:sz w:val="28"/>
          <w:szCs w:val="22"/>
          <w:lang w:val="es-CO" w:eastAsia="es-CO"/>
        </w:rPr>
        <w:tab/>
      </w:r>
      <w:r>
        <w:rPr>
          <w:rFonts w:ascii="Calibri" w:hAnsi="Calibri"/>
          <w:color w:val="000000"/>
          <w:sz w:val="28"/>
          <w:szCs w:val="22"/>
          <w:lang w:val="es-CO" w:eastAsia="es-CO"/>
        </w:rPr>
        <w:tab/>
        <w:t>GLADYS ELISA GARCIA SABOYA</w:t>
      </w:r>
    </w:p>
    <w:p w:rsidR="000F7E89" w:rsidRDefault="000F7E89" w:rsidP="000F7E89">
      <w:pPr>
        <w:tabs>
          <w:tab w:val="left" w:pos="1515"/>
          <w:tab w:val="left" w:pos="2694"/>
        </w:tabs>
        <w:jc w:val="both"/>
        <w:rPr>
          <w:rFonts w:ascii="Calibri" w:hAnsi="Calibri"/>
          <w:color w:val="000000"/>
          <w:sz w:val="28"/>
          <w:szCs w:val="22"/>
          <w:lang w:val="es-CO" w:eastAsia="es-CO"/>
        </w:rPr>
      </w:pPr>
      <w:r>
        <w:rPr>
          <w:rFonts w:ascii="Calibri" w:hAnsi="Calibri"/>
          <w:color w:val="000000"/>
          <w:sz w:val="28"/>
          <w:szCs w:val="22"/>
          <w:lang w:val="es-CO" w:eastAsia="es-CO"/>
        </w:rPr>
        <w:tab/>
      </w:r>
      <w:r>
        <w:rPr>
          <w:rFonts w:ascii="Calibri" w:hAnsi="Calibri"/>
          <w:color w:val="000000"/>
          <w:sz w:val="28"/>
          <w:szCs w:val="22"/>
          <w:lang w:val="es-CO" w:eastAsia="es-CO"/>
        </w:rPr>
        <w:tab/>
      </w:r>
      <w:r>
        <w:rPr>
          <w:rFonts w:ascii="Calibri" w:hAnsi="Calibri"/>
          <w:color w:val="000000"/>
          <w:sz w:val="28"/>
          <w:szCs w:val="22"/>
          <w:lang w:val="es-CO" w:eastAsia="es-CO"/>
        </w:rPr>
        <w:tab/>
      </w:r>
      <w:r>
        <w:rPr>
          <w:rFonts w:ascii="Calibri" w:hAnsi="Calibri"/>
          <w:color w:val="000000"/>
          <w:sz w:val="28"/>
          <w:szCs w:val="22"/>
          <w:lang w:val="es-CO" w:eastAsia="es-CO"/>
        </w:rPr>
        <w:tab/>
        <w:t>ARAMINTA AREVALO GONZALEZ</w:t>
      </w:r>
    </w:p>
    <w:p w:rsidR="000F7E89" w:rsidRDefault="000F7E89" w:rsidP="000F7E89">
      <w:pPr>
        <w:tabs>
          <w:tab w:val="left" w:pos="1515"/>
          <w:tab w:val="left" w:pos="2694"/>
        </w:tabs>
        <w:jc w:val="both"/>
        <w:rPr>
          <w:rFonts w:ascii="Calibri" w:hAnsi="Calibri"/>
          <w:b/>
          <w:bCs/>
          <w:color w:val="000000"/>
          <w:sz w:val="22"/>
          <w:szCs w:val="22"/>
          <w:lang w:val="es-CO" w:eastAsia="es-CO"/>
        </w:rPr>
      </w:pPr>
      <w:r>
        <w:rPr>
          <w:rFonts w:ascii="Calibri" w:hAnsi="Calibri"/>
          <w:color w:val="000000"/>
          <w:sz w:val="28"/>
          <w:szCs w:val="22"/>
          <w:lang w:val="es-CO" w:eastAsia="es-CO"/>
        </w:rPr>
        <w:tab/>
      </w:r>
      <w:r>
        <w:rPr>
          <w:rFonts w:ascii="Calibri" w:hAnsi="Calibri"/>
          <w:color w:val="000000"/>
          <w:sz w:val="28"/>
          <w:szCs w:val="22"/>
          <w:lang w:val="es-CO" w:eastAsia="es-CO"/>
        </w:rPr>
        <w:tab/>
      </w:r>
      <w:r>
        <w:rPr>
          <w:rFonts w:ascii="Calibri" w:hAnsi="Calibri"/>
          <w:color w:val="000000"/>
          <w:sz w:val="28"/>
          <w:szCs w:val="22"/>
          <w:lang w:val="es-CO" w:eastAsia="es-CO"/>
        </w:rPr>
        <w:tab/>
      </w:r>
      <w:r>
        <w:rPr>
          <w:rFonts w:ascii="Calibri" w:hAnsi="Calibri"/>
          <w:color w:val="000000"/>
          <w:sz w:val="28"/>
          <w:szCs w:val="22"/>
          <w:lang w:val="es-CO" w:eastAsia="es-CO"/>
        </w:rPr>
        <w:tab/>
        <w:t xml:space="preserve">DIANA PATRICIA FARFAN </w:t>
      </w:r>
      <w:proofErr w:type="spellStart"/>
      <w:r>
        <w:rPr>
          <w:rFonts w:ascii="Calibri" w:hAnsi="Calibri"/>
          <w:color w:val="000000"/>
          <w:sz w:val="28"/>
          <w:szCs w:val="22"/>
          <w:lang w:val="es-CO" w:eastAsia="es-CO"/>
        </w:rPr>
        <w:t>FARFAN</w:t>
      </w:r>
      <w:proofErr w:type="spellEnd"/>
    </w:p>
    <w:p w:rsidR="000F7E89" w:rsidRDefault="000F7E89" w:rsidP="000F7E89">
      <w:pPr>
        <w:tabs>
          <w:tab w:val="left" w:pos="1515"/>
          <w:tab w:val="left" w:pos="2694"/>
        </w:tabs>
        <w:jc w:val="both"/>
        <w:rPr>
          <w:rFonts w:ascii="Calibri" w:hAnsi="Calibri"/>
          <w:b/>
          <w:bCs/>
          <w:color w:val="000000"/>
          <w:sz w:val="22"/>
          <w:szCs w:val="22"/>
          <w:lang w:val="es-CO" w:eastAsia="es-CO"/>
        </w:rPr>
      </w:pPr>
    </w:p>
    <w:p w:rsidR="000F7E89" w:rsidRDefault="000F7E89" w:rsidP="000F7E89">
      <w:pPr>
        <w:tabs>
          <w:tab w:val="left" w:pos="1515"/>
          <w:tab w:val="left" w:pos="2694"/>
        </w:tabs>
        <w:jc w:val="both"/>
        <w:rPr>
          <w:rFonts w:ascii="Calibri" w:hAnsi="Calibri"/>
          <w:b/>
          <w:bCs/>
          <w:color w:val="000000"/>
          <w:sz w:val="22"/>
          <w:szCs w:val="22"/>
          <w:lang w:val="es-CO" w:eastAsia="es-CO"/>
        </w:rPr>
      </w:pPr>
    </w:p>
    <w:tbl>
      <w:tblPr>
        <w:tblW w:w="8873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050"/>
        <w:gridCol w:w="1252"/>
        <w:gridCol w:w="572"/>
        <w:gridCol w:w="1480"/>
        <w:gridCol w:w="1545"/>
        <w:gridCol w:w="1089"/>
        <w:gridCol w:w="1229"/>
        <w:gridCol w:w="656"/>
      </w:tblGrid>
      <w:tr w:rsidR="00A20AB8" w:rsidRPr="00B06CEA" w:rsidTr="00D90F51">
        <w:trPr>
          <w:trHeight w:val="300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E89" w:rsidRPr="00D90F51" w:rsidRDefault="000F7E89" w:rsidP="00D90F51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lang w:val="es-CO" w:eastAsia="es-CO"/>
              </w:rPr>
            </w:pPr>
            <w:r w:rsidRPr="00D90F51">
              <w:rPr>
                <w:rFonts w:ascii="Calibri" w:hAnsi="Calibri"/>
                <w:b/>
                <w:bCs/>
                <w:color w:val="000000"/>
                <w:sz w:val="20"/>
                <w:szCs w:val="22"/>
                <w:lang w:val="es-CO" w:eastAsia="es-CO"/>
              </w:rPr>
              <w:t>GRADO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E89" w:rsidRPr="00D90F51" w:rsidRDefault="000F7E89" w:rsidP="00D90F51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lang w:val="es-CO" w:eastAsia="es-CO"/>
              </w:rPr>
            </w:pPr>
            <w:r w:rsidRPr="00D90F51">
              <w:rPr>
                <w:rFonts w:ascii="Calibri" w:hAnsi="Calibri"/>
                <w:b/>
                <w:bCs/>
                <w:color w:val="000000"/>
                <w:sz w:val="20"/>
                <w:szCs w:val="22"/>
                <w:lang w:val="es-CO" w:eastAsia="es-CO"/>
              </w:rPr>
              <w:t>DOC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E89" w:rsidRPr="00D90F51" w:rsidRDefault="000F7E89" w:rsidP="00D90F51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lang w:val="es-CO" w:eastAsia="es-CO"/>
              </w:rPr>
            </w:pPr>
            <w:r w:rsidRPr="00D90F51">
              <w:rPr>
                <w:rFonts w:ascii="Calibri" w:hAnsi="Calibri"/>
                <w:b/>
                <w:bCs/>
                <w:color w:val="000000"/>
                <w:sz w:val="20"/>
                <w:szCs w:val="22"/>
                <w:lang w:val="es-CO" w:eastAsia="es-CO"/>
              </w:rPr>
              <w:t>TIPO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E89" w:rsidRPr="00D90F51" w:rsidRDefault="000F7E89" w:rsidP="00D90F51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lang w:val="es-CO" w:eastAsia="es-CO"/>
              </w:rPr>
            </w:pPr>
            <w:r w:rsidRPr="00D90F51">
              <w:rPr>
                <w:rFonts w:ascii="Calibri" w:hAnsi="Calibri"/>
                <w:b/>
                <w:bCs/>
                <w:color w:val="000000"/>
                <w:sz w:val="20"/>
                <w:szCs w:val="22"/>
                <w:lang w:val="es-CO" w:eastAsia="es-CO"/>
              </w:rPr>
              <w:t>APELLIDO1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E89" w:rsidRPr="00D90F51" w:rsidRDefault="000F7E89" w:rsidP="00D90F51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lang w:val="es-CO" w:eastAsia="es-CO"/>
              </w:rPr>
            </w:pPr>
            <w:r w:rsidRPr="00D90F51">
              <w:rPr>
                <w:rFonts w:ascii="Calibri" w:hAnsi="Calibri"/>
                <w:b/>
                <w:bCs/>
                <w:color w:val="000000"/>
                <w:sz w:val="20"/>
                <w:szCs w:val="22"/>
                <w:lang w:val="es-CO" w:eastAsia="es-CO"/>
              </w:rPr>
              <w:t>APELLIDO2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E89" w:rsidRPr="00D90F51" w:rsidRDefault="000F7E89" w:rsidP="00D90F51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lang w:val="es-CO" w:eastAsia="es-CO"/>
              </w:rPr>
            </w:pPr>
            <w:r w:rsidRPr="00D90F51">
              <w:rPr>
                <w:rFonts w:ascii="Calibri" w:hAnsi="Calibri"/>
                <w:b/>
                <w:bCs/>
                <w:color w:val="000000"/>
                <w:sz w:val="20"/>
                <w:szCs w:val="22"/>
                <w:lang w:val="es-CO" w:eastAsia="es-CO"/>
              </w:rPr>
              <w:t>NOMBRE1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E89" w:rsidRPr="00D90F51" w:rsidRDefault="000F7E89" w:rsidP="00D90F51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lang w:val="es-CO" w:eastAsia="es-CO"/>
              </w:rPr>
            </w:pPr>
            <w:r w:rsidRPr="00D90F51">
              <w:rPr>
                <w:rFonts w:ascii="Calibri" w:hAnsi="Calibri"/>
                <w:b/>
                <w:bCs/>
                <w:color w:val="000000"/>
                <w:sz w:val="20"/>
                <w:szCs w:val="22"/>
                <w:lang w:val="es-CO" w:eastAsia="es-CO"/>
              </w:rPr>
              <w:t>NOMBRE2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E89" w:rsidRPr="00D90F51" w:rsidRDefault="000F7E89" w:rsidP="00D90F51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lang w:val="es-CO" w:eastAsia="es-CO"/>
              </w:rPr>
            </w:pPr>
            <w:r w:rsidRPr="00D90F51">
              <w:rPr>
                <w:rFonts w:ascii="Calibri" w:hAnsi="Calibri"/>
                <w:b/>
                <w:bCs/>
                <w:color w:val="000000"/>
                <w:sz w:val="20"/>
                <w:szCs w:val="22"/>
                <w:lang w:val="es-CO" w:eastAsia="es-CO"/>
              </w:rPr>
              <w:t>EDAD</w:t>
            </w:r>
          </w:p>
        </w:tc>
      </w:tr>
      <w:tr w:rsidR="00A20AB8" w:rsidRPr="00B06CEA" w:rsidTr="00D90F51">
        <w:trPr>
          <w:trHeight w:val="300"/>
        </w:trPr>
        <w:tc>
          <w:tcPr>
            <w:tcW w:w="10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AB8" w:rsidRPr="00D90F51" w:rsidRDefault="00A20AB8" w:rsidP="000F7E89">
            <w:pPr>
              <w:jc w:val="center"/>
              <w:rPr>
                <w:rFonts w:ascii="Calibri" w:hAnsi="Calibri"/>
                <w:color w:val="000000"/>
                <w:sz w:val="20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CUARTO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 w:rsidP="00D90F51">
            <w:pPr>
              <w:jc w:val="right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1021512812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TI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CABALLERO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MARIN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MIGUEL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ANGEL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8</w:t>
            </w:r>
          </w:p>
        </w:tc>
      </w:tr>
      <w:tr w:rsidR="00A20AB8" w:rsidRPr="00B06CEA" w:rsidTr="00D90F51">
        <w:trPr>
          <w:trHeight w:val="300"/>
        </w:trPr>
        <w:tc>
          <w:tcPr>
            <w:tcW w:w="105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AB8" w:rsidRPr="00D90F51" w:rsidRDefault="00A20AB8" w:rsidP="000F7E89">
            <w:pPr>
              <w:jc w:val="center"/>
              <w:rPr>
                <w:rFonts w:ascii="Calibri" w:hAnsi="Calibri"/>
                <w:color w:val="000000"/>
                <w:sz w:val="20"/>
                <w:lang w:val="es-CO" w:eastAsia="es-CO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 w:rsidP="00D90F51">
            <w:pPr>
              <w:jc w:val="right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1069256968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TI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CASAS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RICO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EDUAR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DAVID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8</w:t>
            </w:r>
          </w:p>
        </w:tc>
      </w:tr>
      <w:tr w:rsidR="00A20AB8" w:rsidRPr="00B06CEA" w:rsidTr="00D90F51">
        <w:trPr>
          <w:trHeight w:val="300"/>
        </w:trPr>
        <w:tc>
          <w:tcPr>
            <w:tcW w:w="105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AB8" w:rsidRPr="00D90F51" w:rsidRDefault="00A20AB8" w:rsidP="000F7E89">
            <w:pPr>
              <w:jc w:val="center"/>
              <w:rPr>
                <w:rFonts w:ascii="Calibri" w:hAnsi="Calibri"/>
                <w:color w:val="000000"/>
                <w:sz w:val="20"/>
                <w:lang w:val="es-CO" w:eastAsia="es-CO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 w:rsidP="00D90F51">
            <w:pPr>
              <w:jc w:val="right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1069257140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TI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CASTRO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MARIN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MICHAEL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STIVEN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8</w:t>
            </w:r>
          </w:p>
        </w:tc>
      </w:tr>
      <w:tr w:rsidR="00A20AB8" w:rsidRPr="00B06CEA" w:rsidTr="00D90F51">
        <w:trPr>
          <w:trHeight w:val="300"/>
        </w:trPr>
        <w:tc>
          <w:tcPr>
            <w:tcW w:w="105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AB8" w:rsidRPr="00D90F51" w:rsidRDefault="00A20AB8" w:rsidP="000F7E89">
            <w:pPr>
              <w:jc w:val="center"/>
              <w:rPr>
                <w:rFonts w:ascii="Calibri" w:hAnsi="Calibri"/>
                <w:color w:val="000000"/>
                <w:sz w:val="20"/>
                <w:lang w:val="es-CO" w:eastAsia="es-CO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 w:rsidP="00D90F51">
            <w:pPr>
              <w:jc w:val="right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1105610931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TI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FEGED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SILVA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LUISA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FERNANDA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11</w:t>
            </w:r>
          </w:p>
        </w:tc>
      </w:tr>
      <w:tr w:rsidR="00A20AB8" w:rsidRPr="00B06CEA" w:rsidTr="00D90F51">
        <w:trPr>
          <w:trHeight w:val="300"/>
        </w:trPr>
        <w:tc>
          <w:tcPr>
            <w:tcW w:w="105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AB8" w:rsidRPr="00D90F51" w:rsidRDefault="00A20AB8" w:rsidP="000F7E89">
            <w:pPr>
              <w:jc w:val="center"/>
              <w:rPr>
                <w:rFonts w:ascii="Calibri" w:hAnsi="Calibri"/>
                <w:color w:val="000000"/>
                <w:sz w:val="20"/>
                <w:lang w:val="es-CO" w:eastAsia="es-CO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 w:rsidP="00D90F51">
            <w:pPr>
              <w:jc w:val="right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1069256906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TI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GARZON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AREVALO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KAREN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JULIETH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8</w:t>
            </w:r>
          </w:p>
        </w:tc>
      </w:tr>
      <w:tr w:rsidR="00A20AB8" w:rsidRPr="00B06CEA" w:rsidTr="00D90F51">
        <w:trPr>
          <w:trHeight w:val="300"/>
        </w:trPr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 w:rsidP="000F7E89">
            <w:pPr>
              <w:rPr>
                <w:rFonts w:ascii="Calibri" w:hAnsi="Calibri"/>
                <w:color w:val="000000"/>
                <w:sz w:val="20"/>
                <w:lang w:val="es-CO" w:eastAsia="es-CO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 w:rsidP="00D90F51">
            <w:pPr>
              <w:jc w:val="right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1069256252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TI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MARIN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BUSTACARA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FREDY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ARBEY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10</w:t>
            </w:r>
          </w:p>
        </w:tc>
      </w:tr>
      <w:tr w:rsidR="00A20AB8" w:rsidRPr="00B06CEA" w:rsidTr="00D90F51">
        <w:trPr>
          <w:trHeight w:val="300"/>
        </w:trPr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 w:rsidP="000F7E89">
            <w:pPr>
              <w:rPr>
                <w:rFonts w:ascii="Calibri" w:hAnsi="Calibri"/>
                <w:color w:val="000000"/>
                <w:sz w:val="20"/>
                <w:lang w:val="es-CO" w:eastAsia="es-CO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 w:rsidP="00D90F51">
            <w:pPr>
              <w:jc w:val="right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1069256741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TI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MARIN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RIAÑO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LAURA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VALENTINA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9</w:t>
            </w:r>
          </w:p>
        </w:tc>
      </w:tr>
      <w:tr w:rsidR="00A20AB8" w:rsidRPr="00B06CEA" w:rsidTr="00D90F51">
        <w:trPr>
          <w:trHeight w:val="300"/>
        </w:trPr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 w:rsidP="000F7E89">
            <w:pPr>
              <w:rPr>
                <w:rFonts w:ascii="Calibri" w:hAnsi="Calibri"/>
                <w:color w:val="000000"/>
                <w:sz w:val="20"/>
                <w:lang w:val="es-CO" w:eastAsia="es-CO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 w:rsidP="00D90F51">
            <w:pPr>
              <w:jc w:val="right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1077142986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TI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MENESES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GALINDO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EMERSON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FELIPE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8</w:t>
            </w:r>
          </w:p>
        </w:tc>
      </w:tr>
      <w:tr w:rsidR="00A20AB8" w:rsidRPr="00B06CEA" w:rsidTr="00D90F51">
        <w:trPr>
          <w:trHeight w:val="300"/>
        </w:trPr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 w:rsidP="000F7E89">
            <w:pPr>
              <w:rPr>
                <w:rFonts w:ascii="Calibri" w:hAnsi="Calibri"/>
                <w:color w:val="000000"/>
                <w:sz w:val="20"/>
                <w:lang w:val="es-CO" w:eastAsia="es-CO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 w:rsidP="00D90F51">
            <w:pPr>
              <w:jc w:val="right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1069256419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TI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MONTENEGRO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BERNAL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LINA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YULIETH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9</w:t>
            </w:r>
          </w:p>
        </w:tc>
      </w:tr>
      <w:tr w:rsidR="00A20AB8" w:rsidRPr="00B06CEA" w:rsidTr="00D90F51">
        <w:trPr>
          <w:trHeight w:val="300"/>
        </w:trPr>
        <w:tc>
          <w:tcPr>
            <w:tcW w:w="10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 w:rsidP="000F7E89">
            <w:pPr>
              <w:rPr>
                <w:rFonts w:ascii="Calibri" w:hAnsi="Calibri"/>
                <w:color w:val="000000"/>
                <w:sz w:val="20"/>
                <w:lang w:val="es-CO" w:eastAsia="es-CO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 w:rsidP="00D90F51">
            <w:pPr>
              <w:jc w:val="right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1069257046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TI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SARMIENTO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GARZON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KAROL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GERALDIN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8</w:t>
            </w:r>
          </w:p>
        </w:tc>
      </w:tr>
      <w:tr w:rsidR="00A20AB8" w:rsidRPr="00B06CEA" w:rsidTr="00D90F51">
        <w:trPr>
          <w:trHeight w:val="300"/>
        </w:trPr>
        <w:tc>
          <w:tcPr>
            <w:tcW w:w="10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AB8" w:rsidRPr="00D90F51" w:rsidRDefault="00A20AB8" w:rsidP="000F7E89">
            <w:pPr>
              <w:jc w:val="center"/>
              <w:rPr>
                <w:rFonts w:ascii="Calibri" w:hAnsi="Calibri"/>
                <w:color w:val="000000"/>
                <w:sz w:val="20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GRADO 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 w:rsidP="00D90F51">
            <w:pPr>
              <w:jc w:val="right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1069261507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RC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AREVALO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BUITRAGO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ERIKA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TATIANA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4</w:t>
            </w:r>
          </w:p>
        </w:tc>
      </w:tr>
      <w:tr w:rsidR="00A20AB8" w:rsidRPr="00B06CEA" w:rsidTr="00D90F51">
        <w:trPr>
          <w:trHeight w:val="300"/>
        </w:trPr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AB8" w:rsidRPr="00D90F51" w:rsidRDefault="00A20AB8" w:rsidP="000F7E89">
            <w:pPr>
              <w:jc w:val="center"/>
              <w:rPr>
                <w:rFonts w:ascii="Calibri" w:hAnsi="Calibri"/>
                <w:color w:val="000000"/>
                <w:sz w:val="20"/>
                <w:lang w:val="es-CO" w:eastAsia="es-CO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 w:rsidP="00D90F51">
            <w:pPr>
              <w:jc w:val="right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1069260594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RC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AREVALO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MARTINEZ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KAREN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LIZETH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4</w:t>
            </w:r>
          </w:p>
        </w:tc>
      </w:tr>
      <w:tr w:rsidR="00A20AB8" w:rsidRPr="00B06CEA" w:rsidTr="00D90F51">
        <w:trPr>
          <w:trHeight w:val="300"/>
        </w:trPr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AB8" w:rsidRPr="00D90F51" w:rsidRDefault="00A20AB8" w:rsidP="000F7E89">
            <w:pPr>
              <w:jc w:val="center"/>
              <w:rPr>
                <w:rFonts w:ascii="Calibri" w:hAnsi="Calibri"/>
                <w:color w:val="000000"/>
                <w:sz w:val="20"/>
                <w:lang w:val="es-CO" w:eastAsia="es-CO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 w:rsidP="00D90F51">
            <w:pPr>
              <w:jc w:val="right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1069261177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RC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AREVALO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MELO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MONICA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GABRIELA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4</w:t>
            </w:r>
          </w:p>
        </w:tc>
      </w:tr>
      <w:tr w:rsidR="00A20AB8" w:rsidRPr="00B06CEA" w:rsidTr="00D90F51">
        <w:trPr>
          <w:trHeight w:val="300"/>
        </w:trPr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AB8" w:rsidRPr="00D90F51" w:rsidRDefault="00A20AB8" w:rsidP="000F7E89">
            <w:pPr>
              <w:jc w:val="center"/>
              <w:rPr>
                <w:rFonts w:ascii="Calibri" w:hAnsi="Calibri"/>
                <w:color w:val="000000"/>
                <w:sz w:val="20"/>
                <w:lang w:val="es-CO" w:eastAsia="es-CO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 w:rsidP="00D90F51">
            <w:pPr>
              <w:jc w:val="right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1069261146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RC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BUITRAGO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LIZARAZO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SAMUEL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EDUARDO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4</w:t>
            </w:r>
          </w:p>
        </w:tc>
      </w:tr>
      <w:tr w:rsidR="00A20AB8" w:rsidRPr="00B06CEA" w:rsidTr="00D90F51">
        <w:trPr>
          <w:trHeight w:val="300"/>
        </w:trPr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AB8" w:rsidRPr="00D90F51" w:rsidRDefault="00A20AB8" w:rsidP="000F7E89">
            <w:pPr>
              <w:jc w:val="center"/>
              <w:rPr>
                <w:rFonts w:ascii="Calibri" w:hAnsi="Calibri"/>
                <w:color w:val="000000"/>
                <w:sz w:val="20"/>
                <w:lang w:val="es-CO" w:eastAsia="es-CO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 w:rsidP="00D90F51">
            <w:pPr>
              <w:jc w:val="right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1069260979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RC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BUITRAGO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RODRIGUEZ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DUVAN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SANTIAGO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4</w:t>
            </w:r>
          </w:p>
        </w:tc>
      </w:tr>
      <w:tr w:rsidR="00A20AB8" w:rsidRPr="00B06CEA" w:rsidTr="00D90F51">
        <w:trPr>
          <w:trHeight w:val="300"/>
        </w:trPr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AB8" w:rsidRPr="00D90F51" w:rsidRDefault="00A20AB8" w:rsidP="000F7E89">
            <w:pPr>
              <w:jc w:val="center"/>
              <w:rPr>
                <w:rFonts w:ascii="Calibri" w:hAnsi="Calibri"/>
                <w:color w:val="000000"/>
                <w:sz w:val="20"/>
                <w:lang w:val="es-CO" w:eastAsia="es-CO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 w:rsidP="00D90F51">
            <w:pPr>
              <w:jc w:val="right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1021399258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RC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CASTAÑEDA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SARMIENTO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LUIS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FELIPE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4</w:t>
            </w:r>
          </w:p>
        </w:tc>
      </w:tr>
      <w:tr w:rsidR="00A20AB8" w:rsidRPr="00B06CEA" w:rsidTr="00D90F51">
        <w:trPr>
          <w:trHeight w:val="300"/>
        </w:trPr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AB8" w:rsidRPr="00D90F51" w:rsidRDefault="00A20AB8" w:rsidP="000F7E89">
            <w:pPr>
              <w:jc w:val="center"/>
              <w:rPr>
                <w:rFonts w:ascii="Calibri" w:hAnsi="Calibri"/>
                <w:color w:val="000000"/>
                <w:sz w:val="20"/>
                <w:lang w:val="es-CO" w:eastAsia="es-CO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 w:rsidP="00D90F51">
            <w:pPr>
              <w:jc w:val="right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1069261125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RC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FARFAN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MARIN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MANUEL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ALEJANDRO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4</w:t>
            </w:r>
          </w:p>
        </w:tc>
      </w:tr>
      <w:tr w:rsidR="00A20AB8" w:rsidRPr="00B06CEA" w:rsidTr="00D90F51">
        <w:trPr>
          <w:trHeight w:val="300"/>
        </w:trPr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AB8" w:rsidRPr="00D90F51" w:rsidRDefault="00A20AB8" w:rsidP="000F7E89">
            <w:pPr>
              <w:jc w:val="center"/>
              <w:rPr>
                <w:rFonts w:ascii="Calibri" w:hAnsi="Calibri"/>
                <w:color w:val="000000"/>
                <w:sz w:val="20"/>
                <w:lang w:val="es-CO" w:eastAsia="es-CO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 w:rsidP="00D90F51">
            <w:pPr>
              <w:jc w:val="right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1069260342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RC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GARZON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AREVALO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LEIDY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PAOLA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4</w:t>
            </w:r>
          </w:p>
        </w:tc>
      </w:tr>
      <w:tr w:rsidR="00A20AB8" w:rsidRPr="00B06CEA" w:rsidTr="00D90F51">
        <w:trPr>
          <w:trHeight w:val="300"/>
        </w:trPr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AB8" w:rsidRPr="00D90F51" w:rsidRDefault="00A20AB8" w:rsidP="000F7E89">
            <w:pPr>
              <w:jc w:val="center"/>
              <w:rPr>
                <w:rFonts w:ascii="Calibri" w:hAnsi="Calibri"/>
                <w:color w:val="000000"/>
                <w:sz w:val="20"/>
                <w:lang w:val="es-CO" w:eastAsia="es-CO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 w:rsidP="00D90F51">
            <w:pPr>
              <w:jc w:val="right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1077146039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RC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GUERRERO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GALINDO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ANDRES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FELIPE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4</w:t>
            </w:r>
          </w:p>
        </w:tc>
      </w:tr>
      <w:tr w:rsidR="00A20AB8" w:rsidRPr="00B06CEA" w:rsidTr="00D90F51">
        <w:trPr>
          <w:trHeight w:val="300"/>
        </w:trPr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AB8" w:rsidRPr="00D90F51" w:rsidRDefault="00A20AB8" w:rsidP="000F7E89">
            <w:pPr>
              <w:jc w:val="center"/>
              <w:rPr>
                <w:rFonts w:ascii="Calibri" w:hAnsi="Calibri"/>
                <w:color w:val="000000"/>
                <w:sz w:val="20"/>
                <w:lang w:val="es-CO" w:eastAsia="es-CO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 w:rsidP="00D90F51">
            <w:pPr>
              <w:jc w:val="right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1011325491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RC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LOPEZ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FARFAN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YENIFER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DAYANA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5</w:t>
            </w:r>
          </w:p>
        </w:tc>
      </w:tr>
      <w:tr w:rsidR="00A20AB8" w:rsidRPr="00B06CEA" w:rsidTr="00D90F51">
        <w:trPr>
          <w:trHeight w:val="300"/>
        </w:trPr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 w:rsidP="000F7E89">
            <w:pPr>
              <w:rPr>
                <w:rFonts w:ascii="Calibri" w:hAnsi="Calibri"/>
                <w:color w:val="000000"/>
                <w:sz w:val="20"/>
                <w:lang w:val="es-CO" w:eastAsia="es-CO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 w:rsidP="00D90F51">
            <w:pPr>
              <w:jc w:val="right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1069261527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RC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MARIN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CASALLAS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ANA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CAMILA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4</w:t>
            </w:r>
          </w:p>
        </w:tc>
      </w:tr>
      <w:tr w:rsidR="00A20AB8" w:rsidRPr="00B06CEA" w:rsidTr="00D90F51">
        <w:trPr>
          <w:trHeight w:val="300"/>
        </w:trPr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 w:rsidP="000F7E89">
            <w:pPr>
              <w:rPr>
                <w:rFonts w:ascii="Calibri" w:hAnsi="Calibri"/>
                <w:color w:val="000000"/>
                <w:sz w:val="20"/>
                <w:lang w:val="es-CO" w:eastAsia="es-CO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 w:rsidP="00D90F51">
            <w:pPr>
              <w:jc w:val="right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1069261666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RC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MARIN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GARZON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SARA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JULIANA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4</w:t>
            </w:r>
          </w:p>
        </w:tc>
      </w:tr>
      <w:tr w:rsidR="00A20AB8" w:rsidRPr="00B06CEA" w:rsidTr="00D90F51">
        <w:trPr>
          <w:trHeight w:val="300"/>
        </w:trPr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 w:rsidP="000F7E89">
            <w:pPr>
              <w:rPr>
                <w:rFonts w:ascii="Calibri" w:hAnsi="Calibri"/>
                <w:color w:val="000000"/>
                <w:sz w:val="20"/>
                <w:lang w:val="es-CO" w:eastAsia="es-CO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 w:rsidP="00D90F51">
            <w:pPr>
              <w:jc w:val="right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1069260799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RC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MARIN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RUBIANO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ELIANA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ROCIO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4</w:t>
            </w:r>
          </w:p>
        </w:tc>
      </w:tr>
      <w:tr w:rsidR="00A20AB8" w:rsidRPr="00B06CEA" w:rsidTr="00D90F51">
        <w:trPr>
          <w:trHeight w:val="300"/>
        </w:trPr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 w:rsidP="000F7E89">
            <w:pPr>
              <w:rPr>
                <w:rFonts w:ascii="Calibri" w:hAnsi="Calibri"/>
                <w:color w:val="000000"/>
                <w:sz w:val="20"/>
                <w:lang w:val="es-CO" w:eastAsia="es-CO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 w:rsidP="00D90F51">
            <w:pPr>
              <w:jc w:val="right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1077145457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RC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MEJIA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RUBIANO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JUAN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ALEJANDRO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4</w:t>
            </w:r>
          </w:p>
        </w:tc>
      </w:tr>
      <w:tr w:rsidR="00A20AB8" w:rsidRPr="00B06CEA" w:rsidTr="00D90F51">
        <w:trPr>
          <w:trHeight w:val="300"/>
        </w:trPr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 w:rsidP="000F7E89">
            <w:pPr>
              <w:rPr>
                <w:rFonts w:ascii="Calibri" w:hAnsi="Calibri"/>
                <w:color w:val="000000"/>
                <w:sz w:val="20"/>
                <w:lang w:val="es-CO" w:eastAsia="es-CO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 w:rsidP="00D90F51">
            <w:pPr>
              <w:jc w:val="right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1069261030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RC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RUBIO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MONTENEGRO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INGRITH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MARIANA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4</w:t>
            </w:r>
          </w:p>
        </w:tc>
      </w:tr>
      <w:tr w:rsidR="00A20AB8" w:rsidRPr="00B06CEA" w:rsidTr="00D90F51">
        <w:trPr>
          <w:trHeight w:val="300"/>
        </w:trPr>
        <w:tc>
          <w:tcPr>
            <w:tcW w:w="10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 w:rsidP="000F7E89">
            <w:pPr>
              <w:rPr>
                <w:rFonts w:ascii="Calibri" w:hAnsi="Calibri"/>
                <w:color w:val="000000"/>
                <w:sz w:val="20"/>
                <w:lang w:val="es-CO" w:eastAsia="es-CO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 w:rsidP="00D90F51">
            <w:pPr>
              <w:jc w:val="right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1095209333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RC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TAPIAS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TORO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LEIDY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TATIANA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4</w:t>
            </w:r>
          </w:p>
        </w:tc>
      </w:tr>
      <w:tr w:rsidR="00A20AB8" w:rsidRPr="00B06CEA" w:rsidTr="00D90F51">
        <w:trPr>
          <w:trHeight w:val="300"/>
        </w:trPr>
        <w:tc>
          <w:tcPr>
            <w:tcW w:w="10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AB8" w:rsidRPr="00D90F51" w:rsidRDefault="00A20AB8" w:rsidP="000F7E89">
            <w:pPr>
              <w:jc w:val="center"/>
              <w:rPr>
                <w:rFonts w:ascii="Calibri" w:hAnsi="Calibri"/>
                <w:color w:val="000000"/>
                <w:sz w:val="20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PRIMERO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 w:rsidP="00D90F51">
            <w:pPr>
              <w:jc w:val="right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1069259672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RC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BUITRAGO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LIZARAZO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MIGUEL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ANGEL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5</w:t>
            </w:r>
          </w:p>
        </w:tc>
      </w:tr>
      <w:tr w:rsidR="00A20AB8" w:rsidRPr="00B06CEA" w:rsidTr="00D90F51">
        <w:trPr>
          <w:trHeight w:val="300"/>
        </w:trPr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AB8" w:rsidRPr="00D90F51" w:rsidRDefault="00A20AB8" w:rsidP="000F7E89">
            <w:pPr>
              <w:jc w:val="center"/>
              <w:rPr>
                <w:rFonts w:ascii="Calibri" w:hAnsi="Calibri"/>
                <w:color w:val="000000"/>
                <w:sz w:val="20"/>
                <w:lang w:val="es-CO" w:eastAsia="es-CO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 w:rsidP="00D90F51">
            <w:pPr>
              <w:jc w:val="right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1077145055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RC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CONTRERAS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MENESES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BRAYAN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SNEIDER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5</w:t>
            </w:r>
          </w:p>
        </w:tc>
      </w:tr>
      <w:tr w:rsidR="00A20AB8" w:rsidRPr="00B06CEA" w:rsidTr="00D90F51">
        <w:trPr>
          <w:trHeight w:val="300"/>
        </w:trPr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AB8" w:rsidRPr="00D90F51" w:rsidRDefault="00A20AB8" w:rsidP="000F7E89">
            <w:pPr>
              <w:jc w:val="center"/>
              <w:rPr>
                <w:rFonts w:ascii="Calibri" w:hAnsi="Calibri"/>
                <w:color w:val="000000"/>
                <w:sz w:val="20"/>
                <w:lang w:val="es-CO" w:eastAsia="es-CO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 w:rsidP="00D90F51">
            <w:pPr>
              <w:jc w:val="right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1069250000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RC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ESPINOSA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RAQUIRA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JEAN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CARLOS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5</w:t>
            </w:r>
          </w:p>
        </w:tc>
      </w:tr>
      <w:tr w:rsidR="00A20AB8" w:rsidRPr="00B06CEA" w:rsidTr="00D90F51">
        <w:trPr>
          <w:trHeight w:val="300"/>
        </w:trPr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AB8" w:rsidRPr="00D90F51" w:rsidRDefault="00A20AB8" w:rsidP="000F7E89">
            <w:pPr>
              <w:jc w:val="center"/>
              <w:rPr>
                <w:rFonts w:ascii="Calibri" w:hAnsi="Calibri"/>
                <w:color w:val="000000"/>
                <w:sz w:val="20"/>
                <w:lang w:val="es-CO" w:eastAsia="es-CO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 w:rsidP="00D90F51">
            <w:pPr>
              <w:jc w:val="right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1069258116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RC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FORERO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MARIN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KEINER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7</w:t>
            </w:r>
          </w:p>
        </w:tc>
      </w:tr>
      <w:tr w:rsidR="00A20AB8" w:rsidRPr="00B06CEA" w:rsidTr="00D90F51">
        <w:trPr>
          <w:trHeight w:val="300"/>
        </w:trPr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AB8" w:rsidRPr="00D90F51" w:rsidRDefault="00A20AB8" w:rsidP="000F7E89">
            <w:pPr>
              <w:jc w:val="center"/>
              <w:rPr>
                <w:rFonts w:ascii="Calibri" w:hAnsi="Calibri"/>
                <w:color w:val="000000"/>
                <w:sz w:val="20"/>
                <w:lang w:val="es-CO" w:eastAsia="es-CO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 w:rsidP="00D90F51">
            <w:pPr>
              <w:jc w:val="right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1069260236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RC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LIZARAZO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MEDINA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LEIDY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CAROLINA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5</w:t>
            </w:r>
          </w:p>
        </w:tc>
      </w:tr>
      <w:tr w:rsidR="00A20AB8" w:rsidRPr="00B06CEA" w:rsidTr="00D90F51">
        <w:trPr>
          <w:trHeight w:val="300"/>
        </w:trPr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AB8" w:rsidRPr="00D90F51" w:rsidRDefault="00A20AB8" w:rsidP="000F7E89">
            <w:pPr>
              <w:jc w:val="center"/>
              <w:rPr>
                <w:rFonts w:ascii="Calibri" w:hAnsi="Calibri"/>
                <w:color w:val="000000"/>
                <w:sz w:val="20"/>
                <w:lang w:val="es-CO" w:eastAsia="es-CO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 w:rsidP="00D90F51">
            <w:pPr>
              <w:jc w:val="right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1077144955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RC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LOPEZ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MELO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JHON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STIVEN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5</w:t>
            </w:r>
          </w:p>
        </w:tc>
      </w:tr>
      <w:tr w:rsidR="00A20AB8" w:rsidRPr="00B06CEA" w:rsidTr="00D90F51">
        <w:trPr>
          <w:trHeight w:val="300"/>
        </w:trPr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AB8" w:rsidRPr="00D90F51" w:rsidRDefault="00A20AB8" w:rsidP="000F7E89">
            <w:pPr>
              <w:jc w:val="center"/>
              <w:rPr>
                <w:rFonts w:ascii="Calibri" w:hAnsi="Calibri"/>
                <w:color w:val="000000"/>
                <w:sz w:val="20"/>
                <w:lang w:val="es-CO" w:eastAsia="es-CO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 w:rsidP="00D90F51">
            <w:pPr>
              <w:jc w:val="right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1077144683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RC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RAQUIRA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VALERO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JUAN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DAVID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7</w:t>
            </w:r>
          </w:p>
        </w:tc>
      </w:tr>
      <w:tr w:rsidR="00A20AB8" w:rsidRPr="00B06CEA" w:rsidTr="00D90F51">
        <w:trPr>
          <w:trHeight w:val="300"/>
        </w:trPr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AB8" w:rsidRPr="00D90F51" w:rsidRDefault="00A20AB8" w:rsidP="000F7E89">
            <w:pPr>
              <w:jc w:val="center"/>
              <w:rPr>
                <w:rFonts w:ascii="Calibri" w:hAnsi="Calibri"/>
                <w:color w:val="000000"/>
                <w:sz w:val="20"/>
                <w:lang w:val="es-CO" w:eastAsia="es-CO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 w:rsidP="00D90F51">
            <w:pPr>
              <w:jc w:val="right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1069259224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RC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RODRIGUEZ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MARIN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CAROL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LIZETH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6</w:t>
            </w:r>
          </w:p>
        </w:tc>
      </w:tr>
      <w:tr w:rsidR="00A20AB8" w:rsidRPr="00B06CEA" w:rsidTr="00D90F51">
        <w:trPr>
          <w:trHeight w:val="300"/>
        </w:trPr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 w:rsidP="000F7E89">
            <w:pPr>
              <w:rPr>
                <w:rFonts w:ascii="Calibri" w:hAnsi="Calibri"/>
                <w:color w:val="000000"/>
                <w:sz w:val="20"/>
                <w:lang w:val="es-CO" w:eastAsia="es-CO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 w:rsidP="00D90F51">
            <w:pPr>
              <w:jc w:val="right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1069257965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 xml:space="preserve">TI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RUBIANO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MELO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EDWIN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ARLEY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7</w:t>
            </w:r>
          </w:p>
        </w:tc>
      </w:tr>
      <w:tr w:rsidR="00A20AB8" w:rsidRPr="00B06CEA" w:rsidTr="00D90F51">
        <w:trPr>
          <w:trHeight w:val="300"/>
        </w:trPr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 w:rsidP="000F7E89">
            <w:pPr>
              <w:rPr>
                <w:rFonts w:ascii="Calibri" w:hAnsi="Calibri"/>
                <w:color w:val="000000"/>
                <w:sz w:val="20"/>
                <w:lang w:val="es-CO" w:eastAsia="es-CO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 w:rsidP="00D90F51">
            <w:pPr>
              <w:jc w:val="right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1069259249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RC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RUBIO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MONTENEGRO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SHARITH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ELIANA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6</w:t>
            </w:r>
          </w:p>
        </w:tc>
      </w:tr>
      <w:tr w:rsidR="00A20AB8" w:rsidRPr="00B06CEA" w:rsidTr="00D90F51">
        <w:trPr>
          <w:trHeight w:val="300"/>
        </w:trPr>
        <w:tc>
          <w:tcPr>
            <w:tcW w:w="10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 w:rsidP="000F7E89">
            <w:pPr>
              <w:rPr>
                <w:rFonts w:ascii="Calibri" w:hAnsi="Calibri"/>
                <w:color w:val="000000"/>
                <w:sz w:val="20"/>
                <w:lang w:val="es-CO" w:eastAsia="es-CO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 w:rsidP="00D90F51">
            <w:pPr>
              <w:jc w:val="right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1069260428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RC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ULLOA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CASTRO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JUAN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EMANUEL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5</w:t>
            </w:r>
          </w:p>
        </w:tc>
      </w:tr>
      <w:tr w:rsidR="00A20AB8" w:rsidRPr="00B06CEA" w:rsidTr="00D90F51">
        <w:trPr>
          <w:trHeight w:val="300"/>
        </w:trPr>
        <w:tc>
          <w:tcPr>
            <w:tcW w:w="10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AB8" w:rsidRPr="00D90F51" w:rsidRDefault="00A20AB8" w:rsidP="000F7E89">
            <w:pPr>
              <w:jc w:val="center"/>
              <w:rPr>
                <w:rFonts w:ascii="Calibri" w:hAnsi="Calibri"/>
                <w:color w:val="000000"/>
                <w:sz w:val="20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QUINTO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 w:rsidP="00D90F51">
            <w:pPr>
              <w:jc w:val="right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1069256773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 xml:space="preserve">TI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BUITRAGO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LIZARAZO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ALISON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YULIETH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10</w:t>
            </w:r>
          </w:p>
        </w:tc>
      </w:tr>
      <w:tr w:rsidR="00A20AB8" w:rsidRPr="00B06CEA" w:rsidTr="00D90F51">
        <w:trPr>
          <w:trHeight w:val="300"/>
        </w:trPr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 w:rsidP="000F7E89">
            <w:pPr>
              <w:rPr>
                <w:rFonts w:ascii="Calibri" w:hAnsi="Calibri"/>
                <w:color w:val="000000"/>
                <w:sz w:val="20"/>
                <w:lang w:val="es-CO" w:eastAsia="es-CO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 w:rsidP="00D90F51">
            <w:pPr>
              <w:jc w:val="right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1105611105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 xml:space="preserve">TI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FEGED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SILVA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JHON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JAILER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13</w:t>
            </w:r>
          </w:p>
        </w:tc>
      </w:tr>
      <w:tr w:rsidR="00A20AB8" w:rsidRPr="00B06CEA" w:rsidTr="00D90F51">
        <w:trPr>
          <w:trHeight w:val="300"/>
        </w:trPr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 w:rsidP="000F7E89">
            <w:pPr>
              <w:rPr>
                <w:rFonts w:ascii="Calibri" w:hAnsi="Calibri"/>
                <w:color w:val="000000"/>
                <w:sz w:val="20"/>
                <w:lang w:val="es-CO" w:eastAsia="es-CO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 w:rsidP="00D90F51">
            <w:pPr>
              <w:jc w:val="right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1069256695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 xml:space="preserve">TI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FERNANDEZ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LIZARAZO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LIDIA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JIMENA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10</w:t>
            </w:r>
          </w:p>
        </w:tc>
      </w:tr>
      <w:tr w:rsidR="00A20AB8" w:rsidRPr="00B06CEA" w:rsidTr="00D90F51">
        <w:trPr>
          <w:trHeight w:val="300"/>
        </w:trPr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 w:rsidP="000F7E89">
            <w:pPr>
              <w:rPr>
                <w:rFonts w:ascii="Calibri" w:hAnsi="Calibri"/>
                <w:color w:val="000000"/>
                <w:sz w:val="20"/>
                <w:lang w:val="es-CO" w:eastAsia="es-CO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 w:rsidP="00D90F51">
            <w:pPr>
              <w:jc w:val="right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1077142604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 xml:space="preserve">TI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FERNANDEZ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PINZON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PAULA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ANDREA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10</w:t>
            </w:r>
          </w:p>
        </w:tc>
      </w:tr>
      <w:tr w:rsidR="00A20AB8" w:rsidRPr="00B06CEA" w:rsidTr="00D90F51">
        <w:trPr>
          <w:trHeight w:val="300"/>
        </w:trPr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 w:rsidP="000F7E89">
            <w:pPr>
              <w:rPr>
                <w:rFonts w:ascii="Calibri" w:hAnsi="Calibri"/>
                <w:color w:val="000000"/>
                <w:sz w:val="20"/>
                <w:lang w:val="es-CO" w:eastAsia="es-CO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 w:rsidP="00D90F51">
            <w:pPr>
              <w:jc w:val="right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1006026255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 xml:space="preserve">TI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GONZALEZ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OLAYA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JUAN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PABLO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10</w:t>
            </w:r>
          </w:p>
        </w:tc>
      </w:tr>
      <w:tr w:rsidR="00A20AB8" w:rsidRPr="00B06CEA" w:rsidTr="00D90F51">
        <w:trPr>
          <w:trHeight w:val="300"/>
        </w:trPr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 w:rsidP="000F7E89">
            <w:pPr>
              <w:rPr>
                <w:rFonts w:ascii="Calibri" w:hAnsi="Calibri"/>
                <w:color w:val="000000"/>
                <w:sz w:val="20"/>
                <w:lang w:val="es-CO" w:eastAsia="es-CO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 w:rsidP="00D90F51">
            <w:pPr>
              <w:jc w:val="right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1077142004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 xml:space="preserve">TI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MENESES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GALINDO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JENNIFER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ANDREA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9</w:t>
            </w:r>
          </w:p>
        </w:tc>
      </w:tr>
      <w:tr w:rsidR="00A20AB8" w:rsidRPr="00B06CEA" w:rsidTr="00D90F51">
        <w:trPr>
          <w:trHeight w:val="300"/>
        </w:trPr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 w:rsidP="000F7E89">
            <w:pPr>
              <w:rPr>
                <w:rFonts w:ascii="Calibri" w:hAnsi="Calibri"/>
                <w:color w:val="000000"/>
                <w:sz w:val="20"/>
                <w:lang w:val="es-CO" w:eastAsia="es-CO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 w:rsidP="00D90F51">
            <w:pPr>
              <w:jc w:val="right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1069256121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 xml:space="preserve">TI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RIAÑO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MARIN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ANGIE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NATALIA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10</w:t>
            </w:r>
          </w:p>
        </w:tc>
      </w:tr>
      <w:tr w:rsidR="00A20AB8" w:rsidRPr="00B06CEA" w:rsidTr="00D90F51">
        <w:trPr>
          <w:trHeight w:val="300"/>
        </w:trPr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 w:rsidP="000F7E89">
            <w:pPr>
              <w:rPr>
                <w:rFonts w:ascii="Calibri" w:hAnsi="Calibri"/>
                <w:color w:val="000000"/>
                <w:sz w:val="20"/>
                <w:lang w:val="es-CO" w:eastAsia="es-CO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 w:rsidP="00D90F51">
            <w:pPr>
              <w:jc w:val="right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1077142195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 xml:space="preserve">TI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RIOS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LOPEZ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DANIEL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SANTIAGO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9</w:t>
            </w:r>
          </w:p>
        </w:tc>
      </w:tr>
      <w:tr w:rsidR="00A20AB8" w:rsidRPr="00B06CEA" w:rsidTr="00D90F51">
        <w:trPr>
          <w:trHeight w:val="300"/>
        </w:trPr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 w:rsidP="000F7E89">
            <w:pPr>
              <w:rPr>
                <w:rFonts w:ascii="Calibri" w:hAnsi="Calibri"/>
                <w:color w:val="000000"/>
                <w:sz w:val="20"/>
                <w:lang w:val="es-CO" w:eastAsia="es-CO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 w:rsidP="00D90F51">
            <w:pPr>
              <w:jc w:val="right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1069256624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 xml:space="preserve">TI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ROMERO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BUITRAGO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BRAYAN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FERNEY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10</w:t>
            </w:r>
          </w:p>
        </w:tc>
      </w:tr>
      <w:tr w:rsidR="00A20AB8" w:rsidRPr="00B06CEA" w:rsidTr="00D90F51">
        <w:trPr>
          <w:trHeight w:val="300"/>
        </w:trPr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 w:rsidP="000F7E89">
            <w:pPr>
              <w:rPr>
                <w:rFonts w:ascii="Calibri" w:hAnsi="Calibri"/>
                <w:color w:val="000000"/>
                <w:sz w:val="20"/>
                <w:lang w:val="es-CO" w:eastAsia="es-CO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 w:rsidP="00D90F51">
            <w:pPr>
              <w:jc w:val="right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1002523480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 xml:space="preserve">TI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RUBIANO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AREVALO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DANIEL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SANTIAGO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10</w:t>
            </w:r>
          </w:p>
        </w:tc>
      </w:tr>
      <w:tr w:rsidR="00A20AB8" w:rsidRPr="00B06CEA" w:rsidTr="00D90F51">
        <w:trPr>
          <w:trHeight w:val="300"/>
        </w:trPr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 w:rsidP="000F7E89">
            <w:pPr>
              <w:rPr>
                <w:rFonts w:ascii="Calibri" w:hAnsi="Calibri"/>
                <w:color w:val="000000"/>
                <w:sz w:val="20"/>
                <w:lang w:val="es-CO" w:eastAsia="es-CO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 w:rsidP="00D90F51">
            <w:pPr>
              <w:jc w:val="right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1007875125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 xml:space="preserve">TI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RUBIANO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MELO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LUIS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ALEJANDRO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12</w:t>
            </w:r>
          </w:p>
        </w:tc>
      </w:tr>
      <w:tr w:rsidR="00A20AB8" w:rsidRPr="00B06CEA" w:rsidTr="00D90F51">
        <w:trPr>
          <w:trHeight w:val="300"/>
        </w:trPr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 w:rsidP="000F7E89">
            <w:pPr>
              <w:rPr>
                <w:rFonts w:ascii="Calibri" w:hAnsi="Calibri"/>
                <w:color w:val="000000"/>
                <w:sz w:val="20"/>
                <w:lang w:val="es-CO" w:eastAsia="es-CO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 w:rsidP="00D90F51">
            <w:pPr>
              <w:jc w:val="right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1069256574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 xml:space="preserve">TI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SARMIENTO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GARZON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EDNA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VIVIANA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10</w:t>
            </w:r>
          </w:p>
        </w:tc>
      </w:tr>
      <w:tr w:rsidR="00A20AB8" w:rsidRPr="00B06CEA" w:rsidTr="00D90F51">
        <w:trPr>
          <w:trHeight w:val="300"/>
        </w:trPr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 w:rsidP="000F7E89">
            <w:pPr>
              <w:rPr>
                <w:rFonts w:ascii="Calibri" w:hAnsi="Calibri"/>
                <w:color w:val="000000"/>
                <w:sz w:val="20"/>
                <w:lang w:val="es-CO" w:eastAsia="es-CO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 w:rsidP="00D90F51">
            <w:pPr>
              <w:jc w:val="right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1069256322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 xml:space="preserve">TI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TIBAQUE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AREVALO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ADRIANA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LUCIA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10</w:t>
            </w:r>
          </w:p>
        </w:tc>
      </w:tr>
      <w:tr w:rsidR="00A20AB8" w:rsidRPr="00B06CEA" w:rsidTr="00D90F51">
        <w:trPr>
          <w:trHeight w:val="300"/>
        </w:trPr>
        <w:tc>
          <w:tcPr>
            <w:tcW w:w="10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 w:rsidP="000F7E89">
            <w:pPr>
              <w:rPr>
                <w:rFonts w:ascii="Calibri" w:hAnsi="Calibri"/>
                <w:color w:val="000000"/>
                <w:sz w:val="20"/>
                <w:lang w:val="es-CO" w:eastAsia="es-CO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 w:rsidP="00D90F51">
            <w:pPr>
              <w:jc w:val="right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35167276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RC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VELANDIA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GALINDO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SINDY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YURANI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10</w:t>
            </w:r>
          </w:p>
        </w:tc>
      </w:tr>
      <w:tr w:rsidR="00A20AB8" w:rsidRPr="00B06CEA" w:rsidTr="00D90F51">
        <w:trPr>
          <w:trHeight w:val="300"/>
        </w:trPr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AB8" w:rsidRPr="00D90F51" w:rsidRDefault="00A20AB8" w:rsidP="000F7E89">
            <w:pPr>
              <w:jc w:val="center"/>
              <w:rPr>
                <w:rFonts w:ascii="Calibri" w:hAnsi="Calibri"/>
                <w:color w:val="000000"/>
                <w:sz w:val="20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SEGUNDO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 w:rsidP="00D90F51">
            <w:pPr>
              <w:jc w:val="right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1069258880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 xml:space="preserve">RC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AREVALO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MENESES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KEVIN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SANTIAGO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6</w:t>
            </w:r>
          </w:p>
        </w:tc>
      </w:tr>
      <w:tr w:rsidR="00A20AB8" w:rsidRPr="00B06CEA" w:rsidTr="00D90F51">
        <w:trPr>
          <w:trHeight w:val="300"/>
        </w:trPr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AB8" w:rsidRPr="00D90F51" w:rsidRDefault="00A20AB8" w:rsidP="000F7E89">
            <w:pPr>
              <w:jc w:val="center"/>
              <w:rPr>
                <w:rFonts w:ascii="Calibri" w:hAnsi="Calibri"/>
                <w:color w:val="000000"/>
                <w:sz w:val="20"/>
                <w:lang w:val="es-CO" w:eastAsia="es-CO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 w:rsidP="00D90F51">
            <w:pPr>
              <w:jc w:val="right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1069258483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 xml:space="preserve">RC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CASAS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RICO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ANA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JULIETH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7</w:t>
            </w:r>
          </w:p>
        </w:tc>
      </w:tr>
      <w:tr w:rsidR="00A20AB8" w:rsidRPr="00B06CEA" w:rsidTr="00D90F51">
        <w:trPr>
          <w:trHeight w:val="300"/>
        </w:trPr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AB8" w:rsidRPr="00D90F51" w:rsidRDefault="00A20AB8" w:rsidP="000F7E89">
            <w:pPr>
              <w:jc w:val="center"/>
              <w:rPr>
                <w:rFonts w:ascii="Calibri" w:hAnsi="Calibri"/>
                <w:color w:val="000000"/>
                <w:sz w:val="20"/>
                <w:lang w:val="es-CO" w:eastAsia="es-CO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 w:rsidP="00D90F51">
            <w:pPr>
              <w:jc w:val="right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1105612621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 xml:space="preserve">RC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CRUZ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SILVA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MONICA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LILIANA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7</w:t>
            </w:r>
          </w:p>
        </w:tc>
      </w:tr>
      <w:tr w:rsidR="00A20AB8" w:rsidRPr="00B06CEA" w:rsidTr="00D90F51">
        <w:trPr>
          <w:trHeight w:val="300"/>
        </w:trPr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AB8" w:rsidRPr="00D90F51" w:rsidRDefault="00A20AB8" w:rsidP="000F7E89">
            <w:pPr>
              <w:jc w:val="center"/>
              <w:rPr>
                <w:rFonts w:ascii="Calibri" w:hAnsi="Calibri"/>
                <w:color w:val="000000"/>
                <w:sz w:val="20"/>
                <w:lang w:val="es-CO" w:eastAsia="es-CO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 w:rsidP="00D90F51">
            <w:pPr>
              <w:jc w:val="right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1069257582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TI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ESPINOSA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MOSQUERA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ELKIN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FABIAN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8</w:t>
            </w:r>
          </w:p>
        </w:tc>
      </w:tr>
      <w:tr w:rsidR="00A20AB8" w:rsidRPr="00B06CEA" w:rsidTr="00D90F51">
        <w:trPr>
          <w:trHeight w:val="300"/>
        </w:trPr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AB8" w:rsidRPr="00D90F51" w:rsidRDefault="00A20AB8" w:rsidP="000F7E89">
            <w:pPr>
              <w:jc w:val="center"/>
              <w:rPr>
                <w:rFonts w:ascii="Calibri" w:hAnsi="Calibri"/>
                <w:color w:val="000000"/>
                <w:sz w:val="20"/>
                <w:lang w:val="es-CO" w:eastAsia="es-CO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 w:rsidP="00D90F51">
            <w:pPr>
              <w:jc w:val="right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1016017371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RC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LIZARAZO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CASTIBLANCO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GUENDY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YOHANA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7</w:t>
            </w:r>
          </w:p>
        </w:tc>
      </w:tr>
      <w:tr w:rsidR="00A20AB8" w:rsidRPr="00B06CEA" w:rsidTr="00D90F51">
        <w:trPr>
          <w:trHeight w:val="300"/>
        </w:trPr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AB8" w:rsidRPr="00D90F51" w:rsidRDefault="00A20AB8" w:rsidP="000F7E89">
            <w:pPr>
              <w:jc w:val="center"/>
              <w:rPr>
                <w:rFonts w:ascii="Calibri" w:hAnsi="Calibri"/>
                <w:color w:val="000000"/>
                <w:sz w:val="20"/>
                <w:lang w:val="es-CO" w:eastAsia="es-CO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 w:rsidP="00D90F51">
            <w:pPr>
              <w:jc w:val="right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1011322923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RC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LOPEZ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FARFAN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PAULA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KATHERINE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6</w:t>
            </w:r>
          </w:p>
        </w:tc>
      </w:tr>
      <w:tr w:rsidR="00A20AB8" w:rsidRPr="00B06CEA" w:rsidTr="00D90F51">
        <w:trPr>
          <w:trHeight w:val="300"/>
        </w:trPr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AB8" w:rsidRPr="00D90F51" w:rsidRDefault="00A20AB8" w:rsidP="000F7E89">
            <w:pPr>
              <w:jc w:val="center"/>
              <w:rPr>
                <w:rFonts w:ascii="Calibri" w:hAnsi="Calibri"/>
                <w:color w:val="000000"/>
                <w:sz w:val="20"/>
                <w:lang w:val="es-CO" w:eastAsia="es-CO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 w:rsidP="00D90F51">
            <w:pPr>
              <w:jc w:val="right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1069258485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RC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MARIN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RIOS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LAURA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LICETH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7</w:t>
            </w:r>
          </w:p>
        </w:tc>
      </w:tr>
      <w:tr w:rsidR="00A20AB8" w:rsidRPr="00B06CEA" w:rsidTr="00D90F51">
        <w:trPr>
          <w:trHeight w:val="300"/>
        </w:trPr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AB8" w:rsidRPr="00D90F51" w:rsidRDefault="00A20AB8" w:rsidP="000F7E89">
            <w:pPr>
              <w:jc w:val="center"/>
              <w:rPr>
                <w:rFonts w:ascii="Calibri" w:hAnsi="Calibri"/>
                <w:color w:val="000000"/>
                <w:sz w:val="20"/>
                <w:lang w:val="es-CO" w:eastAsia="es-CO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 w:rsidP="00D90F51">
            <w:pPr>
              <w:jc w:val="right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1069259478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RC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MARIN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RUBIANO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MARIA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PAULA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6</w:t>
            </w:r>
          </w:p>
        </w:tc>
      </w:tr>
      <w:tr w:rsidR="00A20AB8" w:rsidRPr="00B06CEA" w:rsidTr="00D90F51">
        <w:trPr>
          <w:trHeight w:val="300"/>
        </w:trPr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AB8" w:rsidRPr="00D90F51" w:rsidRDefault="00A20AB8" w:rsidP="000F7E89">
            <w:pPr>
              <w:jc w:val="center"/>
              <w:rPr>
                <w:rFonts w:ascii="Calibri" w:hAnsi="Calibri"/>
                <w:color w:val="000000"/>
                <w:sz w:val="20"/>
                <w:lang w:val="es-CO" w:eastAsia="es-CO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 w:rsidP="00D90F51">
            <w:pPr>
              <w:jc w:val="right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1077144018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RC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MORERA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FARFAN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YEFERSON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ARVEY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7</w:t>
            </w:r>
          </w:p>
        </w:tc>
      </w:tr>
      <w:tr w:rsidR="00A20AB8" w:rsidRPr="00B06CEA" w:rsidTr="00D90F51">
        <w:trPr>
          <w:trHeight w:val="300"/>
        </w:trPr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AB8" w:rsidRPr="00D90F51" w:rsidRDefault="00A20AB8" w:rsidP="000F7E89">
            <w:pPr>
              <w:jc w:val="center"/>
              <w:rPr>
                <w:rFonts w:ascii="Calibri" w:hAnsi="Calibri"/>
                <w:color w:val="000000"/>
                <w:sz w:val="20"/>
                <w:lang w:val="es-CO" w:eastAsia="es-CO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 w:rsidP="00D90F51">
            <w:pPr>
              <w:jc w:val="right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1072655833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RC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PENAGOS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SUAREZ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JUAN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DAVID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5</w:t>
            </w:r>
          </w:p>
        </w:tc>
      </w:tr>
      <w:tr w:rsidR="00A20AB8" w:rsidRPr="00B06CEA" w:rsidTr="00D90F51">
        <w:trPr>
          <w:trHeight w:val="300"/>
        </w:trPr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AB8" w:rsidRPr="00D90F51" w:rsidRDefault="00A20AB8" w:rsidP="000F7E89">
            <w:pPr>
              <w:jc w:val="center"/>
              <w:rPr>
                <w:rFonts w:ascii="Calibri" w:hAnsi="Calibri"/>
                <w:color w:val="000000"/>
                <w:sz w:val="20"/>
                <w:lang w:val="es-CO" w:eastAsia="es-CO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 w:rsidP="00D90F51">
            <w:pPr>
              <w:jc w:val="right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1069258656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RC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RABA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MARIN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JULIANA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CAROLINA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6</w:t>
            </w:r>
          </w:p>
        </w:tc>
      </w:tr>
      <w:tr w:rsidR="00A20AB8" w:rsidRPr="00B06CEA" w:rsidTr="00D90F51">
        <w:trPr>
          <w:trHeight w:val="300"/>
        </w:trPr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AB8" w:rsidRPr="00D90F51" w:rsidRDefault="00A20AB8" w:rsidP="000F7E89">
            <w:pPr>
              <w:jc w:val="center"/>
              <w:rPr>
                <w:rFonts w:ascii="Calibri" w:hAnsi="Calibri"/>
                <w:color w:val="000000"/>
                <w:sz w:val="20"/>
                <w:lang w:val="es-CO" w:eastAsia="es-CO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 w:rsidP="00D90F51">
            <w:pPr>
              <w:jc w:val="right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1077143847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RC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RIOS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LOPEZ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BRAYAN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STIVEN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7</w:t>
            </w:r>
          </w:p>
        </w:tc>
      </w:tr>
      <w:tr w:rsidR="00A20AB8" w:rsidRPr="00B06CEA" w:rsidTr="00D90F51">
        <w:trPr>
          <w:trHeight w:val="300"/>
        </w:trPr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AB8" w:rsidRPr="00D90F51" w:rsidRDefault="00A20AB8" w:rsidP="000F7E89">
            <w:pPr>
              <w:jc w:val="center"/>
              <w:rPr>
                <w:rFonts w:ascii="Calibri" w:hAnsi="Calibri"/>
                <w:color w:val="000000"/>
                <w:sz w:val="20"/>
                <w:lang w:val="es-CO" w:eastAsia="es-CO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 w:rsidP="00D90F51">
            <w:pPr>
              <w:jc w:val="right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1069258445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RC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RODRIGUEZ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RODRIGUEZ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JHON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HEBER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7</w:t>
            </w:r>
          </w:p>
        </w:tc>
      </w:tr>
      <w:tr w:rsidR="00A20AB8" w:rsidRPr="00B06CEA" w:rsidTr="00D90F51">
        <w:trPr>
          <w:trHeight w:val="300"/>
        </w:trPr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AB8" w:rsidRPr="00D90F51" w:rsidRDefault="00A20AB8" w:rsidP="000F7E89">
            <w:pPr>
              <w:jc w:val="center"/>
              <w:rPr>
                <w:rFonts w:ascii="Calibri" w:hAnsi="Calibri"/>
                <w:color w:val="000000"/>
                <w:sz w:val="20"/>
                <w:lang w:val="es-CO" w:eastAsia="es-CO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 w:rsidP="00D90F51">
            <w:pPr>
              <w:jc w:val="right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1077143588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 xml:space="preserve">TI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RUBIANO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PAEZ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MAIKOL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FERNEY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8</w:t>
            </w:r>
          </w:p>
        </w:tc>
      </w:tr>
      <w:tr w:rsidR="00A20AB8" w:rsidRPr="00B06CEA" w:rsidTr="00D90F51">
        <w:trPr>
          <w:trHeight w:val="300"/>
        </w:trPr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AB8" w:rsidRPr="00D90F51" w:rsidRDefault="00A20AB8" w:rsidP="000F7E89">
            <w:pPr>
              <w:jc w:val="center"/>
              <w:rPr>
                <w:rFonts w:ascii="Calibri" w:hAnsi="Calibri"/>
                <w:color w:val="000000"/>
                <w:sz w:val="20"/>
                <w:lang w:val="es-CO" w:eastAsia="es-CO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 w:rsidP="00D90F51">
            <w:pPr>
              <w:jc w:val="right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1003825100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 xml:space="preserve">TI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SANCHEZ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MENECES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JESSICA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DAYHANA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10</w:t>
            </w:r>
          </w:p>
        </w:tc>
      </w:tr>
      <w:tr w:rsidR="00A20AB8" w:rsidRPr="00B06CEA" w:rsidTr="00D90F51">
        <w:trPr>
          <w:trHeight w:val="300"/>
        </w:trPr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AB8" w:rsidRPr="00D90F51" w:rsidRDefault="00A20AB8" w:rsidP="000F7E89">
            <w:pPr>
              <w:jc w:val="center"/>
              <w:rPr>
                <w:rFonts w:ascii="Calibri" w:hAnsi="Calibri"/>
                <w:color w:val="000000"/>
                <w:sz w:val="20"/>
                <w:lang w:val="es-CO" w:eastAsia="es-CO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 w:rsidP="00D90F51">
            <w:pPr>
              <w:jc w:val="right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1069258357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 xml:space="preserve">RC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SARMIENTO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GARZON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WENDY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XIOMARA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7</w:t>
            </w:r>
          </w:p>
        </w:tc>
      </w:tr>
      <w:tr w:rsidR="00A20AB8" w:rsidRPr="00B06CEA" w:rsidTr="00D90F51">
        <w:trPr>
          <w:trHeight w:val="300"/>
        </w:trPr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AB8" w:rsidRPr="00D90F51" w:rsidRDefault="00A20AB8" w:rsidP="000F7E89">
            <w:pPr>
              <w:jc w:val="center"/>
              <w:rPr>
                <w:rFonts w:ascii="Calibri" w:hAnsi="Calibri"/>
                <w:color w:val="000000"/>
                <w:sz w:val="20"/>
                <w:lang w:val="es-CO" w:eastAsia="es-CO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 w:rsidP="00D90F51">
            <w:pPr>
              <w:jc w:val="right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1069258967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 xml:space="preserve">RC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TRIANA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AREVALO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JUAN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DAVID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6</w:t>
            </w:r>
          </w:p>
        </w:tc>
      </w:tr>
      <w:tr w:rsidR="00A20AB8" w:rsidRPr="00B06CEA" w:rsidTr="00D90F51">
        <w:trPr>
          <w:trHeight w:val="300"/>
        </w:trPr>
        <w:tc>
          <w:tcPr>
            <w:tcW w:w="10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AB8" w:rsidRPr="00D90F51" w:rsidRDefault="00A20AB8" w:rsidP="000F7E89">
            <w:pPr>
              <w:jc w:val="center"/>
              <w:rPr>
                <w:rFonts w:ascii="Calibri" w:hAnsi="Calibri"/>
                <w:color w:val="000000"/>
                <w:sz w:val="20"/>
                <w:lang w:val="es-CO" w:eastAsia="es-CO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 w:rsidP="00D90F51">
            <w:pPr>
              <w:jc w:val="right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1069258880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 xml:space="preserve">RC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AREVALO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MENESES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KEVIN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SANTIAGO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6</w:t>
            </w:r>
          </w:p>
        </w:tc>
      </w:tr>
      <w:tr w:rsidR="00A20AB8" w:rsidRPr="00B06CEA" w:rsidTr="00D90F51">
        <w:trPr>
          <w:trHeight w:val="300"/>
        </w:trPr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AB8" w:rsidRPr="00D90F51" w:rsidRDefault="00A20AB8" w:rsidP="000F7E89">
            <w:pPr>
              <w:jc w:val="center"/>
              <w:rPr>
                <w:rFonts w:ascii="Calibri" w:hAnsi="Calibri"/>
                <w:color w:val="000000"/>
                <w:sz w:val="20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TERCERO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 w:rsidP="00D90F51">
            <w:pPr>
              <w:jc w:val="right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1069257467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 xml:space="preserve">TI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AREVALO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MENESES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DAYANA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ALEXANDRA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8</w:t>
            </w:r>
          </w:p>
        </w:tc>
      </w:tr>
      <w:tr w:rsidR="00A20AB8" w:rsidRPr="00B06CEA" w:rsidTr="00D90F51">
        <w:trPr>
          <w:trHeight w:val="300"/>
        </w:trPr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AB8" w:rsidRPr="00D90F51" w:rsidRDefault="00A20AB8" w:rsidP="000F7E89">
            <w:pPr>
              <w:jc w:val="center"/>
              <w:rPr>
                <w:rFonts w:ascii="Calibri" w:hAnsi="Calibri"/>
                <w:color w:val="000000"/>
                <w:sz w:val="20"/>
                <w:lang w:val="es-CO" w:eastAsia="es-CO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 w:rsidP="00D90F51">
            <w:pPr>
              <w:jc w:val="right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1076737338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 xml:space="preserve">TI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CHACON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MORENO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YEFERSON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DAVID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8</w:t>
            </w:r>
          </w:p>
        </w:tc>
      </w:tr>
      <w:tr w:rsidR="00A20AB8" w:rsidRPr="00B06CEA" w:rsidTr="00D90F51">
        <w:trPr>
          <w:trHeight w:val="300"/>
        </w:trPr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AB8" w:rsidRPr="00D90F51" w:rsidRDefault="00A20AB8" w:rsidP="000F7E89">
            <w:pPr>
              <w:jc w:val="center"/>
              <w:rPr>
                <w:rFonts w:ascii="Calibri" w:hAnsi="Calibri"/>
                <w:color w:val="000000"/>
                <w:sz w:val="20"/>
                <w:lang w:val="es-CO" w:eastAsia="es-CO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 w:rsidP="00D90F51">
            <w:pPr>
              <w:jc w:val="right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1069258020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 xml:space="preserve">TI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CUFIÑO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TORRES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JULIAN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DAVID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8</w:t>
            </w:r>
          </w:p>
        </w:tc>
      </w:tr>
      <w:tr w:rsidR="00A20AB8" w:rsidRPr="00B06CEA" w:rsidTr="00D90F51">
        <w:trPr>
          <w:trHeight w:val="300"/>
        </w:trPr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AB8" w:rsidRPr="00D90F51" w:rsidRDefault="00A20AB8" w:rsidP="000F7E89">
            <w:pPr>
              <w:jc w:val="center"/>
              <w:rPr>
                <w:rFonts w:ascii="Calibri" w:hAnsi="Calibri"/>
                <w:color w:val="000000"/>
                <w:sz w:val="20"/>
                <w:lang w:val="es-CO" w:eastAsia="es-CO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 w:rsidP="00D90F51">
            <w:pPr>
              <w:jc w:val="right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1069256749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 xml:space="preserve">TI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DEAZA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AREVALO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EDIRSON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FABIAN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9</w:t>
            </w:r>
          </w:p>
        </w:tc>
      </w:tr>
      <w:tr w:rsidR="00A20AB8" w:rsidRPr="00B06CEA" w:rsidTr="00D90F51">
        <w:trPr>
          <w:trHeight w:val="300"/>
        </w:trPr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AB8" w:rsidRPr="00D90F51" w:rsidRDefault="00A20AB8" w:rsidP="000F7E89">
            <w:pPr>
              <w:jc w:val="center"/>
              <w:rPr>
                <w:rFonts w:ascii="Calibri" w:hAnsi="Calibri"/>
                <w:color w:val="000000"/>
                <w:sz w:val="20"/>
                <w:lang w:val="es-CO" w:eastAsia="es-CO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 w:rsidP="00D90F51">
            <w:pPr>
              <w:jc w:val="right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1069257876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 xml:space="preserve">TI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DEAZA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AREVALO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JULIANA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YULIETH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7</w:t>
            </w:r>
          </w:p>
        </w:tc>
      </w:tr>
      <w:tr w:rsidR="00A20AB8" w:rsidRPr="00B06CEA" w:rsidTr="00D90F51">
        <w:trPr>
          <w:trHeight w:val="300"/>
        </w:trPr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AB8" w:rsidRPr="00D90F51" w:rsidRDefault="00A20AB8" w:rsidP="000F7E89">
            <w:pPr>
              <w:jc w:val="center"/>
              <w:rPr>
                <w:rFonts w:ascii="Calibri" w:hAnsi="Calibri"/>
                <w:color w:val="000000"/>
                <w:sz w:val="20"/>
                <w:lang w:val="es-CO" w:eastAsia="es-CO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 w:rsidP="00D90F51">
            <w:pPr>
              <w:jc w:val="right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1069257668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 xml:space="preserve">TI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GIL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LOPEZ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KAROL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VALENTINA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8</w:t>
            </w:r>
          </w:p>
        </w:tc>
      </w:tr>
      <w:tr w:rsidR="00A20AB8" w:rsidRPr="00B06CEA" w:rsidTr="00D90F51">
        <w:trPr>
          <w:trHeight w:val="300"/>
        </w:trPr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AB8" w:rsidRPr="00D90F51" w:rsidRDefault="00A20AB8" w:rsidP="000F7E89">
            <w:pPr>
              <w:jc w:val="center"/>
              <w:rPr>
                <w:rFonts w:ascii="Calibri" w:hAnsi="Calibri"/>
                <w:color w:val="000000"/>
                <w:sz w:val="20"/>
                <w:lang w:val="es-CO" w:eastAsia="es-CO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 w:rsidP="00D90F51">
            <w:pPr>
              <w:jc w:val="right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1109380752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 xml:space="preserve">TI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GONZALEZ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OLAYA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DIEGO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ALEJANDRO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8</w:t>
            </w:r>
          </w:p>
        </w:tc>
      </w:tr>
      <w:tr w:rsidR="00A20AB8" w:rsidRPr="00B06CEA" w:rsidTr="00D90F51">
        <w:trPr>
          <w:trHeight w:val="300"/>
        </w:trPr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AB8" w:rsidRPr="00D90F51" w:rsidRDefault="00A20AB8" w:rsidP="000F7E89">
            <w:pPr>
              <w:jc w:val="center"/>
              <w:rPr>
                <w:rFonts w:ascii="Calibri" w:hAnsi="Calibri"/>
                <w:color w:val="000000"/>
                <w:sz w:val="20"/>
                <w:lang w:val="es-CO" w:eastAsia="es-CO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 w:rsidP="00D90F51">
            <w:pPr>
              <w:jc w:val="right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1069257158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 xml:space="preserve">TI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GUERRERO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FARFAN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CRISTIAN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FERNEY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8</w:t>
            </w:r>
          </w:p>
        </w:tc>
      </w:tr>
      <w:tr w:rsidR="00A20AB8" w:rsidRPr="00B06CEA" w:rsidTr="00D90F51">
        <w:trPr>
          <w:trHeight w:val="300"/>
        </w:trPr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AB8" w:rsidRPr="00D90F51" w:rsidRDefault="00A20AB8" w:rsidP="000F7E89">
            <w:pPr>
              <w:jc w:val="center"/>
              <w:rPr>
                <w:rFonts w:ascii="Calibri" w:hAnsi="Calibri"/>
                <w:color w:val="000000"/>
                <w:sz w:val="20"/>
                <w:lang w:val="es-CO" w:eastAsia="es-CO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 w:rsidP="00D90F51">
            <w:pPr>
              <w:jc w:val="right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1073152072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 xml:space="preserve">TI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LIZARAZO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CASTIBLANCO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DUVAN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FELIPE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8</w:t>
            </w:r>
          </w:p>
        </w:tc>
      </w:tr>
      <w:tr w:rsidR="00A20AB8" w:rsidRPr="00B06CEA" w:rsidTr="00D90F51">
        <w:trPr>
          <w:trHeight w:val="300"/>
        </w:trPr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AB8" w:rsidRPr="00D90F51" w:rsidRDefault="00A20AB8" w:rsidP="000F7E89">
            <w:pPr>
              <w:jc w:val="center"/>
              <w:rPr>
                <w:rFonts w:ascii="Calibri" w:hAnsi="Calibri"/>
                <w:color w:val="000000"/>
                <w:sz w:val="20"/>
                <w:lang w:val="es-CO" w:eastAsia="es-CO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 w:rsidP="00D90F51">
            <w:pPr>
              <w:jc w:val="right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1069257474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 xml:space="preserve">TI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MARIN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BUSTACARA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SHARIK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ALEJANDRA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8</w:t>
            </w:r>
          </w:p>
        </w:tc>
      </w:tr>
      <w:tr w:rsidR="00A20AB8" w:rsidRPr="00B06CEA" w:rsidTr="00D90F51">
        <w:trPr>
          <w:trHeight w:val="300"/>
        </w:trPr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AB8" w:rsidRPr="00D90F51" w:rsidRDefault="00A20AB8" w:rsidP="000F7E89">
            <w:pPr>
              <w:jc w:val="center"/>
              <w:rPr>
                <w:rFonts w:ascii="Calibri" w:hAnsi="Calibri"/>
                <w:color w:val="000000"/>
                <w:sz w:val="20"/>
                <w:lang w:val="es-CO" w:eastAsia="es-CO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 w:rsidP="00D90F51">
            <w:pPr>
              <w:jc w:val="right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1053329556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RC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MONRROY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RUIZ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ANGIE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KATHERINE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7</w:t>
            </w:r>
          </w:p>
        </w:tc>
      </w:tr>
      <w:tr w:rsidR="00A20AB8" w:rsidRPr="00B06CEA" w:rsidTr="00D90F51">
        <w:trPr>
          <w:trHeight w:val="300"/>
        </w:trPr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AB8" w:rsidRPr="00D90F51" w:rsidRDefault="00A20AB8" w:rsidP="000F7E89">
            <w:pPr>
              <w:jc w:val="center"/>
              <w:rPr>
                <w:rFonts w:ascii="Calibri" w:hAnsi="Calibri"/>
                <w:color w:val="000000"/>
                <w:sz w:val="20"/>
                <w:lang w:val="es-CO" w:eastAsia="es-CO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 w:rsidP="00D90F51">
            <w:pPr>
              <w:jc w:val="right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1069257579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 xml:space="preserve">TI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PINZON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LASSO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CLAUDIA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LILIANA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8</w:t>
            </w:r>
          </w:p>
        </w:tc>
      </w:tr>
      <w:tr w:rsidR="00A20AB8" w:rsidRPr="00B06CEA" w:rsidTr="00D90F51">
        <w:trPr>
          <w:trHeight w:val="300"/>
        </w:trPr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AB8" w:rsidRPr="00D90F51" w:rsidRDefault="00A20AB8" w:rsidP="000F7E89">
            <w:pPr>
              <w:jc w:val="center"/>
              <w:rPr>
                <w:rFonts w:ascii="Calibri" w:hAnsi="Calibri"/>
                <w:color w:val="000000"/>
                <w:sz w:val="20"/>
                <w:lang w:val="es-CO" w:eastAsia="es-CO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 w:rsidP="00D90F51">
            <w:pPr>
              <w:jc w:val="right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1077144680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 xml:space="preserve">TI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RAQUIRA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VALERO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PAULA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MARCELA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8</w:t>
            </w:r>
          </w:p>
        </w:tc>
      </w:tr>
      <w:tr w:rsidR="00A20AB8" w:rsidRPr="00B06CEA" w:rsidTr="00D90F51">
        <w:trPr>
          <w:trHeight w:val="300"/>
        </w:trPr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AB8" w:rsidRPr="00D90F51" w:rsidRDefault="00A20AB8" w:rsidP="000F7E89">
            <w:pPr>
              <w:jc w:val="center"/>
              <w:rPr>
                <w:rFonts w:ascii="Calibri" w:hAnsi="Calibri"/>
                <w:color w:val="000000"/>
                <w:sz w:val="20"/>
                <w:lang w:val="es-CO" w:eastAsia="es-CO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 w:rsidP="00D90F51">
            <w:pPr>
              <w:jc w:val="right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1069256883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 xml:space="preserve">TI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RODRIGUEZ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GIL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BRAYAN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STIVEN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8</w:t>
            </w:r>
          </w:p>
        </w:tc>
      </w:tr>
      <w:tr w:rsidR="00A20AB8" w:rsidRPr="00B06CEA" w:rsidTr="00D90F51">
        <w:trPr>
          <w:trHeight w:val="300"/>
        </w:trPr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 w:rsidP="000F7E89">
            <w:pPr>
              <w:rPr>
                <w:rFonts w:ascii="Calibri" w:hAnsi="Calibri"/>
                <w:color w:val="000000"/>
                <w:sz w:val="20"/>
                <w:lang w:val="es-CO" w:eastAsia="es-CO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 w:rsidP="00D90F51">
            <w:pPr>
              <w:jc w:val="right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1069257872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 xml:space="preserve">TI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ROMERO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BUITRAGO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JESSICA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ALEXANDRA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7</w:t>
            </w:r>
          </w:p>
        </w:tc>
      </w:tr>
      <w:tr w:rsidR="00A20AB8" w:rsidRPr="00B06CEA" w:rsidTr="00D90F51">
        <w:trPr>
          <w:trHeight w:val="300"/>
        </w:trPr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 w:rsidP="000F7E89">
            <w:pPr>
              <w:rPr>
                <w:rFonts w:ascii="Calibri" w:hAnsi="Calibri"/>
                <w:color w:val="000000"/>
                <w:sz w:val="20"/>
                <w:lang w:val="es-CO" w:eastAsia="es-CO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 w:rsidP="00D90F51">
            <w:pPr>
              <w:jc w:val="right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1069256060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 xml:space="preserve">TI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RUBIANO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MELO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KAREN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BRIYITH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9</w:t>
            </w:r>
          </w:p>
        </w:tc>
      </w:tr>
      <w:tr w:rsidR="00A20AB8" w:rsidRPr="00B06CEA" w:rsidTr="00D90F51">
        <w:trPr>
          <w:trHeight w:val="300"/>
        </w:trPr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 w:rsidP="000F7E89">
            <w:pPr>
              <w:rPr>
                <w:rFonts w:ascii="Calibri" w:hAnsi="Calibri"/>
                <w:color w:val="000000"/>
                <w:sz w:val="20"/>
                <w:lang w:val="es-CO" w:eastAsia="es-CO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 w:rsidP="00D90F51">
            <w:pPr>
              <w:jc w:val="right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1069257028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 xml:space="preserve">TI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SANCHEZ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MENESES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DIEGO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ALEJANDRO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8</w:t>
            </w:r>
          </w:p>
        </w:tc>
      </w:tr>
      <w:tr w:rsidR="00A20AB8" w:rsidRPr="00B06CEA" w:rsidTr="00D90F51">
        <w:trPr>
          <w:trHeight w:val="300"/>
        </w:trPr>
        <w:tc>
          <w:tcPr>
            <w:tcW w:w="10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 w:rsidP="000F7E89">
            <w:pPr>
              <w:rPr>
                <w:rFonts w:ascii="Calibri" w:hAnsi="Calibri"/>
                <w:color w:val="000000"/>
                <w:sz w:val="20"/>
                <w:lang w:val="es-CO" w:eastAsia="es-CO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 w:rsidP="00D90F51">
            <w:pPr>
              <w:jc w:val="right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1069258135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 xml:space="preserve">TI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TIBAQUE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AREVALO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KAROL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XIMENA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AB8" w:rsidRPr="00D90F51" w:rsidRDefault="00A20AB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D90F51">
              <w:rPr>
                <w:rFonts w:ascii="Calibri" w:hAnsi="Calibri"/>
                <w:color w:val="000000"/>
                <w:sz w:val="20"/>
                <w:szCs w:val="22"/>
              </w:rPr>
              <w:t>8</w:t>
            </w:r>
          </w:p>
        </w:tc>
      </w:tr>
    </w:tbl>
    <w:p w:rsidR="000F7E89" w:rsidRDefault="000F7E89" w:rsidP="000F7E89">
      <w:pPr>
        <w:jc w:val="center"/>
        <w:rPr>
          <w:rFonts w:ascii="Courier New" w:hAnsi="Courier New" w:cs="Courier New"/>
          <w:b/>
          <w:bCs/>
          <w:sz w:val="36"/>
        </w:rPr>
      </w:pPr>
    </w:p>
    <w:p w:rsidR="000F7E89" w:rsidRDefault="000F7E89" w:rsidP="000F7E89">
      <w:pPr>
        <w:jc w:val="center"/>
        <w:rPr>
          <w:rFonts w:ascii="Courier New" w:hAnsi="Courier New" w:cs="Courier New"/>
          <w:b/>
          <w:bCs/>
          <w:sz w:val="36"/>
        </w:rPr>
      </w:pPr>
    </w:p>
    <w:p w:rsidR="000F7E89" w:rsidRDefault="000F7E89" w:rsidP="00356954">
      <w:pPr>
        <w:jc w:val="center"/>
        <w:rPr>
          <w:rFonts w:ascii="Courier New" w:hAnsi="Courier New" w:cs="Courier New"/>
          <w:b/>
          <w:bCs/>
          <w:sz w:val="36"/>
        </w:rPr>
      </w:pPr>
    </w:p>
    <w:p w:rsidR="00D90F51" w:rsidRDefault="00D90F51" w:rsidP="00356954">
      <w:pPr>
        <w:jc w:val="center"/>
        <w:rPr>
          <w:rFonts w:ascii="Courier New" w:hAnsi="Courier New" w:cs="Courier New"/>
          <w:b/>
          <w:bCs/>
          <w:sz w:val="36"/>
        </w:rPr>
      </w:pPr>
    </w:p>
    <w:p w:rsidR="00D90F51" w:rsidRDefault="00D90F51" w:rsidP="00356954">
      <w:pPr>
        <w:jc w:val="center"/>
        <w:rPr>
          <w:rFonts w:ascii="Courier New" w:hAnsi="Courier New" w:cs="Courier New"/>
          <w:b/>
          <w:bCs/>
          <w:sz w:val="36"/>
        </w:rPr>
      </w:pPr>
    </w:p>
    <w:p w:rsidR="00D90F51" w:rsidRDefault="00D90F51" w:rsidP="00356954">
      <w:pPr>
        <w:jc w:val="center"/>
        <w:rPr>
          <w:rFonts w:ascii="Courier New" w:hAnsi="Courier New" w:cs="Courier New"/>
          <w:b/>
          <w:bCs/>
          <w:sz w:val="36"/>
        </w:rPr>
      </w:pPr>
    </w:p>
    <w:p w:rsidR="00D90F51" w:rsidRDefault="00D90F51" w:rsidP="00356954">
      <w:pPr>
        <w:jc w:val="center"/>
        <w:rPr>
          <w:rFonts w:ascii="Courier New" w:hAnsi="Courier New" w:cs="Courier New"/>
          <w:b/>
          <w:bCs/>
          <w:sz w:val="36"/>
        </w:rPr>
      </w:pPr>
    </w:p>
    <w:p w:rsidR="00D90F51" w:rsidRDefault="00D90F51" w:rsidP="00356954">
      <w:pPr>
        <w:jc w:val="center"/>
        <w:rPr>
          <w:rFonts w:ascii="Courier New" w:hAnsi="Courier New" w:cs="Courier New"/>
          <w:b/>
          <w:bCs/>
          <w:sz w:val="36"/>
        </w:rPr>
      </w:pPr>
    </w:p>
    <w:p w:rsidR="00D90F51" w:rsidRDefault="00D90F51" w:rsidP="00356954">
      <w:pPr>
        <w:jc w:val="center"/>
        <w:rPr>
          <w:rFonts w:ascii="Courier New" w:hAnsi="Courier New" w:cs="Courier New"/>
          <w:b/>
          <w:bCs/>
          <w:sz w:val="36"/>
        </w:rPr>
      </w:pPr>
    </w:p>
    <w:p w:rsidR="00D90F51" w:rsidRDefault="00D90F51" w:rsidP="00356954">
      <w:pPr>
        <w:jc w:val="center"/>
        <w:rPr>
          <w:rFonts w:ascii="Courier New" w:hAnsi="Courier New" w:cs="Courier New"/>
          <w:b/>
          <w:bCs/>
          <w:sz w:val="36"/>
        </w:rPr>
      </w:pPr>
    </w:p>
    <w:p w:rsidR="00D90F51" w:rsidRDefault="00D90F51" w:rsidP="00356954">
      <w:pPr>
        <w:jc w:val="center"/>
        <w:rPr>
          <w:rFonts w:ascii="Courier New" w:hAnsi="Courier New" w:cs="Courier New"/>
          <w:b/>
          <w:bCs/>
          <w:sz w:val="36"/>
        </w:rPr>
      </w:pPr>
    </w:p>
    <w:p w:rsidR="00D90F51" w:rsidRDefault="00D90F51" w:rsidP="00356954">
      <w:pPr>
        <w:jc w:val="center"/>
        <w:rPr>
          <w:rFonts w:ascii="Courier New" w:hAnsi="Courier New" w:cs="Courier New"/>
          <w:b/>
          <w:bCs/>
          <w:sz w:val="36"/>
        </w:rPr>
      </w:pPr>
    </w:p>
    <w:p w:rsidR="00D90F51" w:rsidRDefault="00D90F51" w:rsidP="00356954">
      <w:pPr>
        <w:jc w:val="center"/>
        <w:rPr>
          <w:rFonts w:ascii="Courier New" w:hAnsi="Courier New" w:cs="Courier New"/>
          <w:b/>
          <w:bCs/>
          <w:sz w:val="36"/>
        </w:rPr>
      </w:pPr>
    </w:p>
    <w:p w:rsidR="00D90F51" w:rsidRDefault="00D90F51" w:rsidP="00356954">
      <w:pPr>
        <w:jc w:val="center"/>
        <w:rPr>
          <w:rFonts w:ascii="Courier New" w:hAnsi="Courier New" w:cs="Courier New"/>
          <w:b/>
          <w:bCs/>
          <w:sz w:val="36"/>
        </w:rPr>
      </w:pPr>
    </w:p>
    <w:p w:rsidR="00D90F51" w:rsidRDefault="00D90F51" w:rsidP="00356954">
      <w:pPr>
        <w:jc w:val="center"/>
        <w:rPr>
          <w:rFonts w:ascii="Courier New" w:hAnsi="Courier New" w:cs="Courier New"/>
          <w:b/>
          <w:bCs/>
          <w:sz w:val="36"/>
        </w:rPr>
      </w:pPr>
    </w:p>
    <w:p w:rsidR="00D90F51" w:rsidRDefault="00D90F51" w:rsidP="00356954">
      <w:pPr>
        <w:jc w:val="center"/>
        <w:rPr>
          <w:rFonts w:ascii="Courier New" w:hAnsi="Courier New" w:cs="Courier New"/>
          <w:b/>
          <w:bCs/>
          <w:sz w:val="36"/>
        </w:rPr>
      </w:pPr>
    </w:p>
    <w:p w:rsidR="00D90F51" w:rsidRDefault="00D90F51" w:rsidP="00356954">
      <w:pPr>
        <w:jc w:val="center"/>
        <w:rPr>
          <w:rFonts w:ascii="Courier New" w:hAnsi="Courier New" w:cs="Courier New"/>
          <w:b/>
          <w:bCs/>
          <w:sz w:val="36"/>
        </w:rPr>
      </w:pPr>
    </w:p>
    <w:p w:rsidR="00D90F51" w:rsidRDefault="00D90F51" w:rsidP="00356954">
      <w:pPr>
        <w:jc w:val="center"/>
        <w:rPr>
          <w:rFonts w:ascii="Courier New" w:hAnsi="Courier New" w:cs="Courier New"/>
          <w:b/>
          <w:bCs/>
          <w:sz w:val="36"/>
        </w:rPr>
      </w:pPr>
    </w:p>
    <w:p w:rsidR="00D90F51" w:rsidRDefault="00D90F51" w:rsidP="00356954">
      <w:pPr>
        <w:jc w:val="center"/>
        <w:rPr>
          <w:rFonts w:ascii="Courier New" w:hAnsi="Courier New" w:cs="Courier New"/>
          <w:b/>
          <w:bCs/>
          <w:sz w:val="36"/>
        </w:rPr>
      </w:pPr>
    </w:p>
    <w:p w:rsidR="00D90F51" w:rsidRDefault="00D90F51" w:rsidP="00356954">
      <w:pPr>
        <w:jc w:val="center"/>
        <w:rPr>
          <w:rFonts w:ascii="Courier New" w:hAnsi="Courier New" w:cs="Courier New"/>
          <w:b/>
          <w:bCs/>
          <w:sz w:val="36"/>
        </w:rPr>
      </w:pPr>
    </w:p>
    <w:p w:rsidR="00822923" w:rsidRDefault="00822923" w:rsidP="00356954">
      <w:pPr>
        <w:jc w:val="center"/>
        <w:rPr>
          <w:rFonts w:ascii="Courier New" w:hAnsi="Courier New" w:cs="Courier New"/>
          <w:b/>
          <w:bCs/>
          <w:sz w:val="36"/>
        </w:rPr>
      </w:pPr>
    </w:p>
    <w:p w:rsidR="00D90F51" w:rsidRDefault="00D90F51" w:rsidP="00356954">
      <w:pPr>
        <w:jc w:val="center"/>
        <w:rPr>
          <w:rFonts w:ascii="Courier New" w:hAnsi="Courier New" w:cs="Courier New"/>
          <w:b/>
          <w:bCs/>
          <w:sz w:val="36"/>
        </w:rPr>
      </w:pPr>
    </w:p>
    <w:p w:rsidR="006D52CF" w:rsidRDefault="006D52CF" w:rsidP="00356954">
      <w:pPr>
        <w:jc w:val="center"/>
        <w:rPr>
          <w:rFonts w:ascii="Courier New" w:hAnsi="Courier New" w:cs="Courier New"/>
          <w:b/>
          <w:bCs/>
          <w:sz w:val="36"/>
        </w:rPr>
      </w:pPr>
    </w:p>
    <w:p w:rsidR="005834FE" w:rsidRPr="00F86108" w:rsidRDefault="005834FE" w:rsidP="005834FE">
      <w:pPr>
        <w:tabs>
          <w:tab w:val="left" w:pos="1515"/>
          <w:tab w:val="left" w:pos="2694"/>
        </w:tabs>
        <w:jc w:val="both"/>
        <w:rPr>
          <w:sz w:val="32"/>
        </w:rPr>
      </w:pPr>
      <w:r w:rsidRPr="00F86108"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>SEDE</w:t>
      </w:r>
      <w:r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>:</w:t>
      </w:r>
      <w:r w:rsidRPr="00F86108"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ab/>
      </w:r>
      <w:r w:rsidRPr="00F86108"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ab/>
      </w:r>
      <w:r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ab/>
      </w:r>
      <w:r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ab/>
      </w:r>
      <w:r>
        <w:rPr>
          <w:rFonts w:ascii="Calibri" w:hAnsi="Calibri"/>
          <w:color w:val="000000"/>
          <w:sz w:val="28"/>
          <w:szCs w:val="22"/>
          <w:lang w:val="es-CO" w:eastAsia="es-CO"/>
        </w:rPr>
        <w:t>GUANGUITA BAJA</w:t>
      </w:r>
    </w:p>
    <w:p w:rsidR="005834FE" w:rsidRPr="00F86108" w:rsidRDefault="005834FE" w:rsidP="005834FE">
      <w:pPr>
        <w:tabs>
          <w:tab w:val="left" w:pos="1515"/>
          <w:tab w:val="left" w:pos="2694"/>
        </w:tabs>
        <w:jc w:val="both"/>
        <w:rPr>
          <w:sz w:val="32"/>
        </w:rPr>
      </w:pPr>
      <w:r w:rsidRPr="00F86108"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>CONSECUTIVO</w:t>
      </w:r>
      <w:r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>:</w:t>
      </w:r>
      <w:r w:rsidRPr="00F86108"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ab/>
      </w:r>
      <w:r w:rsidRPr="00F86108"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ab/>
      </w:r>
      <w:r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ab/>
      </w:r>
      <w:r w:rsidRPr="00F86108">
        <w:rPr>
          <w:rFonts w:ascii="Calibri" w:hAnsi="Calibri"/>
          <w:color w:val="000000"/>
          <w:sz w:val="28"/>
          <w:szCs w:val="22"/>
          <w:lang w:val="es-CO" w:eastAsia="es-CO"/>
        </w:rPr>
        <w:t>1251830003200</w:t>
      </w:r>
      <w:r>
        <w:rPr>
          <w:rFonts w:ascii="Calibri" w:hAnsi="Calibri"/>
          <w:color w:val="000000"/>
          <w:sz w:val="28"/>
          <w:szCs w:val="22"/>
          <w:lang w:val="es-CO" w:eastAsia="es-CO"/>
        </w:rPr>
        <w:t>7</w:t>
      </w:r>
    </w:p>
    <w:p w:rsidR="005834FE" w:rsidRDefault="005834FE" w:rsidP="005834FE">
      <w:pPr>
        <w:tabs>
          <w:tab w:val="left" w:pos="1515"/>
          <w:tab w:val="left" w:pos="2694"/>
        </w:tabs>
        <w:jc w:val="both"/>
        <w:rPr>
          <w:rFonts w:ascii="Calibri" w:hAnsi="Calibri"/>
          <w:color w:val="000000"/>
          <w:sz w:val="28"/>
          <w:szCs w:val="22"/>
          <w:lang w:val="es-CO" w:eastAsia="es-CO"/>
        </w:rPr>
      </w:pPr>
      <w:r w:rsidRPr="00F86108"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>DANE</w:t>
      </w:r>
      <w:r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>:</w:t>
      </w:r>
      <w:r w:rsidRPr="00F86108"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ab/>
      </w:r>
      <w:r w:rsidRPr="00F86108"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ab/>
      </w:r>
      <w:r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ab/>
      </w:r>
      <w:r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ab/>
      </w:r>
      <w:r w:rsidRPr="00F86108">
        <w:rPr>
          <w:rFonts w:ascii="Calibri" w:hAnsi="Calibri"/>
          <w:color w:val="000000"/>
          <w:sz w:val="28"/>
          <w:szCs w:val="22"/>
          <w:lang w:val="es-CO" w:eastAsia="es-CO"/>
        </w:rPr>
        <w:t>225183000</w:t>
      </w:r>
      <w:r>
        <w:rPr>
          <w:rFonts w:ascii="Calibri" w:hAnsi="Calibri"/>
          <w:color w:val="000000"/>
          <w:sz w:val="28"/>
          <w:szCs w:val="22"/>
          <w:lang w:val="es-CO" w:eastAsia="es-CO"/>
        </w:rPr>
        <w:t>111</w:t>
      </w:r>
    </w:p>
    <w:p w:rsidR="005834FE" w:rsidRDefault="005834FE" w:rsidP="005834FE">
      <w:pPr>
        <w:tabs>
          <w:tab w:val="left" w:pos="1515"/>
          <w:tab w:val="left" w:pos="2694"/>
        </w:tabs>
        <w:jc w:val="both"/>
        <w:rPr>
          <w:rFonts w:ascii="Calibri" w:hAnsi="Calibri"/>
          <w:b/>
          <w:bCs/>
          <w:color w:val="000000"/>
          <w:sz w:val="22"/>
          <w:szCs w:val="22"/>
          <w:lang w:val="es-CO" w:eastAsia="es-CO"/>
        </w:rPr>
      </w:pPr>
      <w:r w:rsidRPr="00F86108">
        <w:rPr>
          <w:rFonts w:ascii="Calibri" w:hAnsi="Calibri"/>
          <w:b/>
          <w:color w:val="000000"/>
          <w:sz w:val="28"/>
          <w:szCs w:val="22"/>
          <w:lang w:val="es-CO" w:eastAsia="es-CO"/>
        </w:rPr>
        <w:t>DOCENTE:</w:t>
      </w:r>
      <w:r>
        <w:rPr>
          <w:rFonts w:ascii="Calibri" w:hAnsi="Calibri"/>
          <w:color w:val="000000"/>
          <w:sz w:val="28"/>
          <w:szCs w:val="22"/>
          <w:lang w:val="es-CO" w:eastAsia="es-CO"/>
        </w:rPr>
        <w:tab/>
      </w:r>
      <w:r>
        <w:rPr>
          <w:rFonts w:ascii="Calibri" w:hAnsi="Calibri"/>
          <w:color w:val="000000"/>
          <w:sz w:val="28"/>
          <w:szCs w:val="22"/>
          <w:lang w:val="es-CO" w:eastAsia="es-CO"/>
        </w:rPr>
        <w:tab/>
      </w:r>
      <w:r>
        <w:rPr>
          <w:rFonts w:ascii="Calibri" w:hAnsi="Calibri"/>
          <w:color w:val="000000"/>
          <w:sz w:val="28"/>
          <w:szCs w:val="22"/>
          <w:lang w:val="es-CO" w:eastAsia="es-CO"/>
        </w:rPr>
        <w:tab/>
      </w:r>
      <w:r>
        <w:rPr>
          <w:rFonts w:ascii="Calibri" w:hAnsi="Calibri"/>
          <w:color w:val="000000"/>
          <w:sz w:val="28"/>
          <w:szCs w:val="22"/>
          <w:lang w:val="es-CO" w:eastAsia="es-CO"/>
        </w:rPr>
        <w:tab/>
      </w:r>
      <w:r w:rsidR="006D52CF">
        <w:rPr>
          <w:rFonts w:ascii="Calibri" w:hAnsi="Calibri"/>
          <w:color w:val="000000"/>
          <w:sz w:val="28"/>
          <w:szCs w:val="22"/>
          <w:lang w:val="es-CO" w:eastAsia="es-CO"/>
        </w:rPr>
        <w:t>FREDY YESID BUITRAGO RUBIANO</w:t>
      </w:r>
    </w:p>
    <w:p w:rsidR="00EE4D39" w:rsidRDefault="00EE4D39" w:rsidP="00356954">
      <w:pPr>
        <w:jc w:val="center"/>
        <w:rPr>
          <w:rFonts w:ascii="Courier New" w:hAnsi="Courier New" w:cs="Courier New"/>
          <w:b/>
          <w:bCs/>
          <w:sz w:val="36"/>
        </w:rPr>
      </w:pPr>
    </w:p>
    <w:p w:rsidR="00EE4D39" w:rsidRDefault="00EE4D39" w:rsidP="00356954">
      <w:pPr>
        <w:jc w:val="center"/>
        <w:rPr>
          <w:rFonts w:ascii="Courier New" w:hAnsi="Courier New" w:cs="Courier New"/>
          <w:b/>
          <w:bCs/>
          <w:sz w:val="36"/>
        </w:rPr>
      </w:pPr>
    </w:p>
    <w:tbl>
      <w:tblPr>
        <w:tblW w:w="8824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052"/>
        <w:gridCol w:w="1509"/>
        <w:gridCol w:w="574"/>
        <w:gridCol w:w="1417"/>
        <w:gridCol w:w="1206"/>
        <w:gridCol w:w="1200"/>
        <w:gridCol w:w="1208"/>
        <w:gridCol w:w="658"/>
      </w:tblGrid>
      <w:tr w:rsidR="005834FE" w:rsidRPr="00EE4D39" w:rsidTr="005834FE">
        <w:trPr>
          <w:trHeight w:val="30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FE" w:rsidRPr="00EE4D39" w:rsidRDefault="005834FE" w:rsidP="00EE4D39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O" w:eastAsia="es-CO"/>
              </w:rPr>
            </w:pPr>
            <w:r w:rsidRPr="00EE4D39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O" w:eastAsia="es-CO"/>
              </w:rPr>
              <w:t>GRADO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FE" w:rsidRPr="00EE4D39" w:rsidRDefault="005834FE" w:rsidP="00EE4D39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O" w:eastAsia="es-CO"/>
              </w:rPr>
            </w:pPr>
            <w:r w:rsidRPr="00EE4D39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O" w:eastAsia="es-CO"/>
              </w:rPr>
              <w:t>DOC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34FE" w:rsidRPr="00EE4D39" w:rsidRDefault="005834FE" w:rsidP="005834F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O" w:eastAsia="es-CO"/>
              </w:rPr>
            </w:pPr>
            <w:r w:rsidRPr="00EE4D39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O" w:eastAsia="es-CO"/>
              </w:rPr>
              <w:t>TIPO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FE" w:rsidRPr="00EE4D39" w:rsidRDefault="005834FE" w:rsidP="00EE4D39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O" w:eastAsia="es-CO"/>
              </w:rPr>
            </w:pPr>
            <w:r w:rsidRPr="00EE4D39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O" w:eastAsia="es-CO"/>
              </w:rPr>
              <w:t>APELLIDO1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FE" w:rsidRPr="00EE4D39" w:rsidRDefault="005834FE" w:rsidP="00EE4D39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O" w:eastAsia="es-CO"/>
              </w:rPr>
            </w:pPr>
            <w:r w:rsidRPr="00EE4D39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O" w:eastAsia="es-CO"/>
              </w:rPr>
              <w:t>APELLIDO2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FE" w:rsidRPr="00EE4D39" w:rsidRDefault="005834FE" w:rsidP="00EE4D39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O" w:eastAsia="es-CO"/>
              </w:rPr>
            </w:pPr>
            <w:r w:rsidRPr="00EE4D39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O" w:eastAsia="es-CO"/>
              </w:rPr>
              <w:t>NOMBRE1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FE" w:rsidRPr="00EE4D39" w:rsidRDefault="005834FE" w:rsidP="00EE4D39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O" w:eastAsia="es-CO"/>
              </w:rPr>
            </w:pPr>
            <w:r w:rsidRPr="00EE4D39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O" w:eastAsia="es-CO"/>
              </w:rPr>
              <w:t>NOMBRE2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FE" w:rsidRPr="00EE4D39" w:rsidRDefault="005834FE" w:rsidP="00EE4D39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O" w:eastAsia="es-CO"/>
              </w:rPr>
            </w:pPr>
            <w:r w:rsidRPr="00EE4D39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O" w:eastAsia="es-CO"/>
              </w:rPr>
              <w:t>EDAD</w:t>
            </w:r>
          </w:p>
        </w:tc>
      </w:tr>
      <w:tr w:rsidR="005834FE" w:rsidRPr="00EE4D39" w:rsidTr="005834FE">
        <w:trPr>
          <w:trHeight w:val="300"/>
        </w:trPr>
        <w:tc>
          <w:tcPr>
            <w:tcW w:w="105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34FE" w:rsidRPr="00EE4D39" w:rsidRDefault="005834FE" w:rsidP="005834F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EE4D39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CUARTO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FE" w:rsidRPr="00EE4D39" w:rsidRDefault="005834FE" w:rsidP="00EE4D39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EE4D39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1069257131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34FE" w:rsidRPr="00EE4D39" w:rsidRDefault="005834FE" w:rsidP="005834F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EE4D39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TI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FE" w:rsidRPr="00EE4D39" w:rsidRDefault="005834FE" w:rsidP="00EE4D39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EE4D39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BENAVIDES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FE" w:rsidRPr="00EE4D39" w:rsidRDefault="005834FE" w:rsidP="00EE4D39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EE4D39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GARZON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FE" w:rsidRPr="00EE4D39" w:rsidRDefault="005834FE" w:rsidP="00EE4D39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EE4D39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YOIDER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FE" w:rsidRPr="00EE4D39" w:rsidRDefault="005834FE" w:rsidP="00EE4D39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EE4D39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JAVIER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FE" w:rsidRPr="00EE4D39" w:rsidRDefault="005834FE" w:rsidP="00EE4D39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EE4D39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8</w:t>
            </w:r>
          </w:p>
        </w:tc>
      </w:tr>
      <w:tr w:rsidR="005834FE" w:rsidRPr="00EE4D39" w:rsidTr="005834FE">
        <w:trPr>
          <w:trHeight w:val="300"/>
        </w:trPr>
        <w:tc>
          <w:tcPr>
            <w:tcW w:w="10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34FE" w:rsidRPr="00EE4D39" w:rsidRDefault="005834FE" w:rsidP="005834F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FE" w:rsidRPr="00EE4D39" w:rsidRDefault="005834FE" w:rsidP="00EE4D39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EE4D39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1069256547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34FE" w:rsidRDefault="005834FE" w:rsidP="005834FE">
            <w:pPr>
              <w:jc w:val="center"/>
            </w:pPr>
            <w:r w:rsidRPr="00EE4D39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TI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FE" w:rsidRPr="00EE4D39" w:rsidRDefault="005834FE" w:rsidP="00EE4D39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EE4D39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MARTINEZ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FE" w:rsidRPr="00EE4D39" w:rsidRDefault="005834FE" w:rsidP="00EE4D39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EE4D39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ROBAYO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FE" w:rsidRPr="00EE4D39" w:rsidRDefault="005834FE" w:rsidP="00EE4D39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EE4D39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CRISTIAN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FE" w:rsidRPr="00EE4D39" w:rsidRDefault="005834FE" w:rsidP="00EE4D39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EE4D39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DUVAN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FE" w:rsidRPr="00EE4D39" w:rsidRDefault="005834FE" w:rsidP="00EE4D39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EE4D39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9</w:t>
            </w:r>
          </w:p>
        </w:tc>
      </w:tr>
      <w:tr w:rsidR="005834FE" w:rsidRPr="00EE4D39" w:rsidTr="005834FE">
        <w:trPr>
          <w:trHeight w:val="300"/>
        </w:trPr>
        <w:tc>
          <w:tcPr>
            <w:tcW w:w="10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34FE" w:rsidRPr="00EE4D39" w:rsidRDefault="005834FE" w:rsidP="005834F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FE" w:rsidRPr="00EE4D39" w:rsidRDefault="005834FE" w:rsidP="00EE4D39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EE4D39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1069256797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34FE" w:rsidRDefault="005834FE" w:rsidP="005834FE">
            <w:pPr>
              <w:jc w:val="center"/>
            </w:pPr>
            <w:r w:rsidRPr="00EE4D39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TI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FE" w:rsidRPr="00EE4D39" w:rsidRDefault="005834FE" w:rsidP="00EE4D39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EE4D39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ROJAS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FE" w:rsidRPr="00EE4D39" w:rsidRDefault="005834FE" w:rsidP="00EE4D39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EE4D39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GIL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FE" w:rsidRPr="00EE4D39" w:rsidRDefault="005834FE" w:rsidP="00EE4D39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EE4D39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LEIDY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FE" w:rsidRPr="00EE4D39" w:rsidRDefault="005834FE" w:rsidP="00EE4D39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EE4D39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TATIANA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FE" w:rsidRPr="00EE4D39" w:rsidRDefault="005834FE" w:rsidP="00EE4D39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EE4D39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8</w:t>
            </w:r>
          </w:p>
        </w:tc>
      </w:tr>
      <w:tr w:rsidR="005834FE" w:rsidRPr="00EE4D39" w:rsidTr="005834FE">
        <w:trPr>
          <w:trHeight w:val="300"/>
        </w:trPr>
        <w:tc>
          <w:tcPr>
            <w:tcW w:w="105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34FE" w:rsidRPr="00EE4D39" w:rsidRDefault="005834FE" w:rsidP="005834F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EE4D39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GRADO 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FE" w:rsidRPr="00EE4D39" w:rsidRDefault="005834FE" w:rsidP="00EE4D39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EE4D39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1077145553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34FE" w:rsidRPr="00EE4D39" w:rsidRDefault="005834FE" w:rsidP="005834F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EE4D39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RC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FE" w:rsidRPr="00EE4D39" w:rsidRDefault="005834FE" w:rsidP="00EE4D39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EE4D39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BENAVIDES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FE" w:rsidRPr="00EE4D39" w:rsidRDefault="005834FE" w:rsidP="00EE4D39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EE4D39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GARZON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FE" w:rsidRPr="00EE4D39" w:rsidRDefault="005834FE" w:rsidP="00EE4D39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EE4D39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BRAYAN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FE" w:rsidRPr="00EE4D39" w:rsidRDefault="005834FE" w:rsidP="00EE4D39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EE4D39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HERNAN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FE" w:rsidRPr="00EE4D39" w:rsidRDefault="005834FE" w:rsidP="00EE4D39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EE4D39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5</w:t>
            </w:r>
          </w:p>
        </w:tc>
      </w:tr>
      <w:tr w:rsidR="005834FE" w:rsidRPr="00EE4D39" w:rsidTr="005834FE">
        <w:trPr>
          <w:trHeight w:val="300"/>
        </w:trPr>
        <w:tc>
          <w:tcPr>
            <w:tcW w:w="10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FE" w:rsidRPr="00EE4D39" w:rsidRDefault="005834FE" w:rsidP="00EE4D39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FE" w:rsidRPr="00EE4D39" w:rsidRDefault="005834FE" w:rsidP="00EE4D39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EE4D39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1102489328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34FE" w:rsidRPr="00EE4D39" w:rsidRDefault="005834FE" w:rsidP="005834F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EE4D39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RC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FE" w:rsidRPr="00EE4D39" w:rsidRDefault="005834FE" w:rsidP="00EE4D39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EE4D39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DIAZ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FE" w:rsidRPr="00EE4D39" w:rsidRDefault="005834FE" w:rsidP="00EE4D39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EE4D39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GOMEZ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FE" w:rsidRPr="00EE4D39" w:rsidRDefault="005834FE" w:rsidP="00EE4D39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EE4D39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KAREN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FE" w:rsidRPr="00EE4D39" w:rsidRDefault="005834FE" w:rsidP="00EE4D39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EE4D39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YULIANA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FE" w:rsidRPr="00EE4D39" w:rsidRDefault="005834FE" w:rsidP="00EE4D39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EE4D39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4</w:t>
            </w:r>
          </w:p>
        </w:tc>
      </w:tr>
      <w:tr w:rsidR="005834FE" w:rsidRPr="00EE4D39" w:rsidTr="005834FE">
        <w:trPr>
          <w:trHeight w:val="300"/>
        </w:trPr>
        <w:tc>
          <w:tcPr>
            <w:tcW w:w="105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34FE" w:rsidRPr="00EE4D39" w:rsidRDefault="005834FE" w:rsidP="005834F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EE4D39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PRIMERO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FE" w:rsidRPr="00EE4D39" w:rsidRDefault="005834FE" w:rsidP="00EE4D39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EE4D39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N37851765667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34FE" w:rsidRPr="00EE4D39" w:rsidRDefault="005834FE" w:rsidP="005834F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EE4D39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NES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FE" w:rsidRPr="00EE4D39" w:rsidRDefault="005834FE" w:rsidP="00EE4D39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EE4D39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CASALLAS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FE" w:rsidRPr="00EE4D39" w:rsidRDefault="005834FE" w:rsidP="00EE4D39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EE4D39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SANCHEZ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FE" w:rsidRPr="00EE4D39" w:rsidRDefault="005834FE" w:rsidP="00EE4D39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EE4D39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LUIS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FE" w:rsidRPr="00EE4D39" w:rsidRDefault="005834FE" w:rsidP="00EE4D39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EE4D39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ENRRIQUE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FE" w:rsidRPr="00EE4D39" w:rsidRDefault="005834FE" w:rsidP="00EE4D39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EE4D39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5</w:t>
            </w:r>
          </w:p>
        </w:tc>
      </w:tr>
      <w:tr w:rsidR="005834FE" w:rsidRPr="00EE4D39" w:rsidTr="005834FE">
        <w:trPr>
          <w:trHeight w:val="300"/>
        </w:trPr>
        <w:tc>
          <w:tcPr>
            <w:tcW w:w="10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34FE" w:rsidRPr="00EE4D39" w:rsidRDefault="005834FE" w:rsidP="005834F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FE" w:rsidRPr="00EE4D39" w:rsidRDefault="005834FE" w:rsidP="00EE4D39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EE4D39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1069259483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34FE" w:rsidRDefault="005834FE" w:rsidP="005834FE">
            <w:pPr>
              <w:jc w:val="center"/>
            </w:pPr>
            <w:r w:rsidRPr="006914F8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RC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FE" w:rsidRPr="00EE4D39" w:rsidRDefault="005834FE" w:rsidP="00EE4D39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EE4D39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GIL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FE" w:rsidRPr="00EE4D39" w:rsidRDefault="005834FE" w:rsidP="00EE4D39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EE4D39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BENAVIDES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FE" w:rsidRPr="00EE4D39" w:rsidRDefault="005834FE" w:rsidP="00EE4D39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EE4D39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EDWAR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FE" w:rsidRPr="00EE4D39" w:rsidRDefault="005834FE" w:rsidP="00EE4D39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EE4D39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ALEJANDRO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FE" w:rsidRPr="00EE4D39" w:rsidRDefault="005834FE" w:rsidP="00EE4D39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EE4D39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6</w:t>
            </w:r>
          </w:p>
        </w:tc>
      </w:tr>
      <w:tr w:rsidR="005834FE" w:rsidRPr="00EE4D39" w:rsidTr="005834FE">
        <w:trPr>
          <w:trHeight w:val="300"/>
        </w:trPr>
        <w:tc>
          <w:tcPr>
            <w:tcW w:w="10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34FE" w:rsidRPr="00EE4D39" w:rsidRDefault="005834FE" w:rsidP="005834F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FE" w:rsidRPr="00EE4D39" w:rsidRDefault="005834FE" w:rsidP="00EE4D39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EE4D39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1069258259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34FE" w:rsidRDefault="005834FE" w:rsidP="005834FE">
            <w:pPr>
              <w:jc w:val="center"/>
            </w:pPr>
            <w:r w:rsidRPr="006914F8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RC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FE" w:rsidRPr="00EE4D39" w:rsidRDefault="005834FE" w:rsidP="00EE4D39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EE4D39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ROJAS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FE" w:rsidRPr="00EE4D39" w:rsidRDefault="005834FE" w:rsidP="00EE4D39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EE4D39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GIL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FE" w:rsidRPr="00EE4D39" w:rsidRDefault="005834FE" w:rsidP="00EE4D39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EE4D39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BRAYAN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FE" w:rsidRPr="00EE4D39" w:rsidRDefault="005834FE" w:rsidP="00EE4D39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EE4D39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HERNANDO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FE" w:rsidRPr="00EE4D39" w:rsidRDefault="005834FE" w:rsidP="00EE4D39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EE4D39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6</w:t>
            </w:r>
          </w:p>
        </w:tc>
      </w:tr>
      <w:tr w:rsidR="005834FE" w:rsidRPr="00EE4D39" w:rsidTr="005834FE">
        <w:trPr>
          <w:trHeight w:val="300"/>
        </w:trPr>
        <w:tc>
          <w:tcPr>
            <w:tcW w:w="105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34FE" w:rsidRPr="00EE4D39" w:rsidRDefault="005834FE" w:rsidP="005834F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EE4D39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QUINTO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FE" w:rsidRPr="00EE4D39" w:rsidRDefault="005834FE" w:rsidP="00EE4D39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EE4D39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1069256183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34FE" w:rsidRDefault="005834FE" w:rsidP="005834FE">
            <w:pPr>
              <w:jc w:val="center"/>
            </w:pPr>
            <w:r w:rsidRPr="00EE4D39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TI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FE" w:rsidRPr="00EE4D39" w:rsidRDefault="005834FE" w:rsidP="00EE4D39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EE4D39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GIL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FE" w:rsidRPr="00EE4D39" w:rsidRDefault="005834FE" w:rsidP="00EE4D39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EE4D39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BENAVIDES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FE" w:rsidRPr="00EE4D39" w:rsidRDefault="005834FE" w:rsidP="00EE4D39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EE4D39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LEIDY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FE" w:rsidRPr="00EE4D39" w:rsidRDefault="005834FE" w:rsidP="00EE4D39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EE4D39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YULISA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FE" w:rsidRPr="00EE4D39" w:rsidRDefault="005834FE" w:rsidP="00EE4D39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EE4D39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9</w:t>
            </w:r>
          </w:p>
        </w:tc>
      </w:tr>
      <w:tr w:rsidR="005834FE" w:rsidRPr="00EE4D39" w:rsidTr="005834FE">
        <w:trPr>
          <w:trHeight w:val="300"/>
        </w:trPr>
        <w:tc>
          <w:tcPr>
            <w:tcW w:w="10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FE" w:rsidRPr="00EE4D39" w:rsidRDefault="005834FE" w:rsidP="00EE4D39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FE" w:rsidRPr="00EE4D39" w:rsidRDefault="005834FE" w:rsidP="00EE4D39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EE4D39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1003913441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34FE" w:rsidRDefault="005834FE" w:rsidP="005834FE">
            <w:pPr>
              <w:jc w:val="center"/>
            </w:pPr>
            <w:r w:rsidRPr="00EE4D39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TI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FE" w:rsidRPr="00EE4D39" w:rsidRDefault="005834FE" w:rsidP="00EE4D39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EE4D39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GOMEZ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FE" w:rsidRPr="00EE4D39" w:rsidRDefault="005834FE" w:rsidP="00EE4D39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EE4D39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ARANDIA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FE" w:rsidRPr="00EE4D39" w:rsidRDefault="005834FE" w:rsidP="00EE4D39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EE4D39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YESICA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FE" w:rsidRPr="00EE4D39" w:rsidRDefault="005834FE" w:rsidP="00EE4D39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EE4D39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CAROLINA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FE" w:rsidRPr="00EE4D39" w:rsidRDefault="005834FE" w:rsidP="00EE4D39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EE4D39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</w:t>
            </w:r>
          </w:p>
        </w:tc>
      </w:tr>
      <w:tr w:rsidR="005834FE" w:rsidRPr="00EE4D39" w:rsidTr="005834FE">
        <w:trPr>
          <w:trHeight w:val="300"/>
        </w:trPr>
        <w:tc>
          <w:tcPr>
            <w:tcW w:w="105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34FE" w:rsidRPr="00EE4D39" w:rsidRDefault="005834FE" w:rsidP="005834F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EE4D39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SEGUNDO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FE" w:rsidRPr="00EE4D39" w:rsidRDefault="005834FE" w:rsidP="00EE4D39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EE4D39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1069258306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34FE" w:rsidRDefault="005834FE" w:rsidP="005834FE">
            <w:pPr>
              <w:jc w:val="center"/>
            </w:pPr>
            <w:r w:rsidRPr="00630252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RC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FE" w:rsidRPr="00EE4D39" w:rsidRDefault="005834FE" w:rsidP="00EE4D39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EE4D39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BENAVIDES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FE" w:rsidRPr="00EE4D39" w:rsidRDefault="005834FE" w:rsidP="00EE4D39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EE4D39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GARZON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FE" w:rsidRPr="00EE4D39" w:rsidRDefault="005834FE" w:rsidP="00EE4D39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EE4D39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JOSE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FE" w:rsidRPr="00EE4D39" w:rsidRDefault="005834FE" w:rsidP="00EE4D39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EE4D39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SEBASTIAN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FE" w:rsidRPr="00EE4D39" w:rsidRDefault="005834FE" w:rsidP="00EE4D39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EE4D39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6</w:t>
            </w:r>
          </w:p>
        </w:tc>
      </w:tr>
      <w:tr w:rsidR="005834FE" w:rsidRPr="00EE4D39" w:rsidTr="005834FE">
        <w:trPr>
          <w:trHeight w:val="300"/>
        </w:trPr>
        <w:tc>
          <w:tcPr>
            <w:tcW w:w="10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FE" w:rsidRPr="00EE4D39" w:rsidRDefault="005834FE" w:rsidP="00EE4D39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FE" w:rsidRPr="00EE4D39" w:rsidRDefault="005834FE" w:rsidP="00EE4D39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EE4D39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1069259087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34FE" w:rsidRDefault="005834FE" w:rsidP="005834FE">
            <w:pPr>
              <w:jc w:val="center"/>
            </w:pPr>
            <w:r w:rsidRPr="00630252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RC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FE" w:rsidRPr="00EE4D39" w:rsidRDefault="005834FE" w:rsidP="00EE4D39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EE4D39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BENAVIDES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FE" w:rsidRPr="00EE4D39" w:rsidRDefault="005834FE" w:rsidP="00EE4D39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EE4D39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VILLAGRAN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FE" w:rsidRPr="00EE4D39" w:rsidRDefault="005834FE" w:rsidP="00EE4D39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EE4D39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MAICOL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FE" w:rsidRPr="00EE4D39" w:rsidRDefault="005834FE" w:rsidP="00EE4D39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EE4D39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DAVID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FE" w:rsidRPr="00EE4D39" w:rsidRDefault="005834FE" w:rsidP="00EE4D39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EE4D39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7</w:t>
            </w:r>
          </w:p>
        </w:tc>
      </w:tr>
      <w:tr w:rsidR="005834FE" w:rsidRPr="00EE4D39" w:rsidTr="005834FE">
        <w:trPr>
          <w:trHeight w:val="300"/>
        </w:trPr>
        <w:tc>
          <w:tcPr>
            <w:tcW w:w="10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FE" w:rsidRPr="00EE4D39" w:rsidRDefault="005834FE" w:rsidP="00EE4D39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FE" w:rsidRPr="00EE4D39" w:rsidRDefault="005834FE" w:rsidP="00EE4D39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EE4D39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1069258807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34FE" w:rsidRDefault="005834FE" w:rsidP="005834FE">
            <w:pPr>
              <w:jc w:val="center"/>
            </w:pPr>
            <w:r w:rsidRPr="00630252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RC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FE" w:rsidRPr="00EE4D39" w:rsidRDefault="005834FE" w:rsidP="00EE4D39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EE4D39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GIL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FE" w:rsidRPr="00EE4D39" w:rsidRDefault="005834FE" w:rsidP="00EE4D39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EE4D39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GIL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FE" w:rsidRPr="00EE4D39" w:rsidRDefault="005834FE" w:rsidP="00EE4D39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EE4D39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NESTOR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FE" w:rsidRPr="00EE4D39" w:rsidRDefault="005834FE" w:rsidP="00EE4D39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EE4D39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FERNEY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FE" w:rsidRPr="00EE4D39" w:rsidRDefault="005834FE" w:rsidP="00EE4D39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EE4D39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6</w:t>
            </w:r>
          </w:p>
        </w:tc>
      </w:tr>
      <w:tr w:rsidR="005834FE" w:rsidRPr="00EE4D39" w:rsidTr="005834FE">
        <w:trPr>
          <w:trHeight w:val="300"/>
        </w:trPr>
        <w:tc>
          <w:tcPr>
            <w:tcW w:w="10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FE" w:rsidRPr="00EE4D39" w:rsidRDefault="005834FE" w:rsidP="00EE4D39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FE" w:rsidRPr="00EE4D39" w:rsidRDefault="005834FE" w:rsidP="00EE4D39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EE4D39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1077144158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34FE" w:rsidRDefault="005834FE" w:rsidP="005834FE">
            <w:pPr>
              <w:jc w:val="center"/>
            </w:pPr>
            <w:r w:rsidRPr="00630252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RC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FE" w:rsidRPr="00EE4D39" w:rsidRDefault="005834FE" w:rsidP="00EE4D39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EE4D39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GOMEZ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FE" w:rsidRPr="00EE4D39" w:rsidRDefault="005834FE" w:rsidP="00EE4D39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EE4D39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ARANDIA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FE" w:rsidRPr="00EE4D39" w:rsidRDefault="005834FE" w:rsidP="00EE4D39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EE4D39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JOSE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FE" w:rsidRPr="00EE4D39" w:rsidRDefault="005834FE" w:rsidP="00EE4D39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EE4D39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ARBEY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FE" w:rsidRPr="00EE4D39" w:rsidRDefault="005834FE" w:rsidP="00EE4D39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EE4D39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6</w:t>
            </w:r>
          </w:p>
        </w:tc>
      </w:tr>
      <w:tr w:rsidR="005834FE" w:rsidRPr="00EE4D39" w:rsidTr="005834FE">
        <w:trPr>
          <w:trHeight w:val="300"/>
        </w:trPr>
        <w:tc>
          <w:tcPr>
            <w:tcW w:w="10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FE" w:rsidRPr="00EE4D39" w:rsidRDefault="005834FE" w:rsidP="00EE4D39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FE" w:rsidRPr="00EE4D39" w:rsidRDefault="005834FE" w:rsidP="00EE4D39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EE4D39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1079605002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34FE" w:rsidRDefault="005834FE" w:rsidP="005834FE">
            <w:pPr>
              <w:jc w:val="center"/>
            </w:pPr>
            <w:r w:rsidRPr="00630252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RC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FE" w:rsidRPr="00EE4D39" w:rsidRDefault="005834FE" w:rsidP="00EE4D39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EE4D39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MORENO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FE" w:rsidRPr="00EE4D39" w:rsidRDefault="005834FE" w:rsidP="00EE4D39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EE4D39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RODRIGUEZ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FE" w:rsidRPr="00EE4D39" w:rsidRDefault="005834FE" w:rsidP="00EE4D39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EE4D39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PAULA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FE" w:rsidRPr="00EE4D39" w:rsidRDefault="005834FE" w:rsidP="00EE4D39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EE4D39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ANDREA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FE" w:rsidRPr="00EE4D39" w:rsidRDefault="005834FE" w:rsidP="00EE4D39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EE4D39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7</w:t>
            </w:r>
          </w:p>
        </w:tc>
      </w:tr>
      <w:tr w:rsidR="005834FE" w:rsidRPr="00EE4D39" w:rsidTr="005834FE">
        <w:trPr>
          <w:trHeight w:val="300"/>
        </w:trPr>
        <w:tc>
          <w:tcPr>
            <w:tcW w:w="10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FE" w:rsidRPr="00EE4D39" w:rsidRDefault="005834FE" w:rsidP="00EE4D39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FE" w:rsidRPr="00EE4D39" w:rsidRDefault="005834FE" w:rsidP="00EE4D39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EE4D39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1069258908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34FE" w:rsidRDefault="005834FE" w:rsidP="005834FE">
            <w:pPr>
              <w:jc w:val="center"/>
            </w:pPr>
            <w:r w:rsidRPr="00630252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RC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FE" w:rsidRPr="00EE4D39" w:rsidRDefault="005834FE" w:rsidP="00EE4D39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EE4D39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RIAÑO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FE" w:rsidRPr="00EE4D39" w:rsidRDefault="005834FE" w:rsidP="00EE4D39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EE4D39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ROMERO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FE" w:rsidRPr="00EE4D39" w:rsidRDefault="005834FE" w:rsidP="00EE4D39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EE4D39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MARYURY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FE" w:rsidRPr="00EE4D39" w:rsidRDefault="005834FE" w:rsidP="00EE4D39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EE4D39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BRIGITH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FE" w:rsidRPr="00EE4D39" w:rsidRDefault="005834FE" w:rsidP="00EE4D39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EE4D39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6</w:t>
            </w:r>
          </w:p>
        </w:tc>
      </w:tr>
      <w:tr w:rsidR="005834FE" w:rsidRPr="00EE4D39" w:rsidTr="005834FE">
        <w:trPr>
          <w:trHeight w:val="300"/>
        </w:trPr>
        <w:tc>
          <w:tcPr>
            <w:tcW w:w="105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34FE" w:rsidRPr="00EE4D39" w:rsidRDefault="005834FE" w:rsidP="005834F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EE4D39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TERCERO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FE" w:rsidRPr="00EE4D39" w:rsidRDefault="005834FE" w:rsidP="00EE4D39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EE4D39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1077143871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34FE" w:rsidRDefault="005834FE" w:rsidP="005834FE">
            <w:pPr>
              <w:jc w:val="center"/>
            </w:pPr>
            <w:r w:rsidRPr="00EE4D39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TI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FE" w:rsidRPr="00EE4D39" w:rsidRDefault="005834FE" w:rsidP="00EE4D39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EE4D39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CASTIBLANCO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FE" w:rsidRPr="00EE4D39" w:rsidRDefault="005834FE" w:rsidP="00EE4D39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EE4D39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ROBAYO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FE" w:rsidRPr="00EE4D39" w:rsidRDefault="005834FE" w:rsidP="00EE4D39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EE4D39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MARIA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FE" w:rsidRPr="00EE4D39" w:rsidRDefault="005834FE" w:rsidP="00EE4D39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EE4D39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ALEJANDRA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FE" w:rsidRPr="00EE4D39" w:rsidRDefault="005834FE" w:rsidP="00EE4D39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EE4D39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7</w:t>
            </w:r>
          </w:p>
        </w:tc>
      </w:tr>
      <w:tr w:rsidR="005834FE" w:rsidRPr="00EE4D39" w:rsidTr="005834FE">
        <w:trPr>
          <w:trHeight w:val="300"/>
        </w:trPr>
        <w:tc>
          <w:tcPr>
            <w:tcW w:w="10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FE" w:rsidRPr="00EE4D39" w:rsidRDefault="005834FE" w:rsidP="00EE4D39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FE" w:rsidRPr="00EE4D39" w:rsidRDefault="005834FE" w:rsidP="00EE4D39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EE4D39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1069258075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34FE" w:rsidRDefault="005834FE" w:rsidP="005834FE">
            <w:pPr>
              <w:jc w:val="center"/>
            </w:pPr>
            <w:r w:rsidRPr="00EE4D39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TI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FE" w:rsidRPr="00EE4D39" w:rsidRDefault="005834FE" w:rsidP="00EE4D39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EE4D39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GIL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FE" w:rsidRPr="00EE4D39" w:rsidRDefault="005834FE" w:rsidP="00EE4D39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EE4D39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GIL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FE" w:rsidRPr="00EE4D39" w:rsidRDefault="005834FE" w:rsidP="00EE4D39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EE4D39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NEIDY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FE" w:rsidRPr="00EE4D39" w:rsidRDefault="005834FE" w:rsidP="00EE4D39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EE4D39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MILENA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FE" w:rsidRPr="00EE4D39" w:rsidRDefault="005834FE" w:rsidP="00EE4D39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EE4D39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8</w:t>
            </w:r>
          </w:p>
        </w:tc>
      </w:tr>
    </w:tbl>
    <w:p w:rsidR="00EE4D39" w:rsidRDefault="00EE4D39" w:rsidP="00356954">
      <w:pPr>
        <w:jc w:val="center"/>
        <w:rPr>
          <w:rFonts w:ascii="Courier New" w:hAnsi="Courier New" w:cs="Courier New"/>
          <w:b/>
          <w:bCs/>
          <w:sz w:val="36"/>
        </w:rPr>
      </w:pPr>
    </w:p>
    <w:p w:rsidR="00EE4D39" w:rsidRDefault="00EE4D39" w:rsidP="00356954">
      <w:pPr>
        <w:jc w:val="center"/>
        <w:rPr>
          <w:rFonts w:ascii="Courier New" w:hAnsi="Courier New" w:cs="Courier New"/>
          <w:b/>
          <w:bCs/>
          <w:sz w:val="36"/>
        </w:rPr>
      </w:pPr>
    </w:p>
    <w:p w:rsidR="00EE4D39" w:rsidRDefault="00EE4D39" w:rsidP="00356954">
      <w:pPr>
        <w:jc w:val="center"/>
        <w:rPr>
          <w:rFonts w:ascii="Courier New" w:hAnsi="Courier New" w:cs="Courier New"/>
          <w:b/>
          <w:bCs/>
          <w:sz w:val="36"/>
        </w:rPr>
      </w:pPr>
    </w:p>
    <w:p w:rsidR="00EE4D39" w:rsidRDefault="00EE4D39" w:rsidP="00356954">
      <w:pPr>
        <w:jc w:val="center"/>
        <w:rPr>
          <w:rFonts w:ascii="Courier New" w:hAnsi="Courier New" w:cs="Courier New"/>
          <w:b/>
          <w:bCs/>
          <w:sz w:val="36"/>
        </w:rPr>
      </w:pPr>
    </w:p>
    <w:p w:rsidR="00EE4D39" w:rsidRDefault="00EE4D39" w:rsidP="00356954">
      <w:pPr>
        <w:jc w:val="center"/>
        <w:rPr>
          <w:rFonts w:ascii="Courier New" w:hAnsi="Courier New" w:cs="Courier New"/>
          <w:b/>
          <w:bCs/>
          <w:sz w:val="36"/>
        </w:rPr>
      </w:pPr>
    </w:p>
    <w:p w:rsidR="005E52CC" w:rsidRDefault="005E52CC" w:rsidP="00356954">
      <w:pPr>
        <w:jc w:val="center"/>
        <w:rPr>
          <w:rFonts w:ascii="Courier New" w:hAnsi="Courier New" w:cs="Courier New"/>
          <w:b/>
          <w:bCs/>
          <w:sz w:val="36"/>
        </w:rPr>
      </w:pPr>
    </w:p>
    <w:p w:rsidR="006D52CF" w:rsidRDefault="006D52CF" w:rsidP="00356954">
      <w:pPr>
        <w:jc w:val="center"/>
        <w:rPr>
          <w:rFonts w:ascii="Courier New" w:hAnsi="Courier New" w:cs="Courier New"/>
          <w:b/>
          <w:bCs/>
          <w:sz w:val="36"/>
        </w:rPr>
      </w:pPr>
    </w:p>
    <w:p w:rsidR="006D52CF" w:rsidRDefault="006D52CF" w:rsidP="00356954">
      <w:pPr>
        <w:jc w:val="center"/>
        <w:rPr>
          <w:rFonts w:ascii="Courier New" w:hAnsi="Courier New" w:cs="Courier New"/>
          <w:b/>
          <w:bCs/>
          <w:sz w:val="36"/>
        </w:rPr>
      </w:pPr>
    </w:p>
    <w:p w:rsidR="007516DD" w:rsidRDefault="007516DD" w:rsidP="00356954">
      <w:pPr>
        <w:jc w:val="center"/>
        <w:rPr>
          <w:rFonts w:ascii="Courier New" w:hAnsi="Courier New" w:cs="Courier New"/>
          <w:b/>
          <w:bCs/>
          <w:sz w:val="36"/>
        </w:rPr>
      </w:pPr>
    </w:p>
    <w:p w:rsidR="007516DD" w:rsidRDefault="007516DD" w:rsidP="00356954">
      <w:pPr>
        <w:jc w:val="center"/>
        <w:rPr>
          <w:rFonts w:ascii="Courier New" w:hAnsi="Courier New" w:cs="Courier New"/>
          <w:b/>
          <w:bCs/>
          <w:sz w:val="36"/>
        </w:rPr>
      </w:pPr>
    </w:p>
    <w:p w:rsidR="007516DD" w:rsidRDefault="007516DD" w:rsidP="00356954">
      <w:pPr>
        <w:jc w:val="center"/>
        <w:rPr>
          <w:rFonts w:ascii="Courier New" w:hAnsi="Courier New" w:cs="Courier New"/>
          <w:b/>
          <w:bCs/>
          <w:sz w:val="36"/>
        </w:rPr>
      </w:pPr>
    </w:p>
    <w:p w:rsidR="007516DD" w:rsidRPr="00F86108" w:rsidRDefault="007516DD" w:rsidP="007516DD">
      <w:pPr>
        <w:tabs>
          <w:tab w:val="left" w:pos="1515"/>
          <w:tab w:val="left" w:pos="2694"/>
        </w:tabs>
        <w:jc w:val="both"/>
        <w:rPr>
          <w:sz w:val="32"/>
        </w:rPr>
      </w:pPr>
      <w:r w:rsidRPr="00F86108"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>SEDE</w:t>
      </w:r>
      <w:r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>:</w:t>
      </w:r>
      <w:r w:rsidRPr="00F86108"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ab/>
      </w:r>
      <w:r w:rsidRPr="00F86108"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ab/>
      </w:r>
      <w:r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ab/>
      </w:r>
      <w:r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ab/>
      </w:r>
      <w:r>
        <w:rPr>
          <w:rFonts w:ascii="Calibri" w:hAnsi="Calibri"/>
          <w:color w:val="000000"/>
          <w:sz w:val="28"/>
          <w:szCs w:val="22"/>
          <w:lang w:val="es-CO" w:eastAsia="es-CO"/>
        </w:rPr>
        <w:t>MOCHILA</w:t>
      </w:r>
    </w:p>
    <w:p w:rsidR="007516DD" w:rsidRPr="00F86108" w:rsidRDefault="007516DD" w:rsidP="007516DD">
      <w:pPr>
        <w:tabs>
          <w:tab w:val="left" w:pos="1515"/>
          <w:tab w:val="left" w:pos="2694"/>
        </w:tabs>
        <w:jc w:val="both"/>
        <w:rPr>
          <w:sz w:val="32"/>
        </w:rPr>
      </w:pPr>
      <w:r w:rsidRPr="00F86108"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>CONSECUTIVO</w:t>
      </w:r>
      <w:r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>:</w:t>
      </w:r>
      <w:r w:rsidRPr="00F86108"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ab/>
      </w:r>
      <w:r w:rsidRPr="00F86108"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ab/>
      </w:r>
      <w:r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ab/>
      </w:r>
      <w:r w:rsidRPr="00F86108">
        <w:rPr>
          <w:rFonts w:ascii="Calibri" w:hAnsi="Calibri"/>
          <w:color w:val="000000"/>
          <w:sz w:val="28"/>
          <w:szCs w:val="22"/>
          <w:lang w:val="es-CO" w:eastAsia="es-CO"/>
        </w:rPr>
        <w:t>1251830003200</w:t>
      </w:r>
      <w:r>
        <w:rPr>
          <w:rFonts w:ascii="Calibri" w:hAnsi="Calibri"/>
          <w:color w:val="000000"/>
          <w:sz w:val="28"/>
          <w:szCs w:val="22"/>
          <w:lang w:val="es-CO" w:eastAsia="es-CO"/>
        </w:rPr>
        <w:t>8</w:t>
      </w:r>
    </w:p>
    <w:p w:rsidR="007516DD" w:rsidRDefault="007516DD" w:rsidP="007516DD">
      <w:pPr>
        <w:tabs>
          <w:tab w:val="left" w:pos="1515"/>
          <w:tab w:val="left" w:pos="2694"/>
        </w:tabs>
        <w:jc w:val="both"/>
        <w:rPr>
          <w:rFonts w:ascii="Calibri" w:hAnsi="Calibri"/>
          <w:color w:val="000000"/>
          <w:sz w:val="28"/>
          <w:szCs w:val="22"/>
          <w:lang w:val="es-CO" w:eastAsia="es-CO"/>
        </w:rPr>
      </w:pPr>
      <w:r w:rsidRPr="00F86108"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>DANE</w:t>
      </w:r>
      <w:r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>:</w:t>
      </w:r>
      <w:r w:rsidRPr="00F86108"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ab/>
      </w:r>
      <w:r w:rsidRPr="00F86108"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ab/>
      </w:r>
      <w:r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ab/>
      </w:r>
      <w:r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ab/>
      </w:r>
      <w:r w:rsidRPr="00F86108">
        <w:rPr>
          <w:rFonts w:ascii="Calibri" w:hAnsi="Calibri"/>
          <w:color w:val="000000"/>
          <w:sz w:val="28"/>
          <w:szCs w:val="22"/>
          <w:lang w:val="es-CO" w:eastAsia="es-CO"/>
        </w:rPr>
        <w:t>225183000</w:t>
      </w:r>
      <w:r>
        <w:rPr>
          <w:rFonts w:ascii="Calibri" w:hAnsi="Calibri"/>
          <w:color w:val="000000"/>
          <w:sz w:val="28"/>
          <w:szCs w:val="22"/>
          <w:lang w:val="es-CO" w:eastAsia="es-CO"/>
        </w:rPr>
        <w:t>138</w:t>
      </w:r>
    </w:p>
    <w:p w:rsidR="007516DD" w:rsidRDefault="007516DD" w:rsidP="007516DD">
      <w:pPr>
        <w:tabs>
          <w:tab w:val="left" w:pos="1515"/>
          <w:tab w:val="left" w:pos="2694"/>
        </w:tabs>
        <w:jc w:val="both"/>
        <w:rPr>
          <w:rFonts w:ascii="Calibri" w:hAnsi="Calibri"/>
          <w:b/>
          <w:bCs/>
          <w:color w:val="000000"/>
          <w:sz w:val="22"/>
          <w:szCs w:val="22"/>
          <w:lang w:val="es-CO" w:eastAsia="es-CO"/>
        </w:rPr>
      </w:pPr>
      <w:r w:rsidRPr="00F86108">
        <w:rPr>
          <w:rFonts w:ascii="Calibri" w:hAnsi="Calibri"/>
          <w:b/>
          <w:color w:val="000000"/>
          <w:sz w:val="28"/>
          <w:szCs w:val="22"/>
          <w:lang w:val="es-CO" w:eastAsia="es-CO"/>
        </w:rPr>
        <w:t>DOCENTE:</w:t>
      </w:r>
      <w:r>
        <w:rPr>
          <w:rFonts w:ascii="Calibri" w:hAnsi="Calibri"/>
          <w:color w:val="000000"/>
          <w:sz w:val="28"/>
          <w:szCs w:val="22"/>
          <w:lang w:val="es-CO" w:eastAsia="es-CO"/>
        </w:rPr>
        <w:tab/>
      </w:r>
      <w:r>
        <w:rPr>
          <w:rFonts w:ascii="Calibri" w:hAnsi="Calibri"/>
          <w:color w:val="000000"/>
          <w:sz w:val="28"/>
          <w:szCs w:val="22"/>
          <w:lang w:val="es-CO" w:eastAsia="es-CO"/>
        </w:rPr>
        <w:tab/>
      </w:r>
      <w:r>
        <w:rPr>
          <w:rFonts w:ascii="Calibri" w:hAnsi="Calibri"/>
          <w:color w:val="000000"/>
          <w:sz w:val="28"/>
          <w:szCs w:val="22"/>
          <w:lang w:val="es-CO" w:eastAsia="es-CO"/>
        </w:rPr>
        <w:tab/>
      </w:r>
      <w:r>
        <w:rPr>
          <w:rFonts w:ascii="Calibri" w:hAnsi="Calibri"/>
          <w:color w:val="000000"/>
          <w:sz w:val="28"/>
          <w:szCs w:val="22"/>
          <w:lang w:val="es-CO" w:eastAsia="es-CO"/>
        </w:rPr>
        <w:tab/>
        <w:t>CARLOS ARTURO ROJAS SAGANOME</w:t>
      </w:r>
    </w:p>
    <w:p w:rsidR="007516DD" w:rsidRDefault="007516DD" w:rsidP="007516DD">
      <w:pPr>
        <w:tabs>
          <w:tab w:val="left" w:pos="1515"/>
          <w:tab w:val="left" w:pos="2694"/>
        </w:tabs>
        <w:jc w:val="both"/>
        <w:rPr>
          <w:rFonts w:ascii="Calibri" w:hAnsi="Calibri"/>
          <w:b/>
          <w:bCs/>
          <w:color w:val="000000"/>
          <w:sz w:val="22"/>
          <w:szCs w:val="22"/>
          <w:lang w:val="es-CO" w:eastAsia="es-CO"/>
        </w:rPr>
      </w:pPr>
    </w:p>
    <w:p w:rsidR="007516DD" w:rsidRDefault="007516DD" w:rsidP="007516DD">
      <w:pPr>
        <w:tabs>
          <w:tab w:val="left" w:pos="1515"/>
          <w:tab w:val="left" w:pos="2694"/>
        </w:tabs>
        <w:jc w:val="both"/>
        <w:rPr>
          <w:rFonts w:ascii="Calibri" w:hAnsi="Calibri"/>
          <w:b/>
          <w:bCs/>
          <w:color w:val="000000"/>
          <w:sz w:val="22"/>
          <w:szCs w:val="22"/>
          <w:lang w:val="es-CO" w:eastAsia="es-CO"/>
        </w:rPr>
      </w:pPr>
    </w:p>
    <w:tbl>
      <w:tblPr>
        <w:tblW w:w="8487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052"/>
        <w:gridCol w:w="1256"/>
        <w:gridCol w:w="574"/>
        <w:gridCol w:w="1262"/>
        <w:gridCol w:w="1304"/>
        <w:gridCol w:w="1134"/>
        <w:gridCol w:w="1247"/>
        <w:gridCol w:w="658"/>
      </w:tblGrid>
      <w:tr w:rsidR="007516DD" w:rsidRPr="00822923" w:rsidTr="00412E2A">
        <w:trPr>
          <w:trHeight w:val="30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jc w:val="center"/>
              <w:rPr>
                <w:rFonts w:ascii="Calibri" w:hAnsi="Calibri"/>
                <w:b/>
                <w:bCs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O" w:eastAsia="es-CO"/>
              </w:rPr>
              <w:t>GRADO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jc w:val="center"/>
              <w:rPr>
                <w:rFonts w:ascii="Calibri" w:hAnsi="Calibri"/>
                <w:b/>
                <w:bCs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O" w:eastAsia="es-CO"/>
              </w:rPr>
              <w:t>DOC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6DD" w:rsidRPr="00822923" w:rsidRDefault="007516DD" w:rsidP="00412E2A">
            <w:pPr>
              <w:jc w:val="center"/>
              <w:rPr>
                <w:rFonts w:ascii="Calibri" w:hAnsi="Calibri"/>
                <w:b/>
                <w:bCs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O" w:eastAsia="es-CO"/>
              </w:rPr>
              <w:t>TIPO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jc w:val="center"/>
              <w:rPr>
                <w:rFonts w:ascii="Calibri" w:hAnsi="Calibri"/>
                <w:b/>
                <w:bCs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O" w:eastAsia="es-CO"/>
              </w:rPr>
              <w:t>APELLIDO1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jc w:val="center"/>
              <w:rPr>
                <w:rFonts w:ascii="Calibri" w:hAnsi="Calibri"/>
                <w:b/>
                <w:bCs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O" w:eastAsia="es-CO"/>
              </w:rPr>
              <w:t>APELLIDO2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jc w:val="center"/>
              <w:rPr>
                <w:rFonts w:ascii="Calibri" w:hAnsi="Calibri"/>
                <w:b/>
                <w:bCs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O" w:eastAsia="es-CO"/>
              </w:rPr>
              <w:t>NOMBRE1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jc w:val="center"/>
              <w:rPr>
                <w:rFonts w:ascii="Calibri" w:hAnsi="Calibri"/>
                <w:b/>
                <w:bCs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O" w:eastAsia="es-CO"/>
              </w:rPr>
              <w:t>NOMBRE2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jc w:val="center"/>
              <w:rPr>
                <w:rFonts w:ascii="Calibri" w:hAnsi="Calibri"/>
                <w:b/>
                <w:bCs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O" w:eastAsia="es-CO"/>
              </w:rPr>
              <w:t>EDAD</w:t>
            </w:r>
          </w:p>
        </w:tc>
      </w:tr>
      <w:tr w:rsidR="007516DD" w:rsidRPr="00822923" w:rsidTr="00412E2A">
        <w:trPr>
          <w:trHeight w:val="300"/>
        </w:trPr>
        <w:tc>
          <w:tcPr>
            <w:tcW w:w="105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6DD" w:rsidRPr="00822923" w:rsidRDefault="007516DD" w:rsidP="00412E2A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CUARTO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1077294411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6DD" w:rsidRPr="00822923" w:rsidRDefault="007516DD" w:rsidP="00412E2A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TI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ANGARITA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CHAVES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DEISY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LORENA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7</w:t>
            </w:r>
          </w:p>
        </w:tc>
      </w:tr>
      <w:tr w:rsidR="007516DD" w:rsidRPr="00822923" w:rsidTr="00412E2A">
        <w:trPr>
          <w:trHeight w:val="300"/>
        </w:trPr>
        <w:tc>
          <w:tcPr>
            <w:tcW w:w="10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1069256746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6DD" w:rsidRDefault="007516DD" w:rsidP="00412E2A">
            <w:pPr>
              <w:jc w:val="center"/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TI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CUESTA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MEDINA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ANGELICA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ESPERANZA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9</w:t>
            </w:r>
          </w:p>
        </w:tc>
      </w:tr>
      <w:tr w:rsidR="007516DD" w:rsidRPr="00822923" w:rsidTr="00412E2A">
        <w:trPr>
          <w:trHeight w:val="300"/>
        </w:trPr>
        <w:tc>
          <w:tcPr>
            <w:tcW w:w="10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1069256838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6DD" w:rsidRDefault="007516DD" w:rsidP="00412E2A">
            <w:pPr>
              <w:jc w:val="center"/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TI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NAVARRETE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PASCAGAZA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HERNAN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DAVID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8</w:t>
            </w:r>
          </w:p>
        </w:tc>
      </w:tr>
      <w:tr w:rsidR="007516DD" w:rsidRPr="00822923" w:rsidTr="00412E2A">
        <w:trPr>
          <w:trHeight w:val="300"/>
        </w:trPr>
        <w:tc>
          <w:tcPr>
            <w:tcW w:w="10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1069256410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6DD" w:rsidRDefault="007516DD" w:rsidP="00412E2A">
            <w:pPr>
              <w:jc w:val="center"/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TI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PINZON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GIL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ROBINSON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ALBERTO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9</w:t>
            </w:r>
          </w:p>
        </w:tc>
      </w:tr>
      <w:tr w:rsidR="007516DD" w:rsidRPr="00822923" w:rsidTr="00412E2A">
        <w:trPr>
          <w:trHeight w:val="300"/>
        </w:trPr>
        <w:tc>
          <w:tcPr>
            <w:tcW w:w="10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1069257006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6DD" w:rsidRDefault="007516DD" w:rsidP="00412E2A">
            <w:pPr>
              <w:jc w:val="center"/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TI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RIAÑO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GIL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JUAN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MIGUEL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8</w:t>
            </w:r>
          </w:p>
        </w:tc>
      </w:tr>
      <w:tr w:rsidR="007516DD" w:rsidRPr="00822923" w:rsidTr="00412E2A">
        <w:trPr>
          <w:trHeight w:val="300"/>
        </w:trPr>
        <w:tc>
          <w:tcPr>
            <w:tcW w:w="10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1069256611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6DD" w:rsidRDefault="007516DD" w:rsidP="00412E2A">
            <w:pPr>
              <w:jc w:val="center"/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TI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VILLAGRAN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PASCAGAZA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YENNY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RUBIELA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9</w:t>
            </w:r>
          </w:p>
        </w:tc>
      </w:tr>
      <w:tr w:rsidR="007516DD" w:rsidRPr="00822923" w:rsidTr="00412E2A">
        <w:trPr>
          <w:trHeight w:val="300"/>
        </w:trPr>
        <w:tc>
          <w:tcPr>
            <w:tcW w:w="105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6DD" w:rsidRPr="00822923" w:rsidRDefault="007516DD" w:rsidP="00412E2A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GRADO 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1069260444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6DD" w:rsidRDefault="007516DD" w:rsidP="00412E2A">
            <w:pPr>
              <w:jc w:val="center"/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RC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CASTRO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AREVALO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MARISOL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4</w:t>
            </w:r>
          </w:p>
        </w:tc>
      </w:tr>
      <w:tr w:rsidR="007516DD" w:rsidRPr="00822923" w:rsidTr="00412E2A">
        <w:trPr>
          <w:trHeight w:val="300"/>
        </w:trPr>
        <w:tc>
          <w:tcPr>
            <w:tcW w:w="10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1069260270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6DD" w:rsidRDefault="007516DD" w:rsidP="00412E2A">
            <w:pPr>
              <w:jc w:val="center"/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RC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GOMEZ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GIL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KAREN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JULIANA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5</w:t>
            </w:r>
          </w:p>
        </w:tc>
      </w:tr>
      <w:tr w:rsidR="007516DD" w:rsidRPr="00822923" w:rsidTr="00412E2A">
        <w:trPr>
          <w:trHeight w:val="300"/>
        </w:trPr>
        <w:tc>
          <w:tcPr>
            <w:tcW w:w="10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1069260765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6DD" w:rsidRDefault="007516DD" w:rsidP="00412E2A">
            <w:pPr>
              <w:jc w:val="center"/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RC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PINZON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CASTRO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ANGIE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LORENA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4</w:t>
            </w:r>
          </w:p>
        </w:tc>
      </w:tr>
      <w:tr w:rsidR="007516DD" w:rsidRPr="00822923" w:rsidTr="00412E2A">
        <w:trPr>
          <w:trHeight w:val="300"/>
        </w:trPr>
        <w:tc>
          <w:tcPr>
            <w:tcW w:w="10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1069260926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6DD" w:rsidRDefault="007516DD" w:rsidP="00412E2A">
            <w:pPr>
              <w:jc w:val="center"/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RC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PINZON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VILLAGRAN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YESICA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VIVIANA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4</w:t>
            </w:r>
          </w:p>
        </w:tc>
      </w:tr>
      <w:tr w:rsidR="007516DD" w:rsidRPr="00822923" w:rsidTr="00412E2A">
        <w:trPr>
          <w:trHeight w:val="300"/>
        </w:trPr>
        <w:tc>
          <w:tcPr>
            <w:tcW w:w="105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6DD" w:rsidRPr="00822923" w:rsidRDefault="007516DD" w:rsidP="00412E2A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PRIMERO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1069259794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6DD" w:rsidRDefault="007516DD" w:rsidP="00412E2A">
            <w:pPr>
              <w:jc w:val="center"/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RC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BENAVIDES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VILLAGRAN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KAREN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TATIANA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5</w:t>
            </w:r>
          </w:p>
        </w:tc>
      </w:tr>
      <w:tr w:rsidR="007516DD" w:rsidRPr="00822923" w:rsidTr="00412E2A">
        <w:trPr>
          <w:trHeight w:val="300"/>
        </w:trPr>
        <w:tc>
          <w:tcPr>
            <w:tcW w:w="10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1069259324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6DD" w:rsidRDefault="007516DD" w:rsidP="00412E2A">
            <w:pPr>
              <w:jc w:val="center"/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RC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CASTRO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AREVALO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NANCY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LORENA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6</w:t>
            </w:r>
          </w:p>
        </w:tc>
      </w:tr>
      <w:tr w:rsidR="007516DD" w:rsidRPr="00822923" w:rsidTr="00412E2A">
        <w:trPr>
          <w:trHeight w:val="300"/>
        </w:trPr>
        <w:tc>
          <w:tcPr>
            <w:tcW w:w="10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1069259642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6DD" w:rsidRDefault="007516DD" w:rsidP="00412E2A">
            <w:pPr>
              <w:jc w:val="center"/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RC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GOMEZ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CHAVEZ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SEBASTIAN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CAMILO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5</w:t>
            </w:r>
          </w:p>
        </w:tc>
      </w:tr>
      <w:tr w:rsidR="007516DD" w:rsidRPr="00822923" w:rsidTr="00412E2A">
        <w:trPr>
          <w:trHeight w:val="300"/>
        </w:trPr>
        <w:tc>
          <w:tcPr>
            <w:tcW w:w="10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1077145355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6DD" w:rsidRDefault="007516DD" w:rsidP="00412E2A">
            <w:pPr>
              <w:jc w:val="center"/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RC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HERNANDEZ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PINZON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JHON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DAVID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6</w:t>
            </w:r>
          </w:p>
        </w:tc>
      </w:tr>
      <w:tr w:rsidR="007516DD" w:rsidRPr="00822923" w:rsidTr="00412E2A">
        <w:trPr>
          <w:trHeight w:val="300"/>
        </w:trPr>
        <w:tc>
          <w:tcPr>
            <w:tcW w:w="10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1079033072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6DD" w:rsidRDefault="007516DD" w:rsidP="00412E2A">
            <w:pPr>
              <w:jc w:val="center"/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RC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MALAVER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CARABALLO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NOHORA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VALENTINA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6</w:t>
            </w:r>
          </w:p>
        </w:tc>
      </w:tr>
      <w:tr w:rsidR="007516DD" w:rsidRPr="00822923" w:rsidTr="00412E2A">
        <w:trPr>
          <w:trHeight w:val="300"/>
        </w:trPr>
        <w:tc>
          <w:tcPr>
            <w:tcW w:w="10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1099209927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6DD" w:rsidRDefault="007516DD" w:rsidP="00412E2A">
            <w:pPr>
              <w:jc w:val="center"/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RC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PINZON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PINZON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KAREN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JULIETH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6</w:t>
            </w:r>
          </w:p>
        </w:tc>
      </w:tr>
      <w:tr w:rsidR="007516DD" w:rsidRPr="00822923" w:rsidTr="00412E2A">
        <w:trPr>
          <w:trHeight w:val="300"/>
        </w:trPr>
        <w:tc>
          <w:tcPr>
            <w:tcW w:w="105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6DD" w:rsidRPr="00822923" w:rsidRDefault="007516DD" w:rsidP="00412E2A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QUINTO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1004049045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6DD" w:rsidRDefault="007516DD" w:rsidP="00412E2A">
            <w:pPr>
              <w:jc w:val="center"/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TI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GOMEZ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CARABALLO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JOHN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FREDY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11</w:t>
            </w:r>
          </w:p>
        </w:tc>
      </w:tr>
      <w:tr w:rsidR="007516DD" w:rsidRPr="00822923" w:rsidTr="00412E2A">
        <w:trPr>
          <w:trHeight w:val="300"/>
        </w:trPr>
        <w:tc>
          <w:tcPr>
            <w:tcW w:w="10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1007586084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6DD" w:rsidRDefault="007516DD" w:rsidP="00412E2A">
            <w:pPr>
              <w:jc w:val="center"/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TI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PENAGOS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AREVALO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EDILSON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</w:t>
            </w:r>
          </w:p>
        </w:tc>
      </w:tr>
      <w:tr w:rsidR="007516DD" w:rsidRPr="00822923" w:rsidTr="00412E2A">
        <w:trPr>
          <w:trHeight w:val="300"/>
        </w:trPr>
        <w:tc>
          <w:tcPr>
            <w:tcW w:w="105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6DD" w:rsidRPr="00822923" w:rsidRDefault="007516DD" w:rsidP="00412E2A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SEGUNDO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1069258771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6DD" w:rsidRPr="00822923" w:rsidRDefault="007516DD" w:rsidP="00412E2A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RC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GOMEZ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GIL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BRAYAN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STEVEN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6</w:t>
            </w:r>
          </w:p>
        </w:tc>
      </w:tr>
      <w:tr w:rsidR="007516DD" w:rsidRPr="00822923" w:rsidTr="00412E2A">
        <w:trPr>
          <w:trHeight w:val="300"/>
        </w:trPr>
        <w:tc>
          <w:tcPr>
            <w:tcW w:w="10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1069258508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6DD" w:rsidRDefault="007516DD" w:rsidP="00412E2A">
            <w:pPr>
              <w:jc w:val="center"/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TI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RIAÑO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GIL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LUIS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ALBEIRO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8</w:t>
            </w:r>
          </w:p>
        </w:tc>
      </w:tr>
      <w:tr w:rsidR="007516DD" w:rsidRPr="00822923" w:rsidTr="00412E2A">
        <w:trPr>
          <w:trHeight w:val="300"/>
        </w:trPr>
        <w:tc>
          <w:tcPr>
            <w:tcW w:w="105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6DD" w:rsidRPr="00822923" w:rsidRDefault="007516DD" w:rsidP="00412E2A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TERCERO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1069257203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6DD" w:rsidRDefault="007516DD" w:rsidP="00412E2A">
            <w:pPr>
              <w:jc w:val="center"/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TI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GOMEZ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GIL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CRISTIAN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CAMILO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8</w:t>
            </w:r>
          </w:p>
        </w:tc>
      </w:tr>
      <w:tr w:rsidR="007516DD" w:rsidRPr="00822923" w:rsidTr="00412E2A">
        <w:trPr>
          <w:trHeight w:val="300"/>
        </w:trPr>
        <w:tc>
          <w:tcPr>
            <w:tcW w:w="10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1069257698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6DD" w:rsidRDefault="007516DD" w:rsidP="00412E2A">
            <w:pPr>
              <w:jc w:val="center"/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TI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SOTELO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PENAGOS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CARLOS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ANDRES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8</w:t>
            </w:r>
          </w:p>
        </w:tc>
      </w:tr>
    </w:tbl>
    <w:p w:rsidR="007516DD" w:rsidRDefault="007516DD" w:rsidP="007516DD">
      <w:pPr>
        <w:tabs>
          <w:tab w:val="left" w:pos="1515"/>
          <w:tab w:val="left" w:pos="2694"/>
        </w:tabs>
        <w:jc w:val="both"/>
        <w:rPr>
          <w:rFonts w:ascii="Calibri" w:hAnsi="Calibri"/>
          <w:b/>
          <w:bCs/>
          <w:color w:val="000000"/>
          <w:sz w:val="22"/>
          <w:szCs w:val="22"/>
          <w:lang w:val="es-CO" w:eastAsia="es-CO"/>
        </w:rPr>
      </w:pPr>
    </w:p>
    <w:p w:rsidR="007516DD" w:rsidRDefault="007516DD" w:rsidP="007516DD">
      <w:pPr>
        <w:jc w:val="center"/>
        <w:rPr>
          <w:rFonts w:ascii="Courier New" w:hAnsi="Courier New" w:cs="Courier New"/>
          <w:b/>
          <w:bCs/>
          <w:sz w:val="36"/>
          <w:lang w:val="es-CO"/>
        </w:rPr>
      </w:pPr>
    </w:p>
    <w:p w:rsidR="007516DD" w:rsidRDefault="007516DD" w:rsidP="007516DD">
      <w:pPr>
        <w:jc w:val="center"/>
        <w:rPr>
          <w:rFonts w:ascii="Courier New" w:hAnsi="Courier New" w:cs="Courier New"/>
          <w:b/>
          <w:bCs/>
          <w:sz w:val="36"/>
          <w:lang w:val="es-CO"/>
        </w:rPr>
      </w:pPr>
    </w:p>
    <w:p w:rsidR="007516DD" w:rsidRDefault="007516DD" w:rsidP="007516DD">
      <w:pPr>
        <w:jc w:val="center"/>
        <w:rPr>
          <w:rFonts w:ascii="Courier New" w:hAnsi="Courier New" w:cs="Courier New"/>
          <w:b/>
          <w:bCs/>
          <w:sz w:val="36"/>
          <w:lang w:val="es-CO"/>
        </w:rPr>
      </w:pPr>
    </w:p>
    <w:p w:rsidR="007516DD" w:rsidRDefault="007516DD" w:rsidP="007516DD">
      <w:pPr>
        <w:jc w:val="center"/>
        <w:rPr>
          <w:rFonts w:ascii="Courier New" w:hAnsi="Courier New" w:cs="Courier New"/>
          <w:b/>
          <w:bCs/>
          <w:sz w:val="36"/>
          <w:lang w:val="es-CO"/>
        </w:rPr>
      </w:pPr>
    </w:p>
    <w:p w:rsidR="007516DD" w:rsidRDefault="007516DD" w:rsidP="007516DD">
      <w:pPr>
        <w:jc w:val="center"/>
        <w:rPr>
          <w:rFonts w:ascii="Courier New" w:hAnsi="Courier New" w:cs="Courier New"/>
          <w:b/>
          <w:bCs/>
          <w:sz w:val="36"/>
          <w:lang w:val="es-CO"/>
        </w:rPr>
      </w:pPr>
    </w:p>
    <w:p w:rsidR="007516DD" w:rsidRDefault="007516DD" w:rsidP="007516DD">
      <w:pPr>
        <w:jc w:val="center"/>
        <w:rPr>
          <w:rFonts w:ascii="Courier New" w:hAnsi="Courier New" w:cs="Courier New"/>
          <w:b/>
          <w:bCs/>
          <w:sz w:val="36"/>
          <w:lang w:val="es-CO"/>
        </w:rPr>
      </w:pPr>
    </w:p>
    <w:p w:rsidR="007516DD" w:rsidRDefault="007516DD" w:rsidP="007516DD">
      <w:pPr>
        <w:jc w:val="center"/>
        <w:rPr>
          <w:rFonts w:ascii="Courier New" w:hAnsi="Courier New" w:cs="Courier New"/>
          <w:b/>
          <w:bCs/>
          <w:sz w:val="36"/>
          <w:lang w:val="es-CO"/>
        </w:rPr>
      </w:pPr>
    </w:p>
    <w:p w:rsidR="007516DD" w:rsidRDefault="007516DD" w:rsidP="007516DD">
      <w:pPr>
        <w:jc w:val="center"/>
        <w:rPr>
          <w:rFonts w:ascii="Courier New" w:hAnsi="Courier New" w:cs="Courier New"/>
          <w:b/>
          <w:bCs/>
          <w:sz w:val="36"/>
          <w:lang w:val="es-CO"/>
        </w:rPr>
      </w:pPr>
    </w:p>
    <w:p w:rsidR="00F071BD" w:rsidRDefault="00F071BD" w:rsidP="007516DD">
      <w:pPr>
        <w:jc w:val="center"/>
        <w:rPr>
          <w:rFonts w:ascii="Courier New" w:hAnsi="Courier New" w:cs="Courier New"/>
          <w:b/>
          <w:bCs/>
          <w:sz w:val="36"/>
          <w:lang w:val="es-CO"/>
        </w:rPr>
      </w:pPr>
    </w:p>
    <w:p w:rsidR="00F071BD" w:rsidRDefault="00F071BD" w:rsidP="007516DD">
      <w:pPr>
        <w:jc w:val="center"/>
        <w:rPr>
          <w:rFonts w:ascii="Courier New" w:hAnsi="Courier New" w:cs="Courier New"/>
          <w:b/>
          <w:bCs/>
          <w:sz w:val="36"/>
          <w:lang w:val="es-CO"/>
        </w:rPr>
      </w:pPr>
    </w:p>
    <w:p w:rsidR="00F071BD" w:rsidRPr="00F86108" w:rsidRDefault="00F071BD" w:rsidP="00F071BD">
      <w:pPr>
        <w:tabs>
          <w:tab w:val="left" w:pos="1515"/>
          <w:tab w:val="left" w:pos="2694"/>
        </w:tabs>
        <w:jc w:val="both"/>
        <w:rPr>
          <w:sz w:val="32"/>
        </w:rPr>
      </w:pPr>
      <w:r w:rsidRPr="00F86108"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>SEDE</w:t>
      </w:r>
      <w:r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>:</w:t>
      </w:r>
      <w:r w:rsidRPr="00F86108"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ab/>
      </w:r>
      <w:r w:rsidRPr="00F86108"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ab/>
      </w:r>
      <w:r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ab/>
      </w:r>
      <w:r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ab/>
      </w:r>
      <w:r>
        <w:rPr>
          <w:rFonts w:ascii="Calibri" w:hAnsi="Calibri"/>
          <w:color w:val="000000"/>
          <w:sz w:val="28"/>
          <w:szCs w:val="22"/>
          <w:lang w:val="es-CO" w:eastAsia="es-CO"/>
        </w:rPr>
        <w:t>POZO AZUL</w:t>
      </w:r>
    </w:p>
    <w:p w:rsidR="00F071BD" w:rsidRPr="00F86108" w:rsidRDefault="00F071BD" w:rsidP="00F071BD">
      <w:pPr>
        <w:tabs>
          <w:tab w:val="left" w:pos="1515"/>
          <w:tab w:val="left" w:pos="2694"/>
        </w:tabs>
        <w:jc w:val="both"/>
        <w:rPr>
          <w:sz w:val="32"/>
        </w:rPr>
      </w:pPr>
      <w:r w:rsidRPr="00F86108"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>CONSECUTIVO</w:t>
      </w:r>
      <w:r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>:</w:t>
      </w:r>
      <w:r w:rsidRPr="00F86108"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ab/>
      </w:r>
      <w:r w:rsidRPr="00F86108"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ab/>
      </w:r>
      <w:r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ab/>
      </w:r>
      <w:r w:rsidRPr="00F86108">
        <w:rPr>
          <w:rFonts w:ascii="Calibri" w:hAnsi="Calibri"/>
          <w:color w:val="000000"/>
          <w:sz w:val="28"/>
          <w:szCs w:val="22"/>
          <w:lang w:val="es-CO" w:eastAsia="es-CO"/>
        </w:rPr>
        <w:t>125183000320</w:t>
      </w:r>
      <w:r>
        <w:rPr>
          <w:rFonts w:ascii="Calibri" w:hAnsi="Calibri"/>
          <w:color w:val="000000"/>
          <w:sz w:val="28"/>
          <w:szCs w:val="22"/>
          <w:lang w:val="es-CO" w:eastAsia="es-CO"/>
        </w:rPr>
        <w:t>08</w:t>
      </w:r>
    </w:p>
    <w:p w:rsidR="00F071BD" w:rsidRDefault="00F071BD" w:rsidP="00F071BD">
      <w:pPr>
        <w:tabs>
          <w:tab w:val="left" w:pos="1515"/>
          <w:tab w:val="left" w:pos="2694"/>
        </w:tabs>
        <w:jc w:val="both"/>
        <w:rPr>
          <w:rFonts w:ascii="Calibri" w:hAnsi="Calibri"/>
          <w:color w:val="000000"/>
          <w:sz w:val="28"/>
          <w:szCs w:val="22"/>
          <w:lang w:val="es-CO" w:eastAsia="es-CO"/>
        </w:rPr>
      </w:pPr>
      <w:r w:rsidRPr="00F86108"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>DANE</w:t>
      </w:r>
      <w:r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>:</w:t>
      </w:r>
      <w:r w:rsidRPr="00F86108"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ab/>
      </w:r>
      <w:r w:rsidRPr="00F86108"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ab/>
      </w:r>
      <w:r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ab/>
      </w:r>
      <w:r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ab/>
      </w:r>
      <w:r w:rsidRPr="00F86108">
        <w:rPr>
          <w:rFonts w:ascii="Calibri" w:hAnsi="Calibri"/>
          <w:color w:val="000000"/>
          <w:sz w:val="28"/>
          <w:szCs w:val="22"/>
          <w:lang w:val="es-CO" w:eastAsia="es-CO"/>
        </w:rPr>
        <w:t>225183000</w:t>
      </w:r>
      <w:r>
        <w:rPr>
          <w:rFonts w:ascii="Calibri" w:hAnsi="Calibri"/>
          <w:color w:val="000000"/>
          <w:sz w:val="28"/>
          <w:szCs w:val="22"/>
          <w:lang w:val="es-CO" w:eastAsia="es-CO"/>
        </w:rPr>
        <w:t>502</w:t>
      </w:r>
    </w:p>
    <w:p w:rsidR="00F071BD" w:rsidRDefault="00F071BD" w:rsidP="00F071BD">
      <w:pPr>
        <w:tabs>
          <w:tab w:val="left" w:pos="1515"/>
          <w:tab w:val="left" w:pos="2694"/>
        </w:tabs>
        <w:jc w:val="both"/>
        <w:rPr>
          <w:rFonts w:ascii="Calibri" w:hAnsi="Calibri"/>
          <w:b/>
          <w:bCs/>
          <w:color w:val="000000"/>
          <w:sz w:val="22"/>
          <w:szCs w:val="22"/>
          <w:lang w:val="es-CO" w:eastAsia="es-CO"/>
        </w:rPr>
      </w:pPr>
      <w:r w:rsidRPr="00F86108">
        <w:rPr>
          <w:rFonts w:ascii="Calibri" w:hAnsi="Calibri"/>
          <w:b/>
          <w:color w:val="000000"/>
          <w:sz w:val="28"/>
          <w:szCs w:val="22"/>
          <w:lang w:val="es-CO" w:eastAsia="es-CO"/>
        </w:rPr>
        <w:t>DOCENTE:</w:t>
      </w:r>
      <w:r>
        <w:rPr>
          <w:rFonts w:ascii="Calibri" w:hAnsi="Calibri"/>
          <w:color w:val="000000"/>
          <w:sz w:val="28"/>
          <w:szCs w:val="22"/>
          <w:lang w:val="es-CO" w:eastAsia="es-CO"/>
        </w:rPr>
        <w:tab/>
      </w:r>
      <w:r>
        <w:rPr>
          <w:rFonts w:ascii="Calibri" w:hAnsi="Calibri"/>
          <w:color w:val="000000"/>
          <w:sz w:val="28"/>
          <w:szCs w:val="22"/>
          <w:lang w:val="es-CO" w:eastAsia="es-CO"/>
        </w:rPr>
        <w:tab/>
      </w:r>
      <w:r>
        <w:rPr>
          <w:rFonts w:ascii="Calibri" w:hAnsi="Calibri"/>
          <w:color w:val="000000"/>
          <w:sz w:val="28"/>
          <w:szCs w:val="22"/>
          <w:lang w:val="es-CO" w:eastAsia="es-CO"/>
        </w:rPr>
        <w:tab/>
      </w:r>
      <w:r>
        <w:rPr>
          <w:rFonts w:ascii="Calibri" w:hAnsi="Calibri"/>
          <w:color w:val="000000"/>
          <w:sz w:val="28"/>
          <w:szCs w:val="22"/>
          <w:lang w:val="es-CO" w:eastAsia="es-CO"/>
        </w:rPr>
        <w:tab/>
        <w:t>TRINI MARIA VICTORIA VILLABONA</w:t>
      </w:r>
    </w:p>
    <w:p w:rsidR="00F071BD" w:rsidRDefault="00F071BD" w:rsidP="007516DD">
      <w:pPr>
        <w:jc w:val="center"/>
        <w:rPr>
          <w:rFonts w:ascii="Courier New" w:hAnsi="Courier New" w:cs="Courier New"/>
          <w:b/>
          <w:bCs/>
          <w:sz w:val="36"/>
          <w:lang w:val="es-CO"/>
        </w:rPr>
      </w:pPr>
    </w:p>
    <w:p w:rsidR="007516DD" w:rsidRDefault="007516DD" w:rsidP="007516DD">
      <w:pPr>
        <w:jc w:val="center"/>
        <w:rPr>
          <w:rFonts w:ascii="Courier New" w:hAnsi="Courier New" w:cs="Courier New"/>
          <w:b/>
          <w:bCs/>
          <w:sz w:val="36"/>
          <w:lang w:val="es-CO"/>
        </w:rPr>
      </w:pPr>
    </w:p>
    <w:tbl>
      <w:tblPr>
        <w:tblW w:w="8706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077"/>
        <w:gridCol w:w="1256"/>
        <w:gridCol w:w="574"/>
        <w:gridCol w:w="1484"/>
        <w:gridCol w:w="1224"/>
        <w:gridCol w:w="1200"/>
        <w:gridCol w:w="1233"/>
        <w:gridCol w:w="658"/>
      </w:tblGrid>
      <w:tr w:rsidR="00F071BD" w:rsidRPr="007516DD" w:rsidTr="00F071BD">
        <w:trPr>
          <w:trHeight w:val="300"/>
        </w:trPr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1BD" w:rsidRPr="007516DD" w:rsidRDefault="00F071BD" w:rsidP="007516DD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O" w:eastAsia="es-CO"/>
              </w:rPr>
            </w:pPr>
            <w:r w:rsidRPr="007516DD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O" w:eastAsia="es-CO"/>
              </w:rPr>
              <w:t>GRADO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1BD" w:rsidRPr="007516DD" w:rsidRDefault="00F071BD" w:rsidP="007516DD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O" w:eastAsia="es-CO"/>
              </w:rPr>
            </w:pPr>
            <w:r w:rsidRPr="007516DD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O" w:eastAsia="es-CO"/>
              </w:rPr>
              <w:t>DOC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1BD" w:rsidRPr="007516DD" w:rsidRDefault="00F071BD" w:rsidP="00F071BD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O" w:eastAsia="es-CO"/>
              </w:rPr>
            </w:pPr>
            <w:r w:rsidRPr="007516DD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O" w:eastAsia="es-CO"/>
              </w:rPr>
              <w:t>TIPO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1BD" w:rsidRPr="007516DD" w:rsidRDefault="00F071BD" w:rsidP="007516DD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O" w:eastAsia="es-CO"/>
              </w:rPr>
            </w:pPr>
            <w:r w:rsidRPr="007516DD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O" w:eastAsia="es-CO"/>
              </w:rPr>
              <w:t>APELLIDO1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1BD" w:rsidRPr="007516DD" w:rsidRDefault="00F071BD" w:rsidP="007516DD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O" w:eastAsia="es-CO"/>
              </w:rPr>
            </w:pPr>
            <w:r w:rsidRPr="007516DD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O" w:eastAsia="es-CO"/>
              </w:rPr>
              <w:t>APELLIDO2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1BD" w:rsidRPr="007516DD" w:rsidRDefault="00F071BD" w:rsidP="007516DD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O" w:eastAsia="es-CO"/>
              </w:rPr>
            </w:pPr>
            <w:r w:rsidRPr="007516DD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O" w:eastAsia="es-CO"/>
              </w:rPr>
              <w:t>NOMBRE1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1BD" w:rsidRPr="007516DD" w:rsidRDefault="00F071BD" w:rsidP="007516DD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O" w:eastAsia="es-CO"/>
              </w:rPr>
            </w:pPr>
            <w:r w:rsidRPr="007516DD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O" w:eastAsia="es-CO"/>
              </w:rPr>
              <w:t>NOMBRE2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1BD" w:rsidRPr="007516DD" w:rsidRDefault="00F071BD" w:rsidP="007516DD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O" w:eastAsia="es-CO"/>
              </w:rPr>
            </w:pPr>
            <w:r w:rsidRPr="007516DD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O" w:eastAsia="es-CO"/>
              </w:rPr>
              <w:t>EDAD</w:t>
            </w:r>
          </w:p>
        </w:tc>
      </w:tr>
      <w:tr w:rsidR="00F071BD" w:rsidRPr="007516DD" w:rsidTr="00F071BD">
        <w:trPr>
          <w:trHeight w:val="300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1BD" w:rsidRPr="007516DD" w:rsidRDefault="00F071BD" w:rsidP="007516DD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7516DD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CUARTO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1BD" w:rsidRPr="007516DD" w:rsidRDefault="00F071BD" w:rsidP="007516D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7516DD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1007358471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1BD" w:rsidRPr="007516DD" w:rsidRDefault="00F071BD" w:rsidP="00F071BD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7516DD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TI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1BD" w:rsidRPr="007516DD" w:rsidRDefault="00F071BD" w:rsidP="007516DD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7516DD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VILLARRAGA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1BD" w:rsidRPr="007516DD" w:rsidRDefault="00F071BD" w:rsidP="007516DD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7516DD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VASQUEZ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1BD" w:rsidRPr="007516DD" w:rsidRDefault="00F071BD" w:rsidP="007516DD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7516DD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NATALIA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1BD" w:rsidRPr="007516DD" w:rsidRDefault="00F071BD" w:rsidP="007516DD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7516DD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1BD" w:rsidRPr="007516DD" w:rsidRDefault="00F071BD" w:rsidP="007516DD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7516DD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11</w:t>
            </w:r>
          </w:p>
        </w:tc>
      </w:tr>
      <w:tr w:rsidR="00F071BD" w:rsidRPr="007516DD" w:rsidTr="00F071BD">
        <w:trPr>
          <w:trHeight w:val="300"/>
        </w:trPr>
        <w:tc>
          <w:tcPr>
            <w:tcW w:w="107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1BD" w:rsidRPr="007516DD" w:rsidRDefault="00F071BD" w:rsidP="00F071BD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7516DD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GRADO 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1BD" w:rsidRPr="007516DD" w:rsidRDefault="00F071BD" w:rsidP="007516D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7516DD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1069261381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1BD" w:rsidRPr="007516DD" w:rsidRDefault="00F071BD" w:rsidP="00F071BD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7516DD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RC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1BD" w:rsidRPr="007516DD" w:rsidRDefault="00F071BD" w:rsidP="007516DD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7516DD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GOMEZ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1BD" w:rsidRPr="007516DD" w:rsidRDefault="00F071BD" w:rsidP="007516DD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7516DD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UMBARILA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1BD" w:rsidRPr="007516DD" w:rsidRDefault="00F071BD" w:rsidP="007516DD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7516DD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LINA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1BD" w:rsidRPr="007516DD" w:rsidRDefault="00F071BD" w:rsidP="007516DD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7516DD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MARCELA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1BD" w:rsidRPr="007516DD" w:rsidRDefault="00F071BD" w:rsidP="007516DD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7516DD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4</w:t>
            </w:r>
          </w:p>
        </w:tc>
      </w:tr>
      <w:tr w:rsidR="00F071BD" w:rsidRPr="007516DD" w:rsidTr="00F071BD">
        <w:trPr>
          <w:trHeight w:val="300"/>
        </w:trPr>
        <w:tc>
          <w:tcPr>
            <w:tcW w:w="10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1BD" w:rsidRPr="007516DD" w:rsidRDefault="00F071BD" w:rsidP="00F071BD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1BD" w:rsidRPr="007516DD" w:rsidRDefault="00F071BD" w:rsidP="007516D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7516DD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1069261039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1BD" w:rsidRDefault="00F071BD" w:rsidP="00F071BD">
            <w:pPr>
              <w:jc w:val="center"/>
            </w:pPr>
            <w:r w:rsidRPr="007516DD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RC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1BD" w:rsidRPr="007516DD" w:rsidRDefault="00F071BD" w:rsidP="007516DD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7516DD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MACHETE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1BD" w:rsidRPr="007516DD" w:rsidRDefault="00F071BD" w:rsidP="007516DD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7516DD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NIÑO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1BD" w:rsidRPr="007516DD" w:rsidRDefault="00F071BD" w:rsidP="007516DD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7516DD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PAULA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1BD" w:rsidRPr="007516DD" w:rsidRDefault="00F071BD" w:rsidP="007516DD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7516DD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ALEXANDRA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1BD" w:rsidRPr="007516DD" w:rsidRDefault="00F071BD" w:rsidP="007516DD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7516DD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4</w:t>
            </w:r>
          </w:p>
        </w:tc>
      </w:tr>
      <w:tr w:rsidR="00F071BD" w:rsidRPr="007516DD" w:rsidTr="00F071BD">
        <w:trPr>
          <w:trHeight w:val="300"/>
        </w:trPr>
        <w:tc>
          <w:tcPr>
            <w:tcW w:w="10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1BD" w:rsidRPr="007516DD" w:rsidRDefault="00F071BD" w:rsidP="00F071BD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1BD" w:rsidRPr="007516DD" w:rsidRDefault="00F071BD" w:rsidP="007516D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7516DD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1069261296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1BD" w:rsidRDefault="00F071BD" w:rsidP="00F071BD">
            <w:pPr>
              <w:jc w:val="center"/>
            </w:pPr>
            <w:r w:rsidRPr="007516DD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RC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1BD" w:rsidRPr="007516DD" w:rsidRDefault="00F071BD" w:rsidP="007516DD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7516DD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MONTENEGRO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1BD" w:rsidRPr="007516DD" w:rsidRDefault="00F071BD" w:rsidP="007516DD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7516DD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PASCAGAZA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1BD" w:rsidRPr="007516DD" w:rsidRDefault="00F071BD" w:rsidP="007516DD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7516DD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KAREN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1BD" w:rsidRPr="007516DD" w:rsidRDefault="00F071BD" w:rsidP="007516DD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7516DD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ESTEFANIA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1BD" w:rsidRPr="007516DD" w:rsidRDefault="00F071BD" w:rsidP="007516DD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7516DD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3</w:t>
            </w:r>
          </w:p>
        </w:tc>
      </w:tr>
      <w:tr w:rsidR="00F071BD" w:rsidRPr="007516DD" w:rsidTr="00F071BD">
        <w:trPr>
          <w:trHeight w:val="300"/>
        </w:trPr>
        <w:tc>
          <w:tcPr>
            <w:tcW w:w="10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1BD" w:rsidRPr="007516DD" w:rsidRDefault="00F071BD" w:rsidP="00F071BD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1BD" w:rsidRPr="007516DD" w:rsidRDefault="00F071BD" w:rsidP="007516D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7516DD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1069261238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1BD" w:rsidRDefault="00F071BD" w:rsidP="00F071BD">
            <w:pPr>
              <w:jc w:val="center"/>
            </w:pPr>
            <w:r w:rsidRPr="007516DD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RC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1BD" w:rsidRPr="007516DD" w:rsidRDefault="00F071BD" w:rsidP="007516DD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7516DD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VASQUEZ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1BD" w:rsidRPr="007516DD" w:rsidRDefault="00F071BD" w:rsidP="007516DD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7516DD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SUA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1BD" w:rsidRPr="007516DD" w:rsidRDefault="00F071BD" w:rsidP="007516DD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7516DD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LINA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1BD" w:rsidRPr="007516DD" w:rsidRDefault="00F071BD" w:rsidP="007516DD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7516DD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MARCELA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1BD" w:rsidRPr="007516DD" w:rsidRDefault="00F071BD" w:rsidP="007516DD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7516DD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3</w:t>
            </w:r>
          </w:p>
        </w:tc>
      </w:tr>
      <w:tr w:rsidR="00F071BD" w:rsidRPr="007516DD" w:rsidTr="00F071BD">
        <w:trPr>
          <w:trHeight w:val="300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1BD" w:rsidRPr="007516DD" w:rsidRDefault="00F071BD" w:rsidP="007516DD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7516DD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PRIMERO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1BD" w:rsidRPr="007516DD" w:rsidRDefault="00F071BD" w:rsidP="007516D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7516DD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1069259606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1BD" w:rsidRDefault="00F071BD" w:rsidP="00F071BD">
            <w:pPr>
              <w:jc w:val="center"/>
            </w:pPr>
            <w:r w:rsidRPr="007516DD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RC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1BD" w:rsidRPr="007516DD" w:rsidRDefault="00F071BD" w:rsidP="007516DD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7516DD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VILLARRAGA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1BD" w:rsidRPr="007516DD" w:rsidRDefault="00F071BD" w:rsidP="007516DD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7516DD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VASQUEZ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1BD" w:rsidRPr="007516DD" w:rsidRDefault="00F071BD" w:rsidP="007516DD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7516DD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VALENTINA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1BD" w:rsidRPr="007516DD" w:rsidRDefault="00F071BD" w:rsidP="007516DD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7516DD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1BD" w:rsidRPr="007516DD" w:rsidRDefault="00F071BD" w:rsidP="007516DD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7516DD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5</w:t>
            </w:r>
          </w:p>
        </w:tc>
      </w:tr>
      <w:tr w:rsidR="00F071BD" w:rsidRPr="007516DD" w:rsidTr="00F071BD">
        <w:trPr>
          <w:trHeight w:val="300"/>
        </w:trPr>
        <w:tc>
          <w:tcPr>
            <w:tcW w:w="107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1BD" w:rsidRPr="007516DD" w:rsidRDefault="00F071BD" w:rsidP="00F071BD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7516DD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QUINTO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1BD" w:rsidRPr="007516DD" w:rsidRDefault="00F071BD" w:rsidP="007516D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7516DD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1059256427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1BD" w:rsidRDefault="00F071BD" w:rsidP="00F071BD">
            <w:pPr>
              <w:jc w:val="center"/>
            </w:pPr>
            <w:r w:rsidRPr="007516DD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TI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1BD" w:rsidRPr="007516DD" w:rsidRDefault="00F071BD" w:rsidP="007516DD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7516DD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PASCAGAZA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1BD" w:rsidRPr="007516DD" w:rsidRDefault="00F071BD" w:rsidP="007516DD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7516DD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CABRERA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1BD" w:rsidRPr="007516DD" w:rsidRDefault="00F071BD" w:rsidP="007516DD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7516DD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YASMIN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1BD" w:rsidRPr="007516DD" w:rsidRDefault="00F071BD" w:rsidP="007516DD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7516DD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YURLAI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1BD" w:rsidRPr="007516DD" w:rsidRDefault="00F071BD" w:rsidP="007516DD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7516DD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9</w:t>
            </w:r>
          </w:p>
        </w:tc>
      </w:tr>
      <w:tr w:rsidR="00F071BD" w:rsidRPr="007516DD" w:rsidTr="00F071BD">
        <w:trPr>
          <w:trHeight w:val="300"/>
        </w:trPr>
        <w:tc>
          <w:tcPr>
            <w:tcW w:w="10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1BD" w:rsidRPr="007516DD" w:rsidRDefault="00F071BD" w:rsidP="007516DD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1BD" w:rsidRPr="007516DD" w:rsidRDefault="00F071BD" w:rsidP="007516D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7516DD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1106768151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1BD" w:rsidRDefault="00F071BD" w:rsidP="00F071BD">
            <w:pPr>
              <w:jc w:val="center"/>
            </w:pPr>
            <w:r w:rsidRPr="007516DD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TI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1BD" w:rsidRPr="007516DD" w:rsidRDefault="00F071BD" w:rsidP="007516DD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7516DD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PEREZ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1BD" w:rsidRPr="007516DD" w:rsidRDefault="00F071BD" w:rsidP="007516DD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7516DD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VAQUIRO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1BD" w:rsidRPr="007516DD" w:rsidRDefault="00F071BD" w:rsidP="007516DD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7516DD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ANDRES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1BD" w:rsidRPr="007516DD" w:rsidRDefault="00F071BD" w:rsidP="007516DD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7516DD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FELIPE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1BD" w:rsidRPr="007516DD" w:rsidRDefault="00F071BD" w:rsidP="007516DD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7516DD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8</w:t>
            </w:r>
          </w:p>
        </w:tc>
      </w:tr>
      <w:tr w:rsidR="00F071BD" w:rsidRPr="007516DD" w:rsidTr="00F071BD">
        <w:trPr>
          <w:trHeight w:val="300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1BD" w:rsidRPr="007516DD" w:rsidRDefault="00F071BD" w:rsidP="007516DD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7516DD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SEGUNDO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1BD" w:rsidRPr="007516DD" w:rsidRDefault="00F071BD" w:rsidP="007516D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7516DD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1069258532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1BD" w:rsidRPr="007516DD" w:rsidRDefault="00F071BD" w:rsidP="00F071BD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7516DD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RC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1BD" w:rsidRPr="007516DD" w:rsidRDefault="00F071BD" w:rsidP="007516DD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7516DD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FERNANDEZ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1BD" w:rsidRPr="007516DD" w:rsidRDefault="00F071BD" w:rsidP="007516DD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7516DD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UMBARILA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1BD" w:rsidRPr="007516DD" w:rsidRDefault="00F071BD" w:rsidP="007516DD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7516DD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GINA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1BD" w:rsidRPr="007516DD" w:rsidRDefault="00F071BD" w:rsidP="007516DD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7516DD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ZULEY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1BD" w:rsidRPr="007516DD" w:rsidRDefault="00F071BD" w:rsidP="007516DD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7516DD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7</w:t>
            </w:r>
          </w:p>
        </w:tc>
      </w:tr>
      <w:tr w:rsidR="00F071BD" w:rsidRPr="007516DD" w:rsidTr="00F071BD">
        <w:trPr>
          <w:trHeight w:val="300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1BD" w:rsidRPr="007516DD" w:rsidRDefault="00F071BD" w:rsidP="007516DD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7516DD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TERCERO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1BD" w:rsidRPr="007516DD" w:rsidRDefault="00F071BD" w:rsidP="007516D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7516DD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1069257024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1BD" w:rsidRPr="007516DD" w:rsidRDefault="00F071BD" w:rsidP="00F071BD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7516DD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TI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1BD" w:rsidRPr="007516DD" w:rsidRDefault="00F071BD" w:rsidP="007516DD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7516DD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VASQUEZ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1BD" w:rsidRPr="007516DD" w:rsidRDefault="00F071BD" w:rsidP="007516DD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7516DD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SUA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1BD" w:rsidRPr="007516DD" w:rsidRDefault="00F071BD" w:rsidP="007516DD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7516DD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JOHAN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1BD" w:rsidRPr="007516DD" w:rsidRDefault="00F071BD" w:rsidP="007516DD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7516DD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SNEIDER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1BD" w:rsidRPr="007516DD" w:rsidRDefault="00F071BD" w:rsidP="007516DD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7516DD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8</w:t>
            </w:r>
          </w:p>
        </w:tc>
      </w:tr>
    </w:tbl>
    <w:p w:rsidR="007516DD" w:rsidRDefault="007516DD" w:rsidP="007516DD">
      <w:pPr>
        <w:jc w:val="center"/>
        <w:rPr>
          <w:rFonts w:ascii="Courier New" w:hAnsi="Courier New" w:cs="Courier New"/>
          <w:b/>
          <w:bCs/>
          <w:sz w:val="36"/>
          <w:lang w:val="es-CO"/>
        </w:rPr>
      </w:pPr>
    </w:p>
    <w:p w:rsidR="00F071BD" w:rsidRDefault="00F071BD" w:rsidP="007516DD">
      <w:pPr>
        <w:jc w:val="center"/>
        <w:rPr>
          <w:rFonts w:ascii="Courier New" w:hAnsi="Courier New" w:cs="Courier New"/>
          <w:b/>
          <w:bCs/>
          <w:sz w:val="36"/>
          <w:lang w:val="es-CO"/>
        </w:rPr>
      </w:pPr>
    </w:p>
    <w:p w:rsidR="00F071BD" w:rsidRDefault="00F071BD" w:rsidP="007516DD">
      <w:pPr>
        <w:jc w:val="center"/>
        <w:rPr>
          <w:rFonts w:ascii="Courier New" w:hAnsi="Courier New" w:cs="Courier New"/>
          <w:b/>
          <w:bCs/>
          <w:sz w:val="36"/>
          <w:lang w:val="es-CO"/>
        </w:rPr>
      </w:pPr>
    </w:p>
    <w:p w:rsidR="00F071BD" w:rsidRDefault="00F071BD" w:rsidP="007516DD">
      <w:pPr>
        <w:jc w:val="center"/>
        <w:rPr>
          <w:rFonts w:ascii="Courier New" w:hAnsi="Courier New" w:cs="Courier New"/>
          <w:b/>
          <w:bCs/>
          <w:sz w:val="36"/>
          <w:lang w:val="es-CO"/>
        </w:rPr>
      </w:pPr>
    </w:p>
    <w:p w:rsidR="00F071BD" w:rsidRDefault="00F071BD" w:rsidP="007516DD">
      <w:pPr>
        <w:jc w:val="center"/>
        <w:rPr>
          <w:rFonts w:ascii="Courier New" w:hAnsi="Courier New" w:cs="Courier New"/>
          <w:b/>
          <w:bCs/>
          <w:sz w:val="36"/>
          <w:lang w:val="es-CO"/>
        </w:rPr>
      </w:pPr>
    </w:p>
    <w:p w:rsidR="00F071BD" w:rsidRDefault="00F071BD" w:rsidP="007516DD">
      <w:pPr>
        <w:jc w:val="center"/>
        <w:rPr>
          <w:rFonts w:ascii="Courier New" w:hAnsi="Courier New" w:cs="Courier New"/>
          <w:b/>
          <w:bCs/>
          <w:sz w:val="36"/>
          <w:lang w:val="es-CO"/>
        </w:rPr>
      </w:pPr>
    </w:p>
    <w:p w:rsidR="00F071BD" w:rsidRDefault="00F071BD" w:rsidP="007516DD">
      <w:pPr>
        <w:jc w:val="center"/>
        <w:rPr>
          <w:rFonts w:ascii="Courier New" w:hAnsi="Courier New" w:cs="Courier New"/>
          <w:b/>
          <w:bCs/>
          <w:sz w:val="36"/>
          <w:lang w:val="es-CO"/>
        </w:rPr>
      </w:pPr>
    </w:p>
    <w:p w:rsidR="00F071BD" w:rsidRDefault="00F071BD" w:rsidP="007516DD">
      <w:pPr>
        <w:jc w:val="center"/>
        <w:rPr>
          <w:rFonts w:ascii="Courier New" w:hAnsi="Courier New" w:cs="Courier New"/>
          <w:b/>
          <w:bCs/>
          <w:sz w:val="36"/>
          <w:lang w:val="es-CO"/>
        </w:rPr>
      </w:pPr>
    </w:p>
    <w:p w:rsidR="00F071BD" w:rsidRDefault="00F071BD" w:rsidP="007516DD">
      <w:pPr>
        <w:jc w:val="center"/>
        <w:rPr>
          <w:rFonts w:ascii="Courier New" w:hAnsi="Courier New" w:cs="Courier New"/>
          <w:b/>
          <w:bCs/>
          <w:sz w:val="36"/>
          <w:lang w:val="es-CO"/>
        </w:rPr>
      </w:pPr>
    </w:p>
    <w:p w:rsidR="00F071BD" w:rsidRDefault="00F071BD" w:rsidP="007516DD">
      <w:pPr>
        <w:jc w:val="center"/>
        <w:rPr>
          <w:rFonts w:ascii="Courier New" w:hAnsi="Courier New" w:cs="Courier New"/>
          <w:b/>
          <w:bCs/>
          <w:sz w:val="36"/>
          <w:lang w:val="es-CO"/>
        </w:rPr>
      </w:pPr>
    </w:p>
    <w:p w:rsidR="00F071BD" w:rsidRDefault="00F071BD" w:rsidP="007516DD">
      <w:pPr>
        <w:jc w:val="center"/>
        <w:rPr>
          <w:rFonts w:ascii="Courier New" w:hAnsi="Courier New" w:cs="Courier New"/>
          <w:b/>
          <w:bCs/>
          <w:sz w:val="36"/>
          <w:lang w:val="es-CO"/>
        </w:rPr>
      </w:pPr>
    </w:p>
    <w:p w:rsidR="00F071BD" w:rsidRDefault="00F071BD" w:rsidP="007516DD">
      <w:pPr>
        <w:jc w:val="center"/>
        <w:rPr>
          <w:rFonts w:ascii="Courier New" w:hAnsi="Courier New" w:cs="Courier New"/>
          <w:b/>
          <w:bCs/>
          <w:sz w:val="36"/>
          <w:lang w:val="es-CO"/>
        </w:rPr>
      </w:pPr>
    </w:p>
    <w:p w:rsidR="00F071BD" w:rsidRDefault="00F071BD" w:rsidP="007516DD">
      <w:pPr>
        <w:jc w:val="center"/>
        <w:rPr>
          <w:rFonts w:ascii="Courier New" w:hAnsi="Courier New" w:cs="Courier New"/>
          <w:b/>
          <w:bCs/>
          <w:sz w:val="36"/>
          <w:lang w:val="es-CO"/>
        </w:rPr>
      </w:pPr>
    </w:p>
    <w:p w:rsidR="00F071BD" w:rsidRDefault="00F071BD" w:rsidP="007516DD">
      <w:pPr>
        <w:jc w:val="center"/>
        <w:rPr>
          <w:rFonts w:ascii="Courier New" w:hAnsi="Courier New" w:cs="Courier New"/>
          <w:b/>
          <w:bCs/>
          <w:sz w:val="36"/>
          <w:lang w:val="es-CO"/>
        </w:rPr>
      </w:pPr>
    </w:p>
    <w:p w:rsidR="00F071BD" w:rsidRDefault="00F071BD" w:rsidP="007516DD">
      <w:pPr>
        <w:jc w:val="center"/>
        <w:rPr>
          <w:rFonts w:ascii="Courier New" w:hAnsi="Courier New" w:cs="Courier New"/>
          <w:b/>
          <w:bCs/>
          <w:sz w:val="36"/>
          <w:lang w:val="es-CO"/>
        </w:rPr>
      </w:pPr>
    </w:p>
    <w:p w:rsidR="00F071BD" w:rsidRDefault="00F071BD" w:rsidP="007516DD">
      <w:pPr>
        <w:jc w:val="center"/>
        <w:rPr>
          <w:rFonts w:ascii="Courier New" w:hAnsi="Courier New" w:cs="Courier New"/>
          <w:b/>
          <w:bCs/>
          <w:sz w:val="36"/>
          <w:lang w:val="es-CO"/>
        </w:rPr>
      </w:pPr>
    </w:p>
    <w:p w:rsidR="007516DD" w:rsidRDefault="007516DD" w:rsidP="007516DD">
      <w:pPr>
        <w:jc w:val="center"/>
        <w:rPr>
          <w:rFonts w:ascii="Courier New" w:hAnsi="Courier New" w:cs="Courier New"/>
          <w:b/>
          <w:bCs/>
          <w:sz w:val="36"/>
          <w:lang w:val="es-CO"/>
        </w:rPr>
      </w:pPr>
    </w:p>
    <w:p w:rsidR="007516DD" w:rsidRPr="00F86108" w:rsidRDefault="007516DD" w:rsidP="007516DD">
      <w:pPr>
        <w:tabs>
          <w:tab w:val="left" w:pos="1515"/>
          <w:tab w:val="left" w:pos="2694"/>
        </w:tabs>
        <w:jc w:val="both"/>
        <w:rPr>
          <w:sz w:val="32"/>
        </w:rPr>
      </w:pPr>
      <w:r w:rsidRPr="00F86108"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>SEDE</w:t>
      </w:r>
      <w:r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>:</w:t>
      </w:r>
      <w:r w:rsidRPr="00F86108"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ab/>
      </w:r>
      <w:r w:rsidRPr="00F86108"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ab/>
      </w:r>
      <w:r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ab/>
      </w:r>
      <w:r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ab/>
      </w:r>
      <w:r>
        <w:rPr>
          <w:rFonts w:ascii="Calibri" w:hAnsi="Calibri"/>
          <w:color w:val="000000"/>
          <w:sz w:val="28"/>
          <w:szCs w:val="22"/>
          <w:lang w:val="es-CO" w:eastAsia="es-CO"/>
        </w:rPr>
        <w:t>RETIRO ALTO</w:t>
      </w:r>
    </w:p>
    <w:p w:rsidR="007516DD" w:rsidRPr="00F86108" w:rsidRDefault="007516DD" w:rsidP="007516DD">
      <w:pPr>
        <w:tabs>
          <w:tab w:val="left" w:pos="1515"/>
          <w:tab w:val="left" w:pos="2694"/>
        </w:tabs>
        <w:jc w:val="both"/>
        <w:rPr>
          <w:sz w:val="32"/>
        </w:rPr>
      </w:pPr>
      <w:r w:rsidRPr="00F86108"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>CONSECUTIVO</w:t>
      </w:r>
      <w:r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>:</w:t>
      </w:r>
      <w:r w:rsidRPr="00F86108"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ab/>
      </w:r>
      <w:r w:rsidRPr="00F86108"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ab/>
      </w:r>
      <w:r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ab/>
      </w:r>
      <w:r w:rsidRPr="00F86108">
        <w:rPr>
          <w:rFonts w:ascii="Calibri" w:hAnsi="Calibri"/>
          <w:color w:val="000000"/>
          <w:sz w:val="28"/>
          <w:szCs w:val="22"/>
          <w:lang w:val="es-CO" w:eastAsia="es-CO"/>
        </w:rPr>
        <w:t>125183000320</w:t>
      </w:r>
      <w:r>
        <w:rPr>
          <w:rFonts w:ascii="Calibri" w:hAnsi="Calibri"/>
          <w:color w:val="000000"/>
          <w:sz w:val="28"/>
          <w:szCs w:val="22"/>
          <w:lang w:val="es-CO" w:eastAsia="es-CO"/>
        </w:rPr>
        <w:t>10</w:t>
      </w:r>
    </w:p>
    <w:p w:rsidR="007516DD" w:rsidRDefault="007516DD" w:rsidP="007516DD">
      <w:pPr>
        <w:tabs>
          <w:tab w:val="left" w:pos="1515"/>
          <w:tab w:val="left" w:pos="2694"/>
        </w:tabs>
        <w:jc w:val="both"/>
        <w:rPr>
          <w:rFonts w:ascii="Calibri" w:hAnsi="Calibri"/>
          <w:color w:val="000000"/>
          <w:sz w:val="28"/>
          <w:szCs w:val="22"/>
          <w:lang w:val="es-CO" w:eastAsia="es-CO"/>
        </w:rPr>
      </w:pPr>
      <w:r w:rsidRPr="00F86108"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>DANE</w:t>
      </w:r>
      <w:r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>:</w:t>
      </w:r>
      <w:r w:rsidRPr="00F86108"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ab/>
      </w:r>
      <w:r w:rsidRPr="00F86108"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ab/>
      </w:r>
      <w:r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ab/>
      </w:r>
      <w:r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ab/>
      </w:r>
      <w:r w:rsidRPr="00F86108">
        <w:rPr>
          <w:rFonts w:ascii="Calibri" w:hAnsi="Calibri"/>
          <w:color w:val="000000"/>
          <w:sz w:val="28"/>
          <w:szCs w:val="22"/>
          <w:lang w:val="es-CO" w:eastAsia="es-CO"/>
        </w:rPr>
        <w:t>225183000</w:t>
      </w:r>
      <w:r>
        <w:rPr>
          <w:rFonts w:ascii="Calibri" w:hAnsi="Calibri"/>
          <w:color w:val="000000"/>
          <w:sz w:val="28"/>
          <w:szCs w:val="22"/>
          <w:lang w:val="es-CO" w:eastAsia="es-CO"/>
        </w:rPr>
        <w:t>227</w:t>
      </w:r>
    </w:p>
    <w:p w:rsidR="007516DD" w:rsidRDefault="007516DD" w:rsidP="007516DD">
      <w:pPr>
        <w:tabs>
          <w:tab w:val="left" w:pos="1515"/>
          <w:tab w:val="left" w:pos="2694"/>
        </w:tabs>
        <w:jc w:val="both"/>
        <w:rPr>
          <w:rFonts w:ascii="Calibri" w:hAnsi="Calibri"/>
          <w:b/>
          <w:bCs/>
          <w:color w:val="000000"/>
          <w:sz w:val="22"/>
          <w:szCs w:val="22"/>
          <w:lang w:val="es-CO" w:eastAsia="es-CO"/>
        </w:rPr>
      </w:pPr>
      <w:r w:rsidRPr="00F86108">
        <w:rPr>
          <w:rFonts w:ascii="Calibri" w:hAnsi="Calibri"/>
          <w:b/>
          <w:color w:val="000000"/>
          <w:sz w:val="28"/>
          <w:szCs w:val="22"/>
          <w:lang w:val="es-CO" w:eastAsia="es-CO"/>
        </w:rPr>
        <w:t>DOCENTE:</w:t>
      </w:r>
      <w:r>
        <w:rPr>
          <w:rFonts w:ascii="Calibri" w:hAnsi="Calibri"/>
          <w:color w:val="000000"/>
          <w:sz w:val="28"/>
          <w:szCs w:val="22"/>
          <w:lang w:val="es-CO" w:eastAsia="es-CO"/>
        </w:rPr>
        <w:tab/>
      </w:r>
      <w:r>
        <w:rPr>
          <w:rFonts w:ascii="Calibri" w:hAnsi="Calibri"/>
          <w:color w:val="000000"/>
          <w:sz w:val="28"/>
          <w:szCs w:val="22"/>
          <w:lang w:val="es-CO" w:eastAsia="es-CO"/>
        </w:rPr>
        <w:tab/>
      </w:r>
      <w:r>
        <w:rPr>
          <w:rFonts w:ascii="Calibri" w:hAnsi="Calibri"/>
          <w:color w:val="000000"/>
          <w:sz w:val="28"/>
          <w:szCs w:val="22"/>
          <w:lang w:val="es-CO" w:eastAsia="es-CO"/>
        </w:rPr>
        <w:tab/>
      </w:r>
      <w:r>
        <w:rPr>
          <w:rFonts w:ascii="Calibri" w:hAnsi="Calibri"/>
          <w:color w:val="000000"/>
          <w:sz w:val="28"/>
          <w:szCs w:val="22"/>
          <w:lang w:val="es-CO" w:eastAsia="es-CO"/>
        </w:rPr>
        <w:tab/>
        <w:t>ROSALIA QUINTERO CABRERA</w:t>
      </w:r>
    </w:p>
    <w:p w:rsidR="007516DD" w:rsidRDefault="007516DD" w:rsidP="007516DD">
      <w:pPr>
        <w:jc w:val="center"/>
        <w:rPr>
          <w:rFonts w:ascii="Courier New" w:hAnsi="Courier New" w:cs="Courier New"/>
          <w:b/>
          <w:bCs/>
          <w:sz w:val="36"/>
          <w:lang w:val="es-CO"/>
        </w:rPr>
      </w:pPr>
    </w:p>
    <w:p w:rsidR="007516DD" w:rsidRDefault="007516DD" w:rsidP="007516DD">
      <w:pPr>
        <w:jc w:val="center"/>
        <w:rPr>
          <w:rFonts w:ascii="Courier New" w:hAnsi="Courier New" w:cs="Courier New"/>
          <w:b/>
          <w:bCs/>
          <w:sz w:val="36"/>
          <w:lang w:val="es-CO"/>
        </w:rPr>
      </w:pPr>
    </w:p>
    <w:tbl>
      <w:tblPr>
        <w:tblW w:w="8958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084"/>
        <w:gridCol w:w="1367"/>
        <w:gridCol w:w="683"/>
        <w:gridCol w:w="1484"/>
        <w:gridCol w:w="1351"/>
        <w:gridCol w:w="1134"/>
        <w:gridCol w:w="1197"/>
        <w:gridCol w:w="658"/>
      </w:tblGrid>
      <w:tr w:rsidR="007516DD" w:rsidRPr="00822923" w:rsidTr="00412E2A">
        <w:trPr>
          <w:trHeight w:val="300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jc w:val="center"/>
              <w:rPr>
                <w:rFonts w:ascii="Calibri" w:hAnsi="Calibri"/>
                <w:b/>
                <w:bCs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O" w:eastAsia="es-CO"/>
              </w:rPr>
              <w:t>GRADO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jc w:val="center"/>
              <w:rPr>
                <w:rFonts w:ascii="Calibri" w:hAnsi="Calibri"/>
                <w:b/>
                <w:bCs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O" w:eastAsia="es-CO"/>
              </w:rPr>
              <w:t>DOC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6DD" w:rsidRPr="00822923" w:rsidRDefault="007516DD" w:rsidP="00412E2A">
            <w:pPr>
              <w:jc w:val="center"/>
              <w:rPr>
                <w:rFonts w:ascii="Calibri" w:hAnsi="Calibri"/>
                <w:b/>
                <w:bCs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O" w:eastAsia="es-CO"/>
              </w:rPr>
              <w:t>TIPO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jc w:val="center"/>
              <w:rPr>
                <w:rFonts w:ascii="Calibri" w:hAnsi="Calibri"/>
                <w:b/>
                <w:bCs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O" w:eastAsia="es-CO"/>
              </w:rPr>
              <w:t>APELLIDO1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jc w:val="center"/>
              <w:rPr>
                <w:rFonts w:ascii="Calibri" w:hAnsi="Calibri"/>
                <w:b/>
                <w:bCs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O" w:eastAsia="es-CO"/>
              </w:rPr>
              <w:t>APELLIDO2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jc w:val="center"/>
              <w:rPr>
                <w:rFonts w:ascii="Calibri" w:hAnsi="Calibri"/>
                <w:b/>
                <w:bCs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O" w:eastAsia="es-CO"/>
              </w:rPr>
              <w:t>NOMBRE1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jc w:val="center"/>
              <w:rPr>
                <w:rFonts w:ascii="Calibri" w:hAnsi="Calibri"/>
                <w:b/>
                <w:bCs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O" w:eastAsia="es-CO"/>
              </w:rPr>
              <w:t>NOMBRE2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jc w:val="center"/>
              <w:rPr>
                <w:rFonts w:ascii="Calibri" w:hAnsi="Calibri"/>
                <w:b/>
                <w:bCs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O" w:eastAsia="es-CO"/>
              </w:rPr>
              <w:t>EDAD</w:t>
            </w:r>
          </w:p>
        </w:tc>
      </w:tr>
      <w:tr w:rsidR="007516DD" w:rsidRPr="00822923" w:rsidTr="00412E2A">
        <w:trPr>
          <w:trHeight w:val="300"/>
        </w:trPr>
        <w:tc>
          <w:tcPr>
            <w:tcW w:w="108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6DD" w:rsidRPr="00822923" w:rsidRDefault="007516DD" w:rsidP="00412E2A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CUARTO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1069256969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6DD" w:rsidRPr="00822923" w:rsidRDefault="007516DD" w:rsidP="00412E2A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TI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BARRIGA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CABRERA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YENNY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ROCIO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8</w:t>
            </w:r>
          </w:p>
        </w:tc>
      </w:tr>
      <w:tr w:rsidR="007516DD" w:rsidRPr="00822923" w:rsidTr="00412E2A">
        <w:trPr>
          <w:trHeight w:val="300"/>
        </w:trPr>
        <w:tc>
          <w:tcPr>
            <w:tcW w:w="10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6DD" w:rsidRPr="00822923" w:rsidRDefault="007516DD" w:rsidP="00412E2A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1069257148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6DD" w:rsidRDefault="007516DD" w:rsidP="00412E2A">
            <w:pPr>
              <w:jc w:val="center"/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TI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FERNANDEZ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RIAÑO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NESTOR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MAURICIO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8</w:t>
            </w:r>
          </w:p>
        </w:tc>
      </w:tr>
      <w:tr w:rsidR="007516DD" w:rsidRPr="00822923" w:rsidTr="00412E2A">
        <w:trPr>
          <w:trHeight w:val="300"/>
        </w:trPr>
        <w:tc>
          <w:tcPr>
            <w:tcW w:w="10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6DD" w:rsidRPr="00822923" w:rsidRDefault="007516DD" w:rsidP="00412E2A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1069256480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6DD" w:rsidRDefault="007516DD" w:rsidP="00412E2A">
            <w:pPr>
              <w:jc w:val="center"/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TI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GARZON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GUTIERREZ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MARIA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LORENA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9</w:t>
            </w:r>
          </w:p>
        </w:tc>
      </w:tr>
      <w:tr w:rsidR="007516DD" w:rsidRPr="00822923" w:rsidTr="00412E2A">
        <w:trPr>
          <w:trHeight w:val="300"/>
        </w:trPr>
        <w:tc>
          <w:tcPr>
            <w:tcW w:w="10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6DD" w:rsidRPr="00822923" w:rsidRDefault="007516DD" w:rsidP="00412E2A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1069256400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6DD" w:rsidRDefault="007516DD" w:rsidP="00412E2A">
            <w:pPr>
              <w:jc w:val="center"/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TI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GARZON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MELO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LAURA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SOFIA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9</w:t>
            </w:r>
          </w:p>
        </w:tc>
      </w:tr>
      <w:tr w:rsidR="007516DD" w:rsidRPr="00822923" w:rsidTr="00412E2A">
        <w:trPr>
          <w:trHeight w:val="300"/>
        </w:trPr>
        <w:tc>
          <w:tcPr>
            <w:tcW w:w="108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6DD" w:rsidRPr="00822923" w:rsidRDefault="007516DD" w:rsidP="00412E2A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GRADO 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1069260911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6DD" w:rsidRDefault="007516DD" w:rsidP="00412E2A">
            <w:pPr>
              <w:jc w:val="center"/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RC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GUTIERREZ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RAMIREZ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LICETH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STEFANNY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4</w:t>
            </w:r>
          </w:p>
        </w:tc>
      </w:tr>
      <w:tr w:rsidR="007516DD" w:rsidRPr="00822923" w:rsidTr="00412E2A">
        <w:trPr>
          <w:trHeight w:val="300"/>
        </w:trPr>
        <w:tc>
          <w:tcPr>
            <w:tcW w:w="10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6DD" w:rsidRPr="00822923" w:rsidRDefault="007516DD" w:rsidP="00412E2A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1069260983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6DD" w:rsidRDefault="007516DD" w:rsidP="00412E2A">
            <w:pPr>
              <w:jc w:val="center"/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RC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PENAGOS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BARRIGA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MAIKOL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FABIAN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4</w:t>
            </w:r>
          </w:p>
        </w:tc>
      </w:tr>
      <w:tr w:rsidR="007516DD" w:rsidRPr="00822923" w:rsidTr="00412E2A">
        <w:trPr>
          <w:trHeight w:val="300"/>
        </w:trPr>
        <w:tc>
          <w:tcPr>
            <w:tcW w:w="10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6DD" w:rsidRPr="00822923" w:rsidRDefault="007516DD" w:rsidP="00412E2A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1069261139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6DD" w:rsidRDefault="007516DD" w:rsidP="00412E2A">
            <w:pPr>
              <w:jc w:val="center"/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RC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RIAÑO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QUINTERO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NICOLL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DANIELA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4</w:t>
            </w:r>
          </w:p>
        </w:tc>
      </w:tr>
      <w:tr w:rsidR="007516DD" w:rsidRPr="00822923" w:rsidTr="00412E2A">
        <w:trPr>
          <w:trHeight w:val="300"/>
        </w:trPr>
        <w:tc>
          <w:tcPr>
            <w:tcW w:w="10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6DD" w:rsidRPr="00822923" w:rsidRDefault="007516DD" w:rsidP="00412E2A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1077145605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6DD" w:rsidRDefault="007516DD" w:rsidP="00412E2A">
            <w:pPr>
              <w:jc w:val="center"/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RC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RODRIGUEZ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PRIETO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KAREN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XIMENA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4</w:t>
            </w:r>
          </w:p>
        </w:tc>
      </w:tr>
      <w:tr w:rsidR="007516DD" w:rsidRPr="00822923" w:rsidTr="00412E2A">
        <w:trPr>
          <w:trHeight w:val="300"/>
        </w:trPr>
        <w:tc>
          <w:tcPr>
            <w:tcW w:w="108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6DD" w:rsidRPr="00822923" w:rsidRDefault="007516DD" w:rsidP="00412E2A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PRIMERO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1069259099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6DD" w:rsidRDefault="007516DD" w:rsidP="00412E2A">
            <w:pPr>
              <w:jc w:val="center"/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RC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DIAZ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BERNAL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JAVIER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ANDRES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6</w:t>
            </w:r>
          </w:p>
        </w:tc>
      </w:tr>
      <w:tr w:rsidR="007516DD" w:rsidRPr="00822923" w:rsidTr="00412E2A">
        <w:trPr>
          <w:trHeight w:val="300"/>
        </w:trPr>
        <w:tc>
          <w:tcPr>
            <w:tcW w:w="10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1069259822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6DD" w:rsidRDefault="007516DD" w:rsidP="00412E2A">
            <w:pPr>
              <w:jc w:val="center"/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RC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GALEANO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TORRES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KAROL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NATALIA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5</w:t>
            </w:r>
          </w:p>
        </w:tc>
      </w:tr>
      <w:tr w:rsidR="007516DD" w:rsidRPr="00822923" w:rsidTr="00412E2A">
        <w:trPr>
          <w:trHeight w:val="300"/>
        </w:trPr>
        <w:tc>
          <w:tcPr>
            <w:tcW w:w="10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1064259974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6DD" w:rsidRDefault="007516DD" w:rsidP="00412E2A">
            <w:pPr>
              <w:jc w:val="center"/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RC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GUTIERREZ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GUTIERREZ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HECTOR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EDUARDO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5</w:t>
            </w:r>
          </w:p>
        </w:tc>
      </w:tr>
      <w:tr w:rsidR="007516DD" w:rsidRPr="00822923" w:rsidTr="00412E2A">
        <w:trPr>
          <w:trHeight w:val="300"/>
        </w:trPr>
        <w:tc>
          <w:tcPr>
            <w:tcW w:w="10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1069259997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6DD" w:rsidRDefault="007516DD" w:rsidP="00412E2A">
            <w:pPr>
              <w:jc w:val="center"/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RC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MONTENEGRO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GARZON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HASBEIDY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YULIANA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5</w:t>
            </w:r>
          </w:p>
        </w:tc>
      </w:tr>
      <w:tr w:rsidR="007516DD" w:rsidRPr="00822923" w:rsidTr="00412E2A">
        <w:trPr>
          <w:trHeight w:val="300"/>
        </w:trPr>
        <w:tc>
          <w:tcPr>
            <w:tcW w:w="10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1013038247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6DD" w:rsidRDefault="007516DD" w:rsidP="00412E2A">
            <w:pPr>
              <w:jc w:val="center"/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RC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PACHECO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BARRIGA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CAROL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DAYANA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6</w:t>
            </w:r>
          </w:p>
        </w:tc>
      </w:tr>
      <w:tr w:rsidR="007516DD" w:rsidRPr="00822923" w:rsidTr="00412E2A">
        <w:trPr>
          <w:trHeight w:val="300"/>
        </w:trPr>
        <w:tc>
          <w:tcPr>
            <w:tcW w:w="10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1077144602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6DD" w:rsidRDefault="007516DD" w:rsidP="00412E2A">
            <w:pPr>
              <w:jc w:val="center"/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RC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RODRIGUEZ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PRIETO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ANGIE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TATIANA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6</w:t>
            </w:r>
          </w:p>
        </w:tc>
      </w:tr>
      <w:tr w:rsidR="007516DD" w:rsidRPr="00822923" w:rsidTr="00412E2A">
        <w:trPr>
          <w:trHeight w:val="300"/>
        </w:trPr>
        <w:tc>
          <w:tcPr>
            <w:tcW w:w="10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1120068115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6DD" w:rsidRDefault="007516DD" w:rsidP="00412E2A">
            <w:pPr>
              <w:jc w:val="center"/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RC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VARONA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PEREZ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LAURA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VALENTINA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5</w:t>
            </w:r>
          </w:p>
        </w:tc>
      </w:tr>
      <w:tr w:rsidR="007516DD" w:rsidRPr="00822923" w:rsidTr="00412E2A">
        <w:trPr>
          <w:trHeight w:val="300"/>
        </w:trPr>
        <w:tc>
          <w:tcPr>
            <w:tcW w:w="108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6DD" w:rsidRPr="00822923" w:rsidRDefault="007516DD" w:rsidP="00412E2A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QUINTO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99052813472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6DD" w:rsidRDefault="007516DD" w:rsidP="00412E2A">
            <w:pPr>
              <w:jc w:val="center"/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TI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BARRIGA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NAVARRETE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DEICY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VIVIANA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14</w:t>
            </w:r>
          </w:p>
        </w:tc>
      </w:tr>
      <w:tr w:rsidR="007516DD" w:rsidRPr="00822923" w:rsidTr="00412E2A">
        <w:trPr>
          <w:trHeight w:val="300"/>
        </w:trPr>
        <w:tc>
          <w:tcPr>
            <w:tcW w:w="10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1076736245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6DD" w:rsidRDefault="007516DD" w:rsidP="00412E2A">
            <w:pPr>
              <w:jc w:val="center"/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TI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INFANTE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GUTIERREZ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JULIAN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9</w:t>
            </w:r>
          </w:p>
        </w:tc>
      </w:tr>
      <w:tr w:rsidR="007516DD" w:rsidRPr="00822923" w:rsidTr="00412E2A">
        <w:trPr>
          <w:trHeight w:val="300"/>
        </w:trPr>
        <w:tc>
          <w:tcPr>
            <w:tcW w:w="10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1069256067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6DD" w:rsidRDefault="007516DD" w:rsidP="00412E2A">
            <w:pPr>
              <w:jc w:val="center"/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TI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INFANTE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LOPEZ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CRISTIAM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DUVAN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9</w:t>
            </w:r>
          </w:p>
        </w:tc>
      </w:tr>
      <w:tr w:rsidR="007516DD" w:rsidRPr="00822923" w:rsidTr="00412E2A">
        <w:trPr>
          <w:trHeight w:val="300"/>
        </w:trPr>
        <w:tc>
          <w:tcPr>
            <w:tcW w:w="10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1007586022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6DD" w:rsidRDefault="007516DD" w:rsidP="00412E2A">
            <w:pPr>
              <w:jc w:val="center"/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TI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MONTENEGRO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GARZON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EDISON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DAVID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</w:t>
            </w:r>
          </w:p>
        </w:tc>
      </w:tr>
      <w:tr w:rsidR="007516DD" w:rsidRPr="00822923" w:rsidTr="00412E2A">
        <w:trPr>
          <w:trHeight w:val="300"/>
        </w:trPr>
        <w:tc>
          <w:tcPr>
            <w:tcW w:w="108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6DD" w:rsidRPr="00822923" w:rsidRDefault="007516DD" w:rsidP="00412E2A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SEGUNDO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1069258827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6DD" w:rsidRDefault="007516DD" w:rsidP="00412E2A">
            <w:pPr>
              <w:jc w:val="center"/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RC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BARRIGA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CABRERA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LEIDY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JULIANA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6</w:t>
            </w:r>
          </w:p>
        </w:tc>
      </w:tr>
      <w:tr w:rsidR="007516DD" w:rsidRPr="00822923" w:rsidTr="00412E2A">
        <w:trPr>
          <w:trHeight w:val="300"/>
        </w:trPr>
        <w:tc>
          <w:tcPr>
            <w:tcW w:w="10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1069258818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6DD" w:rsidRDefault="007516DD" w:rsidP="00412E2A">
            <w:pPr>
              <w:jc w:val="center"/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RC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GALEANO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TORRES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PAULA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6</w:t>
            </w:r>
          </w:p>
        </w:tc>
      </w:tr>
      <w:tr w:rsidR="007516DD" w:rsidRPr="00822923" w:rsidTr="00412E2A">
        <w:trPr>
          <w:trHeight w:val="300"/>
        </w:trPr>
        <w:tc>
          <w:tcPr>
            <w:tcW w:w="10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1069258556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6DD" w:rsidRPr="00822923" w:rsidRDefault="007516DD" w:rsidP="00412E2A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RC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GARZON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MELO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IVAN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DARIO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7</w:t>
            </w:r>
          </w:p>
        </w:tc>
      </w:tr>
      <w:tr w:rsidR="007516DD" w:rsidRPr="00822923" w:rsidTr="00412E2A">
        <w:trPr>
          <w:trHeight w:val="300"/>
        </w:trPr>
        <w:tc>
          <w:tcPr>
            <w:tcW w:w="108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6DD" w:rsidRPr="00822923" w:rsidRDefault="007516DD" w:rsidP="00412E2A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TERCERO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1069257215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6DD" w:rsidRDefault="007516DD" w:rsidP="00412E2A">
            <w:pPr>
              <w:jc w:val="center"/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TI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CHAVARRIO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CHAVES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NELSON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FABIAN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8</w:t>
            </w:r>
          </w:p>
        </w:tc>
      </w:tr>
      <w:tr w:rsidR="007516DD" w:rsidRPr="00822923" w:rsidTr="00412E2A">
        <w:trPr>
          <w:trHeight w:val="300"/>
        </w:trPr>
        <w:tc>
          <w:tcPr>
            <w:tcW w:w="10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1069258096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6DD" w:rsidRDefault="007516DD" w:rsidP="00412E2A">
            <w:pPr>
              <w:jc w:val="center"/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TI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GARZON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GUTIERREZ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NANCY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YADIRA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8</w:t>
            </w:r>
          </w:p>
        </w:tc>
      </w:tr>
      <w:tr w:rsidR="007516DD" w:rsidRPr="00822923" w:rsidTr="00412E2A">
        <w:trPr>
          <w:trHeight w:val="300"/>
        </w:trPr>
        <w:tc>
          <w:tcPr>
            <w:tcW w:w="10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1069857684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6DD" w:rsidRDefault="007516DD" w:rsidP="00412E2A">
            <w:pPr>
              <w:jc w:val="center"/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TI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GARZON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RIAÑO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HECTOR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STIVEN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7</w:t>
            </w:r>
          </w:p>
        </w:tc>
      </w:tr>
      <w:tr w:rsidR="007516DD" w:rsidRPr="00822923" w:rsidTr="00412E2A">
        <w:trPr>
          <w:trHeight w:val="300"/>
        </w:trPr>
        <w:tc>
          <w:tcPr>
            <w:tcW w:w="10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1069258108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6DD" w:rsidRDefault="007516DD" w:rsidP="00412E2A">
            <w:pPr>
              <w:jc w:val="center"/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TI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INFANTE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GUTIERREZ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LUZ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MILENA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8</w:t>
            </w:r>
          </w:p>
        </w:tc>
      </w:tr>
      <w:tr w:rsidR="007516DD" w:rsidRPr="00822923" w:rsidTr="00412E2A">
        <w:trPr>
          <w:trHeight w:val="300"/>
        </w:trPr>
        <w:tc>
          <w:tcPr>
            <w:tcW w:w="10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1069258046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6DD" w:rsidRDefault="007516DD" w:rsidP="00412E2A">
            <w:pPr>
              <w:jc w:val="center"/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TI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MELO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RODRIGUEZ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MANUEL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EDUARDO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8</w:t>
            </w:r>
          </w:p>
        </w:tc>
      </w:tr>
      <w:tr w:rsidR="007516DD" w:rsidRPr="00822923" w:rsidTr="00412E2A">
        <w:trPr>
          <w:trHeight w:val="300"/>
        </w:trPr>
        <w:tc>
          <w:tcPr>
            <w:tcW w:w="10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1069258062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6DD" w:rsidRDefault="007516DD" w:rsidP="00412E2A">
            <w:pPr>
              <w:jc w:val="center"/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TI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NAVARRO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CASTAÑEDA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GABRIELA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LICETH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8</w:t>
            </w:r>
          </w:p>
        </w:tc>
      </w:tr>
      <w:tr w:rsidR="007516DD" w:rsidRPr="00822923" w:rsidTr="00412E2A">
        <w:trPr>
          <w:trHeight w:val="300"/>
        </w:trPr>
        <w:tc>
          <w:tcPr>
            <w:tcW w:w="10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1069258264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6DD" w:rsidRDefault="007516DD" w:rsidP="00412E2A">
            <w:pPr>
              <w:jc w:val="center"/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TI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QUEVEDO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GUTIERREZ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JORGE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HERNANDO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DD" w:rsidRPr="00822923" w:rsidRDefault="007516DD" w:rsidP="00412E2A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822923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8</w:t>
            </w:r>
          </w:p>
        </w:tc>
      </w:tr>
    </w:tbl>
    <w:p w:rsidR="007516DD" w:rsidRPr="00822923" w:rsidRDefault="007516DD" w:rsidP="007516DD">
      <w:pPr>
        <w:jc w:val="center"/>
        <w:rPr>
          <w:rFonts w:ascii="Courier New" w:hAnsi="Courier New" w:cs="Courier New"/>
          <w:b/>
          <w:bCs/>
          <w:sz w:val="36"/>
          <w:lang w:val="es-CO"/>
        </w:rPr>
      </w:pPr>
    </w:p>
    <w:p w:rsidR="007516DD" w:rsidRDefault="007516DD" w:rsidP="00356954">
      <w:pPr>
        <w:jc w:val="center"/>
        <w:rPr>
          <w:rFonts w:ascii="Courier New" w:hAnsi="Courier New" w:cs="Courier New"/>
          <w:b/>
          <w:bCs/>
          <w:sz w:val="36"/>
        </w:rPr>
      </w:pPr>
    </w:p>
    <w:p w:rsidR="00412E2A" w:rsidRDefault="00412E2A" w:rsidP="00356954">
      <w:pPr>
        <w:jc w:val="center"/>
        <w:rPr>
          <w:rFonts w:ascii="Courier New" w:hAnsi="Courier New" w:cs="Courier New"/>
          <w:b/>
          <w:bCs/>
          <w:sz w:val="36"/>
        </w:rPr>
      </w:pPr>
    </w:p>
    <w:p w:rsidR="005A24E1" w:rsidRDefault="005A24E1" w:rsidP="00D51FA4">
      <w:pPr>
        <w:tabs>
          <w:tab w:val="left" w:pos="1515"/>
          <w:tab w:val="left" w:pos="2694"/>
        </w:tabs>
        <w:jc w:val="both"/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</w:pPr>
    </w:p>
    <w:p w:rsidR="005A24E1" w:rsidRDefault="005A24E1" w:rsidP="00D51FA4">
      <w:pPr>
        <w:tabs>
          <w:tab w:val="left" w:pos="1515"/>
          <w:tab w:val="left" w:pos="2694"/>
        </w:tabs>
        <w:jc w:val="both"/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</w:pPr>
    </w:p>
    <w:p w:rsidR="00D51FA4" w:rsidRPr="00F86108" w:rsidRDefault="00D51FA4" w:rsidP="00D51FA4">
      <w:pPr>
        <w:tabs>
          <w:tab w:val="left" w:pos="1515"/>
          <w:tab w:val="left" w:pos="2694"/>
        </w:tabs>
        <w:jc w:val="both"/>
        <w:rPr>
          <w:sz w:val="32"/>
        </w:rPr>
      </w:pPr>
      <w:r w:rsidRPr="00F86108"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>SEDE</w:t>
      </w:r>
      <w:r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>:</w:t>
      </w:r>
      <w:r w:rsidRPr="00F86108"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ab/>
      </w:r>
      <w:r w:rsidRPr="00F86108"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ab/>
      </w:r>
      <w:r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ab/>
      </w:r>
      <w:r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ab/>
      </w:r>
      <w:r>
        <w:rPr>
          <w:rFonts w:ascii="Calibri" w:hAnsi="Calibri"/>
          <w:color w:val="000000"/>
          <w:sz w:val="28"/>
          <w:szCs w:val="22"/>
          <w:lang w:val="es-CO" w:eastAsia="es-CO"/>
        </w:rPr>
        <w:t>RETIRO DE BLANCOS</w:t>
      </w:r>
    </w:p>
    <w:p w:rsidR="00D51FA4" w:rsidRPr="00F86108" w:rsidRDefault="00D51FA4" w:rsidP="00D51FA4">
      <w:pPr>
        <w:tabs>
          <w:tab w:val="left" w:pos="1515"/>
          <w:tab w:val="left" w:pos="2694"/>
        </w:tabs>
        <w:jc w:val="both"/>
        <w:rPr>
          <w:sz w:val="32"/>
        </w:rPr>
      </w:pPr>
      <w:r w:rsidRPr="00F86108"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>CONSECUTIVO</w:t>
      </w:r>
      <w:r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>:</w:t>
      </w:r>
      <w:r w:rsidRPr="00F86108"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ab/>
      </w:r>
      <w:r w:rsidRPr="00F86108"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ab/>
      </w:r>
      <w:r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ab/>
      </w:r>
      <w:r w:rsidRPr="00F86108">
        <w:rPr>
          <w:rFonts w:ascii="Calibri" w:hAnsi="Calibri"/>
          <w:color w:val="000000"/>
          <w:sz w:val="28"/>
          <w:szCs w:val="22"/>
          <w:lang w:val="es-CO" w:eastAsia="es-CO"/>
        </w:rPr>
        <w:t>125183000320</w:t>
      </w:r>
      <w:r>
        <w:rPr>
          <w:rFonts w:ascii="Calibri" w:hAnsi="Calibri"/>
          <w:color w:val="000000"/>
          <w:sz w:val="28"/>
          <w:szCs w:val="22"/>
          <w:lang w:val="es-CO" w:eastAsia="es-CO"/>
        </w:rPr>
        <w:t>11</w:t>
      </w:r>
    </w:p>
    <w:p w:rsidR="00D51FA4" w:rsidRDefault="00D51FA4" w:rsidP="00D51FA4">
      <w:pPr>
        <w:tabs>
          <w:tab w:val="left" w:pos="1515"/>
          <w:tab w:val="left" w:pos="2694"/>
        </w:tabs>
        <w:jc w:val="both"/>
        <w:rPr>
          <w:rFonts w:ascii="Calibri" w:hAnsi="Calibri"/>
          <w:color w:val="000000"/>
          <w:sz w:val="28"/>
          <w:szCs w:val="22"/>
          <w:lang w:val="es-CO" w:eastAsia="es-CO"/>
        </w:rPr>
      </w:pPr>
      <w:r w:rsidRPr="00F86108"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>DANE</w:t>
      </w:r>
      <w:r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>:</w:t>
      </w:r>
      <w:r w:rsidRPr="00F86108"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ab/>
      </w:r>
      <w:r w:rsidRPr="00F86108"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ab/>
      </w:r>
      <w:r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ab/>
      </w:r>
      <w:r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ab/>
      </w:r>
      <w:r w:rsidRPr="00F86108">
        <w:rPr>
          <w:rFonts w:ascii="Calibri" w:hAnsi="Calibri"/>
          <w:color w:val="000000"/>
          <w:sz w:val="28"/>
          <w:szCs w:val="22"/>
          <w:lang w:val="es-CO" w:eastAsia="es-CO"/>
        </w:rPr>
        <w:t>225183000</w:t>
      </w:r>
      <w:r>
        <w:rPr>
          <w:rFonts w:ascii="Calibri" w:hAnsi="Calibri"/>
          <w:color w:val="000000"/>
          <w:sz w:val="28"/>
          <w:szCs w:val="22"/>
          <w:lang w:val="es-CO" w:eastAsia="es-CO"/>
        </w:rPr>
        <w:t>081</w:t>
      </w:r>
    </w:p>
    <w:p w:rsidR="00D51FA4" w:rsidRDefault="00D51FA4" w:rsidP="00D51FA4">
      <w:pPr>
        <w:tabs>
          <w:tab w:val="left" w:pos="1515"/>
          <w:tab w:val="left" w:pos="2694"/>
        </w:tabs>
        <w:jc w:val="both"/>
        <w:rPr>
          <w:rFonts w:ascii="Calibri" w:hAnsi="Calibri"/>
          <w:color w:val="000000"/>
          <w:sz w:val="28"/>
          <w:szCs w:val="22"/>
          <w:lang w:val="es-CO" w:eastAsia="es-CO"/>
        </w:rPr>
      </w:pPr>
      <w:r w:rsidRPr="00F86108">
        <w:rPr>
          <w:rFonts w:ascii="Calibri" w:hAnsi="Calibri"/>
          <w:b/>
          <w:color w:val="000000"/>
          <w:sz w:val="28"/>
          <w:szCs w:val="22"/>
          <w:lang w:val="es-CO" w:eastAsia="es-CO"/>
        </w:rPr>
        <w:t>DOCENTE:</w:t>
      </w:r>
      <w:r>
        <w:rPr>
          <w:rFonts w:ascii="Calibri" w:hAnsi="Calibri"/>
          <w:color w:val="000000"/>
          <w:sz w:val="28"/>
          <w:szCs w:val="22"/>
          <w:lang w:val="es-CO" w:eastAsia="es-CO"/>
        </w:rPr>
        <w:tab/>
      </w:r>
      <w:r>
        <w:rPr>
          <w:rFonts w:ascii="Calibri" w:hAnsi="Calibri"/>
          <w:color w:val="000000"/>
          <w:sz w:val="28"/>
          <w:szCs w:val="22"/>
          <w:lang w:val="es-CO" w:eastAsia="es-CO"/>
        </w:rPr>
        <w:tab/>
      </w:r>
      <w:r>
        <w:rPr>
          <w:rFonts w:ascii="Calibri" w:hAnsi="Calibri"/>
          <w:color w:val="000000"/>
          <w:sz w:val="28"/>
          <w:szCs w:val="22"/>
          <w:lang w:val="es-CO" w:eastAsia="es-CO"/>
        </w:rPr>
        <w:tab/>
      </w:r>
      <w:r>
        <w:rPr>
          <w:rFonts w:ascii="Calibri" w:hAnsi="Calibri"/>
          <w:color w:val="000000"/>
          <w:sz w:val="28"/>
          <w:szCs w:val="22"/>
          <w:lang w:val="es-CO" w:eastAsia="es-CO"/>
        </w:rPr>
        <w:tab/>
        <w:t>ROSALBA FARFAN DE FARFAN</w:t>
      </w:r>
    </w:p>
    <w:p w:rsidR="00D51FA4" w:rsidRDefault="00D51FA4" w:rsidP="00D51FA4">
      <w:pPr>
        <w:tabs>
          <w:tab w:val="left" w:pos="1515"/>
          <w:tab w:val="left" w:pos="2694"/>
        </w:tabs>
        <w:jc w:val="both"/>
        <w:rPr>
          <w:rFonts w:ascii="Calibri" w:hAnsi="Calibri"/>
          <w:b/>
          <w:bCs/>
          <w:color w:val="000000"/>
          <w:sz w:val="22"/>
          <w:szCs w:val="22"/>
          <w:lang w:val="es-CO" w:eastAsia="es-CO"/>
        </w:rPr>
      </w:pPr>
      <w:r>
        <w:rPr>
          <w:rFonts w:ascii="Calibri" w:hAnsi="Calibri"/>
          <w:color w:val="000000"/>
          <w:sz w:val="28"/>
          <w:szCs w:val="22"/>
          <w:lang w:val="es-CO" w:eastAsia="es-CO"/>
        </w:rPr>
        <w:tab/>
      </w:r>
      <w:r>
        <w:rPr>
          <w:rFonts w:ascii="Calibri" w:hAnsi="Calibri"/>
          <w:color w:val="000000"/>
          <w:sz w:val="28"/>
          <w:szCs w:val="22"/>
          <w:lang w:val="es-CO" w:eastAsia="es-CO"/>
        </w:rPr>
        <w:tab/>
      </w:r>
      <w:r>
        <w:rPr>
          <w:rFonts w:ascii="Calibri" w:hAnsi="Calibri"/>
          <w:color w:val="000000"/>
          <w:sz w:val="28"/>
          <w:szCs w:val="22"/>
          <w:lang w:val="es-CO" w:eastAsia="es-CO"/>
        </w:rPr>
        <w:tab/>
      </w:r>
      <w:r>
        <w:rPr>
          <w:rFonts w:ascii="Calibri" w:hAnsi="Calibri"/>
          <w:color w:val="000000"/>
          <w:sz w:val="28"/>
          <w:szCs w:val="22"/>
          <w:lang w:val="es-CO" w:eastAsia="es-CO"/>
        </w:rPr>
        <w:tab/>
        <w:t>NANCY ESTHELLA FERNANDEZ LIZARAZO</w:t>
      </w:r>
    </w:p>
    <w:p w:rsidR="00D51FA4" w:rsidRDefault="00D51FA4" w:rsidP="00356954">
      <w:pPr>
        <w:jc w:val="center"/>
        <w:rPr>
          <w:rFonts w:ascii="Courier New" w:hAnsi="Courier New" w:cs="Courier New"/>
          <w:b/>
          <w:bCs/>
          <w:sz w:val="36"/>
        </w:rPr>
      </w:pPr>
    </w:p>
    <w:p w:rsidR="00D51FA4" w:rsidRDefault="00D51FA4" w:rsidP="00356954">
      <w:pPr>
        <w:jc w:val="center"/>
        <w:rPr>
          <w:rFonts w:ascii="Courier New" w:hAnsi="Courier New" w:cs="Courier New"/>
          <w:b/>
          <w:bCs/>
          <w:sz w:val="36"/>
        </w:rPr>
      </w:pPr>
    </w:p>
    <w:tbl>
      <w:tblPr>
        <w:tblW w:w="8949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052"/>
        <w:gridCol w:w="1304"/>
        <w:gridCol w:w="592"/>
        <w:gridCol w:w="1524"/>
        <w:gridCol w:w="1393"/>
        <w:gridCol w:w="1213"/>
        <w:gridCol w:w="1213"/>
        <w:gridCol w:w="658"/>
      </w:tblGrid>
      <w:tr w:rsidR="00D51FA4" w:rsidRPr="00412E2A" w:rsidTr="00D51FA4">
        <w:trPr>
          <w:trHeight w:val="30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O" w:eastAsia="es-CO"/>
              </w:rPr>
              <w:t>GRADO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O" w:eastAsia="es-CO"/>
              </w:rPr>
              <w:t>DOC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FA4" w:rsidRPr="00412E2A" w:rsidRDefault="00D51FA4" w:rsidP="00412E2A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O" w:eastAsia="es-CO"/>
              </w:rPr>
              <w:t>TIPO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O" w:eastAsia="es-CO"/>
              </w:rPr>
              <w:t>APELLIDO1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O" w:eastAsia="es-CO"/>
              </w:rPr>
              <w:t>APELLIDO2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O" w:eastAsia="es-CO"/>
              </w:rPr>
              <w:t>NOMBRE1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O" w:eastAsia="es-CO"/>
              </w:rPr>
              <w:t>NOMBRE2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O" w:eastAsia="es-CO"/>
              </w:rPr>
              <w:t>EDAD</w:t>
            </w:r>
          </w:p>
        </w:tc>
      </w:tr>
      <w:tr w:rsidR="00D51FA4" w:rsidRPr="00412E2A" w:rsidTr="00D51FA4">
        <w:trPr>
          <w:trHeight w:val="300"/>
        </w:trPr>
        <w:tc>
          <w:tcPr>
            <w:tcW w:w="105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FA4" w:rsidRPr="00412E2A" w:rsidRDefault="00D51FA4" w:rsidP="00D51FA4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CUARTO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1007585990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FA4" w:rsidRPr="00412E2A" w:rsidRDefault="00D51FA4" w:rsidP="00412E2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TI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BOHORQUEZ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TORRES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HOLMAN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YESID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</w:t>
            </w:r>
          </w:p>
        </w:tc>
      </w:tr>
      <w:tr w:rsidR="00D51FA4" w:rsidRPr="00412E2A" w:rsidTr="00D51FA4">
        <w:trPr>
          <w:trHeight w:val="300"/>
        </w:trPr>
        <w:tc>
          <w:tcPr>
            <w:tcW w:w="10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2082594455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FA4" w:rsidRDefault="00D51FA4" w:rsidP="00412E2A">
            <w:pPr>
              <w:jc w:val="center"/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TI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CASTRO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RUIZ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SANDRA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VIVIANA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11</w:t>
            </w:r>
          </w:p>
        </w:tc>
      </w:tr>
      <w:tr w:rsidR="00D51FA4" w:rsidRPr="00412E2A" w:rsidTr="00D51FA4">
        <w:trPr>
          <w:trHeight w:val="300"/>
        </w:trPr>
        <w:tc>
          <w:tcPr>
            <w:tcW w:w="10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1069256832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FA4" w:rsidRDefault="00D51FA4" w:rsidP="00412E2A">
            <w:pPr>
              <w:jc w:val="center"/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TI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GARZON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QUEVEDO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LUIS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MIGUEL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8</w:t>
            </w:r>
          </w:p>
        </w:tc>
      </w:tr>
      <w:tr w:rsidR="00D51FA4" w:rsidRPr="00412E2A" w:rsidTr="00D51FA4">
        <w:trPr>
          <w:trHeight w:val="300"/>
        </w:trPr>
        <w:tc>
          <w:tcPr>
            <w:tcW w:w="10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1069256691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FA4" w:rsidRDefault="00D51FA4" w:rsidP="00412E2A">
            <w:pPr>
              <w:jc w:val="center"/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TI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GOMEZ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GOMEZ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JAVIER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SANTIAGO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9</w:t>
            </w:r>
          </w:p>
        </w:tc>
      </w:tr>
      <w:tr w:rsidR="00D51FA4" w:rsidRPr="00412E2A" w:rsidTr="00D51FA4">
        <w:trPr>
          <w:trHeight w:val="300"/>
        </w:trPr>
        <w:tc>
          <w:tcPr>
            <w:tcW w:w="10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1069256716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FA4" w:rsidRDefault="00D51FA4" w:rsidP="00412E2A">
            <w:pPr>
              <w:jc w:val="center"/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TI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INFANTE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RODRIGUEZ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CARLOS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FERNANDO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9</w:t>
            </w:r>
          </w:p>
        </w:tc>
      </w:tr>
      <w:tr w:rsidR="00D51FA4" w:rsidRPr="00412E2A" w:rsidTr="00D51FA4">
        <w:trPr>
          <w:trHeight w:val="300"/>
        </w:trPr>
        <w:tc>
          <w:tcPr>
            <w:tcW w:w="10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1069257212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FA4" w:rsidRDefault="00D51FA4" w:rsidP="00412E2A">
            <w:pPr>
              <w:jc w:val="center"/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TI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LOPEZ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CASTIBLANCO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LUNA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ALEJANDRA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8</w:t>
            </w:r>
          </w:p>
        </w:tc>
      </w:tr>
      <w:tr w:rsidR="00D51FA4" w:rsidRPr="00412E2A" w:rsidTr="00D51FA4">
        <w:trPr>
          <w:trHeight w:val="300"/>
        </w:trPr>
        <w:tc>
          <w:tcPr>
            <w:tcW w:w="10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1069256215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FA4" w:rsidRDefault="00D51FA4" w:rsidP="00412E2A">
            <w:pPr>
              <w:jc w:val="center"/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TI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MONTENEGRO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MEDINA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CRISTIAN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ANDRES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9</w:t>
            </w:r>
          </w:p>
        </w:tc>
      </w:tr>
      <w:tr w:rsidR="00D51FA4" w:rsidRPr="00412E2A" w:rsidTr="00D51FA4">
        <w:trPr>
          <w:trHeight w:val="300"/>
        </w:trPr>
        <w:tc>
          <w:tcPr>
            <w:tcW w:w="10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1007585766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FA4" w:rsidRDefault="00D51FA4" w:rsidP="00412E2A">
            <w:pPr>
              <w:jc w:val="center"/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TI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MORENO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LOBO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JHONATAN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ARLEY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11</w:t>
            </w:r>
          </w:p>
        </w:tc>
      </w:tr>
      <w:tr w:rsidR="00D51FA4" w:rsidRPr="00412E2A" w:rsidTr="00D51FA4">
        <w:trPr>
          <w:trHeight w:val="300"/>
        </w:trPr>
        <w:tc>
          <w:tcPr>
            <w:tcW w:w="105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FA4" w:rsidRPr="00412E2A" w:rsidRDefault="00D51FA4" w:rsidP="00D51FA4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GRADO 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1011325817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FA4" w:rsidRDefault="00D51FA4" w:rsidP="00412E2A">
            <w:pPr>
              <w:jc w:val="center"/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RC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CABEZAS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GUTIERREZ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EMERSON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ALONSO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4</w:t>
            </w:r>
          </w:p>
        </w:tc>
      </w:tr>
      <w:tr w:rsidR="00D51FA4" w:rsidRPr="00412E2A" w:rsidTr="00D51FA4">
        <w:trPr>
          <w:trHeight w:val="300"/>
        </w:trPr>
        <w:tc>
          <w:tcPr>
            <w:tcW w:w="10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1069260985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FA4" w:rsidRDefault="00D51FA4" w:rsidP="00412E2A">
            <w:pPr>
              <w:jc w:val="center"/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RC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CASAS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QUEVEDO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LUIS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FERNEI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4</w:t>
            </w:r>
          </w:p>
        </w:tc>
      </w:tr>
      <w:tr w:rsidR="00D51FA4" w:rsidRPr="00412E2A" w:rsidTr="00D51FA4">
        <w:trPr>
          <w:trHeight w:val="300"/>
        </w:trPr>
        <w:tc>
          <w:tcPr>
            <w:tcW w:w="10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1072192405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FA4" w:rsidRDefault="00D51FA4" w:rsidP="00412E2A">
            <w:pPr>
              <w:jc w:val="center"/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RC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CASTRO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RUIZ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JEFERSON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4</w:t>
            </w:r>
          </w:p>
        </w:tc>
      </w:tr>
      <w:tr w:rsidR="00D51FA4" w:rsidRPr="00412E2A" w:rsidTr="00D51FA4">
        <w:trPr>
          <w:trHeight w:val="300"/>
        </w:trPr>
        <w:tc>
          <w:tcPr>
            <w:tcW w:w="10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1025145612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FA4" w:rsidRDefault="00D51FA4" w:rsidP="00412E2A">
            <w:pPr>
              <w:jc w:val="center"/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RC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GOMEZ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CASTRO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JUAN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CAMILO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4</w:t>
            </w:r>
          </w:p>
        </w:tc>
      </w:tr>
      <w:tr w:rsidR="00D51FA4" w:rsidRPr="00412E2A" w:rsidTr="00D51FA4">
        <w:trPr>
          <w:trHeight w:val="300"/>
        </w:trPr>
        <w:tc>
          <w:tcPr>
            <w:tcW w:w="10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1069260013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FA4" w:rsidRDefault="00D51FA4" w:rsidP="00412E2A">
            <w:pPr>
              <w:jc w:val="center"/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RC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MARIN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GARCIA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NESTOR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5</w:t>
            </w:r>
          </w:p>
        </w:tc>
      </w:tr>
      <w:tr w:rsidR="00D51FA4" w:rsidRPr="00412E2A" w:rsidTr="00D51FA4">
        <w:trPr>
          <w:trHeight w:val="300"/>
        </w:trPr>
        <w:tc>
          <w:tcPr>
            <w:tcW w:w="10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1069260720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FA4" w:rsidRDefault="00D51FA4" w:rsidP="00412E2A">
            <w:pPr>
              <w:jc w:val="center"/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RC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MONTENEGRO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MEDINA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KAREN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YOHANNA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4</w:t>
            </w:r>
          </w:p>
        </w:tc>
      </w:tr>
      <w:tr w:rsidR="00D51FA4" w:rsidRPr="00412E2A" w:rsidTr="00D51FA4">
        <w:trPr>
          <w:trHeight w:val="300"/>
        </w:trPr>
        <w:tc>
          <w:tcPr>
            <w:tcW w:w="10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1069260832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FA4" w:rsidRDefault="00D51FA4" w:rsidP="00412E2A">
            <w:pPr>
              <w:jc w:val="center"/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RC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MONTENEGRO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RODRIGUEZ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DANNA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MICHEL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4</w:t>
            </w:r>
          </w:p>
        </w:tc>
      </w:tr>
      <w:tr w:rsidR="00D51FA4" w:rsidRPr="00412E2A" w:rsidTr="00D51FA4">
        <w:trPr>
          <w:trHeight w:val="300"/>
        </w:trPr>
        <w:tc>
          <w:tcPr>
            <w:tcW w:w="10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1069260962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FA4" w:rsidRDefault="00D51FA4" w:rsidP="00412E2A">
            <w:pPr>
              <w:jc w:val="center"/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RC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QUEVEDO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ALONSO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YEFERSON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YESID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4</w:t>
            </w:r>
          </w:p>
        </w:tc>
      </w:tr>
      <w:tr w:rsidR="00D51FA4" w:rsidRPr="00412E2A" w:rsidTr="00D51FA4">
        <w:trPr>
          <w:trHeight w:val="300"/>
        </w:trPr>
        <w:tc>
          <w:tcPr>
            <w:tcW w:w="10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1077145423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FA4" w:rsidRDefault="00D51FA4" w:rsidP="00412E2A">
            <w:pPr>
              <w:jc w:val="center"/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RC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QUEVEDO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BARRERO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MARIA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ALEJANDRA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4</w:t>
            </w:r>
          </w:p>
        </w:tc>
      </w:tr>
      <w:tr w:rsidR="00D51FA4" w:rsidRPr="00412E2A" w:rsidTr="00D51FA4">
        <w:trPr>
          <w:trHeight w:val="300"/>
        </w:trPr>
        <w:tc>
          <w:tcPr>
            <w:tcW w:w="10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1077146088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FA4" w:rsidRDefault="00D51FA4" w:rsidP="00412E2A">
            <w:pPr>
              <w:jc w:val="center"/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RC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SAAVEDRA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LADINO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KAROL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TATIANA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3</w:t>
            </w:r>
          </w:p>
        </w:tc>
      </w:tr>
      <w:tr w:rsidR="00D51FA4" w:rsidRPr="00412E2A" w:rsidTr="00D51FA4">
        <w:trPr>
          <w:trHeight w:val="300"/>
        </w:trPr>
        <w:tc>
          <w:tcPr>
            <w:tcW w:w="105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FA4" w:rsidRPr="00412E2A" w:rsidRDefault="00D51FA4" w:rsidP="00D51FA4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PRIMERO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1069260166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FA4" w:rsidRDefault="00D51FA4" w:rsidP="00412E2A">
            <w:pPr>
              <w:jc w:val="center"/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RC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CABEZAS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GUTIERREZ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DULLY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LORENA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5</w:t>
            </w:r>
          </w:p>
        </w:tc>
      </w:tr>
      <w:tr w:rsidR="00D51FA4" w:rsidRPr="00412E2A" w:rsidTr="00D51FA4">
        <w:trPr>
          <w:trHeight w:val="300"/>
        </w:trPr>
        <w:tc>
          <w:tcPr>
            <w:tcW w:w="10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1069258033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FA4" w:rsidRDefault="00D51FA4" w:rsidP="00412E2A">
            <w:pPr>
              <w:jc w:val="center"/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RC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FERNANDEZ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MARIN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YULY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TATIANA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7</w:t>
            </w:r>
          </w:p>
        </w:tc>
      </w:tr>
      <w:tr w:rsidR="00D51FA4" w:rsidRPr="00412E2A" w:rsidTr="00D51FA4">
        <w:trPr>
          <w:trHeight w:val="300"/>
        </w:trPr>
        <w:tc>
          <w:tcPr>
            <w:tcW w:w="10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1069260230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FA4" w:rsidRDefault="00D51FA4" w:rsidP="00412E2A">
            <w:pPr>
              <w:jc w:val="center"/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RC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MALAGON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GUTIERREZ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KRISTEL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JULIANA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6</w:t>
            </w:r>
          </w:p>
        </w:tc>
      </w:tr>
      <w:tr w:rsidR="00D51FA4" w:rsidRPr="00412E2A" w:rsidTr="00D51FA4">
        <w:trPr>
          <w:trHeight w:val="300"/>
        </w:trPr>
        <w:tc>
          <w:tcPr>
            <w:tcW w:w="10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1069257206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FA4" w:rsidRDefault="00D51FA4" w:rsidP="00412E2A">
            <w:pPr>
              <w:jc w:val="center"/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TI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MARIN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GARCIA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ALEXANDER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8</w:t>
            </w:r>
          </w:p>
        </w:tc>
      </w:tr>
      <w:tr w:rsidR="00D51FA4" w:rsidRPr="00412E2A" w:rsidTr="00D51FA4">
        <w:trPr>
          <w:trHeight w:val="300"/>
        </w:trPr>
        <w:tc>
          <w:tcPr>
            <w:tcW w:w="105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FA4" w:rsidRPr="00412E2A" w:rsidRDefault="00D51FA4" w:rsidP="00D51FA4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QUINTO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1193523767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FA4" w:rsidRDefault="00D51FA4" w:rsidP="00412E2A">
            <w:pPr>
              <w:jc w:val="center"/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TI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CAMERO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QUEVEDO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JUAN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ESTEBAN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9</w:t>
            </w:r>
          </w:p>
        </w:tc>
      </w:tr>
      <w:tr w:rsidR="00D51FA4" w:rsidRPr="00412E2A" w:rsidTr="00D51FA4">
        <w:trPr>
          <w:trHeight w:val="300"/>
        </w:trPr>
        <w:tc>
          <w:tcPr>
            <w:tcW w:w="10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1069156082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FA4" w:rsidRDefault="00D51FA4" w:rsidP="00412E2A">
            <w:pPr>
              <w:jc w:val="center"/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TI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CASAS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QUEVEDO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EDUAR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FABIAN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9</w:t>
            </w:r>
          </w:p>
        </w:tc>
      </w:tr>
      <w:tr w:rsidR="00D51FA4" w:rsidRPr="00412E2A" w:rsidTr="00D51FA4">
        <w:trPr>
          <w:trHeight w:val="300"/>
        </w:trPr>
        <w:tc>
          <w:tcPr>
            <w:tcW w:w="10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1007586108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FA4" w:rsidRDefault="00D51FA4" w:rsidP="00412E2A">
            <w:pPr>
              <w:jc w:val="center"/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TI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DIAZ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MELO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KAROL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JOHANA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9</w:t>
            </w:r>
          </w:p>
        </w:tc>
      </w:tr>
      <w:tr w:rsidR="00D51FA4" w:rsidRPr="00412E2A" w:rsidTr="00D51FA4">
        <w:trPr>
          <w:trHeight w:val="300"/>
        </w:trPr>
        <w:tc>
          <w:tcPr>
            <w:tcW w:w="10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1069256434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FA4" w:rsidRDefault="00D51FA4" w:rsidP="00412E2A">
            <w:pPr>
              <w:jc w:val="center"/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TI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DIAZ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QUEVEDO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DEISY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VIVIANA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</w:t>
            </w:r>
          </w:p>
        </w:tc>
      </w:tr>
      <w:tr w:rsidR="00D51FA4" w:rsidRPr="00412E2A" w:rsidTr="00D51FA4">
        <w:trPr>
          <w:trHeight w:val="300"/>
        </w:trPr>
        <w:tc>
          <w:tcPr>
            <w:tcW w:w="10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1069261792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FA4" w:rsidRDefault="00D51FA4" w:rsidP="00412E2A">
            <w:pPr>
              <w:jc w:val="center"/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TI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DIAZ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QUEVEDO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LEIDY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LORENA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11</w:t>
            </w:r>
          </w:p>
        </w:tc>
      </w:tr>
      <w:tr w:rsidR="00D51FA4" w:rsidRPr="00412E2A" w:rsidTr="00D51FA4">
        <w:trPr>
          <w:trHeight w:val="300"/>
        </w:trPr>
        <w:tc>
          <w:tcPr>
            <w:tcW w:w="10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1007445156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FA4" w:rsidRDefault="00D51FA4" w:rsidP="00412E2A">
            <w:pPr>
              <w:jc w:val="center"/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TI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GOMEZ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GOMEZ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DIEGO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GERMAN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11</w:t>
            </w:r>
          </w:p>
        </w:tc>
      </w:tr>
      <w:tr w:rsidR="00D51FA4" w:rsidRPr="00412E2A" w:rsidTr="00D51FA4">
        <w:trPr>
          <w:trHeight w:val="300"/>
        </w:trPr>
        <w:tc>
          <w:tcPr>
            <w:tcW w:w="10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1007498434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FA4" w:rsidRDefault="00D51FA4" w:rsidP="00412E2A">
            <w:pPr>
              <w:jc w:val="center"/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TI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LOPEZ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CASTIBLANCO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CAMILO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ESTEBAN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9</w:t>
            </w:r>
          </w:p>
        </w:tc>
      </w:tr>
      <w:tr w:rsidR="00D51FA4" w:rsidRPr="00412E2A" w:rsidTr="00D51FA4">
        <w:trPr>
          <w:trHeight w:val="300"/>
        </w:trPr>
        <w:tc>
          <w:tcPr>
            <w:tcW w:w="10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1007585790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FA4" w:rsidRDefault="00D51FA4" w:rsidP="00412E2A">
            <w:pPr>
              <w:jc w:val="center"/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TI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MONTENEGRO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MEDINA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PAULA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ANDREA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</w:t>
            </w:r>
          </w:p>
        </w:tc>
      </w:tr>
      <w:tr w:rsidR="00D51FA4" w:rsidRPr="00412E2A" w:rsidTr="00D51FA4">
        <w:trPr>
          <w:trHeight w:val="300"/>
        </w:trPr>
        <w:tc>
          <w:tcPr>
            <w:tcW w:w="10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1007498133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FA4" w:rsidRDefault="00D51FA4" w:rsidP="00412E2A">
            <w:pPr>
              <w:jc w:val="center"/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TI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NAVARRETE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GARZON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JHON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ALEJANDRO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12</w:t>
            </w:r>
          </w:p>
        </w:tc>
      </w:tr>
      <w:tr w:rsidR="00D51FA4" w:rsidRPr="00412E2A" w:rsidTr="00D51FA4">
        <w:trPr>
          <w:trHeight w:val="300"/>
        </w:trPr>
        <w:tc>
          <w:tcPr>
            <w:tcW w:w="10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1003826071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FA4" w:rsidRDefault="00D51FA4" w:rsidP="00412E2A">
            <w:pPr>
              <w:jc w:val="center"/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TI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QUEVEDO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ALONSO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EDUAR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ENRIQUE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</w:t>
            </w:r>
          </w:p>
        </w:tc>
      </w:tr>
      <w:tr w:rsidR="00D51FA4" w:rsidRPr="00412E2A" w:rsidTr="00D51FA4">
        <w:trPr>
          <w:trHeight w:val="300"/>
        </w:trPr>
        <w:tc>
          <w:tcPr>
            <w:tcW w:w="10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1003913542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FA4" w:rsidRDefault="00D51FA4" w:rsidP="00412E2A">
            <w:pPr>
              <w:jc w:val="center"/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TI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QUEVEDO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BARRERO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GINA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MARCELA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9</w:t>
            </w:r>
          </w:p>
        </w:tc>
      </w:tr>
      <w:tr w:rsidR="00D51FA4" w:rsidRPr="00412E2A" w:rsidTr="00D51FA4">
        <w:trPr>
          <w:trHeight w:val="300"/>
        </w:trPr>
        <w:tc>
          <w:tcPr>
            <w:tcW w:w="10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1069256023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FA4" w:rsidRDefault="00D51FA4" w:rsidP="00412E2A">
            <w:pPr>
              <w:jc w:val="center"/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TI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RODRIGUEZ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INFANTE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ADRIANA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9</w:t>
            </w:r>
          </w:p>
        </w:tc>
      </w:tr>
      <w:tr w:rsidR="00D51FA4" w:rsidRPr="00412E2A" w:rsidTr="00D51FA4">
        <w:trPr>
          <w:trHeight w:val="300"/>
        </w:trPr>
        <w:tc>
          <w:tcPr>
            <w:tcW w:w="10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1069256080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FA4" w:rsidRDefault="00D51FA4" w:rsidP="00412E2A">
            <w:pPr>
              <w:jc w:val="center"/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TI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SEGURA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PARRA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INGRID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YULIETH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9</w:t>
            </w:r>
          </w:p>
        </w:tc>
      </w:tr>
      <w:tr w:rsidR="00D51FA4" w:rsidRPr="00412E2A" w:rsidTr="00D51FA4">
        <w:trPr>
          <w:trHeight w:val="300"/>
        </w:trPr>
        <w:tc>
          <w:tcPr>
            <w:tcW w:w="10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1000575446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FA4" w:rsidRDefault="00D51FA4" w:rsidP="00412E2A">
            <w:pPr>
              <w:jc w:val="center"/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TI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VANEGAS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GOMEZ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KATHERINE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</w:t>
            </w:r>
          </w:p>
        </w:tc>
      </w:tr>
      <w:tr w:rsidR="00D51FA4" w:rsidRPr="00412E2A" w:rsidTr="00D51FA4">
        <w:trPr>
          <w:trHeight w:val="300"/>
        </w:trPr>
        <w:tc>
          <w:tcPr>
            <w:tcW w:w="105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SEGUNDO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1108206191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FA4" w:rsidRPr="00412E2A" w:rsidRDefault="00D51FA4" w:rsidP="00412E2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RC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CASTRO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RUIZ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HECTOR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FABIAN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6</w:t>
            </w:r>
          </w:p>
        </w:tc>
      </w:tr>
      <w:tr w:rsidR="00D51FA4" w:rsidRPr="00412E2A" w:rsidTr="00D51FA4">
        <w:trPr>
          <w:trHeight w:val="300"/>
        </w:trPr>
        <w:tc>
          <w:tcPr>
            <w:tcW w:w="10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1108206245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FA4" w:rsidRPr="00412E2A" w:rsidRDefault="00D51FA4" w:rsidP="00412E2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TI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CASTRO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RUIZ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MARTHA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LILIANA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8</w:t>
            </w:r>
          </w:p>
        </w:tc>
      </w:tr>
      <w:tr w:rsidR="00D51FA4" w:rsidRPr="00412E2A" w:rsidTr="00D51FA4">
        <w:trPr>
          <w:trHeight w:val="300"/>
        </w:trPr>
        <w:tc>
          <w:tcPr>
            <w:tcW w:w="10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39299433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FA4" w:rsidRDefault="00D51FA4" w:rsidP="00412E2A">
            <w:pPr>
              <w:jc w:val="center"/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RC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MONDRAGON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JUEZ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DANIEL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ESTEBAN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7</w:t>
            </w:r>
          </w:p>
        </w:tc>
      </w:tr>
      <w:tr w:rsidR="00D51FA4" w:rsidRPr="00412E2A" w:rsidTr="00D51FA4">
        <w:trPr>
          <w:trHeight w:val="300"/>
        </w:trPr>
        <w:tc>
          <w:tcPr>
            <w:tcW w:w="10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1069258691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FA4" w:rsidRDefault="00D51FA4" w:rsidP="00412E2A">
            <w:pPr>
              <w:jc w:val="center"/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RC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MONTENEGRO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MEDINA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JESICA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NATALIA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6</w:t>
            </w:r>
          </w:p>
        </w:tc>
      </w:tr>
      <w:tr w:rsidR="00D51FA4" w:rsidRPr="00412E2A" w:rsidTr="00D51FA4">
        <w:trPr>
          <w:trHeight w:val="300"/>
        </w:trPr>
        <w:tc>
          <w:tcPr>
            <w:tcW w:w="10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1069258085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FA4" w:rsidRPr="00412E2A" w:rsidRDefault="00D51FA4" w:rsidP="00412E2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TI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QUEVEDO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MEDINA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LAURA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VALENTINA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8</w:t>
            </w:r>
          </w:p>
        </w:tc>
      </w:tr>
      <w:tr w:rsidR="00D51FA4" w:rsidRPr="00412E2A" w:rsidTr="00D51FA4">
        <w:trPr>
          <w:trHeight w:val="300"/>
        </w:trPr>
        <w:tc>
          <w:tcPr>
            <w:tcW w:w="10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1072650792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FA4" w:rsidRPr="00412E2A" w:rsidRDefault="00D51FA4" w:rsidP="00412E2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RC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QUEVEDO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MONCADA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ROBINSON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FABIAN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6</w:t>
            </w:r>
          </w:p>
        </w:tc>
      </w:tr>
      <w:tr w:rsidR="00D51FA4" w:rsidRPr="00412E2A" w:rsidTr="00D51FA4">
        <w:trPr>
          <w:trHeight w:val="300"/>
        </w:trPr>
        <w:tc>
          <w:tcPr>
            <w:tcW w:w="105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FA4" w:rsidRPr="00412E2A" w:rsidRDefault="00D51FA4" w:rsidP="00D51FA4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TERCERO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1077142795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FA4" w:rsidRDefault="00D51FA4" w:rsidP="00412E2A">
            <w:pPr>
              <w:jc w:val="center"/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TI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CELEMIN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RUBIANO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OMAR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DAVID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8</w:t>
            </w:r>
          </w:p>
        </w:tc>
      </w:tr>
      <w:tr w:rsidR="00D51FA4" w:rsidRPr="00412E2A" w:rsidTr="00D51FA4">
        <w:trPr>
          <w:trHeight w:val="300"/>
        </w:trPr>
        <w:tc>
          <w:tcPr>
            <w:tcW w:w="10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FA4" w:rsidRPr="00412E2A" w:rsidRDefault="00D51FA4" w:rsidP="00D51FA4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1069257874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FA4" w:rsidRDefault="00D51FA4" w:rsidP="00412E2A">
            <w:pPr>
              <w:jc w:val="center"/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TI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GUTIERREZ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QUEVEDO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EDGAR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ALEXANDER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7</w:t>
            </w:r>
          </w:p>
        </w:tc>
      </w:tr>
      <w:tr w:rsidR="00D51FA4" w:rsidRPr="00412E2A" w:rsidTr="00D51FA4">
        <w:trPr>
          <w:trHeight w:val="300"/>
        </w:trPr>
        <w:tc>
          <w:tcPr>
            <w:tcW w:w="10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FA4" w:rsidRPr="00412E2A" w:rsidRDefault="00D51FA4" w:rsidP="00D51FA4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1069256961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FA4" w:rsidRDefault="00D51FA4" w:rsidP="00412E2A">
            <w:pPr>
              <w:jc w:val="center"/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TI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MEDINA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RUBIANO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LUISA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FERNANDA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8</w:t>
            </w:r>
          </w:p>
        </w:tc>
      </w:tr>
      <w:tr w:rsidR="00D51FA4" w:rsidRPr="00412E2A" w:rsidTr="00D51FA4">
        <w:trPr>
          <w:trHeight w:val="300"/>
        </w:trPr>
        <w:tc>
          <w:tcPr>
            <w:tcW w:w="10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FA4" w:rsidRPr="00412E2A" w:rsidRDefault="00D51FA4" w:rsidP="00D51FA4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1069257665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FA4" w:rsidRDefault="00D51FA4" w:rsidP="00412E2A">
            <w:pPr>
              <w:jc w:val="center"/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TI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MONTENEGRO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DIAZ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ANGIE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TATIANA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8</w:t>
            </w:r>
          </w:p>
        </w:tc>
      </w:tr>
      <w:tr w:rsidR="00D51FA4" w:rsidRPr="00412E2A" w:rsidTr="00D51FA4">
        <w:trPr>
          <w:trHeight w:val="300"/>
        </w:trPr>
        <w:tc>
          <w:tcPr>
            <w:tcW w:w="10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FA4" w:rsidRPr="00412E2A" w:rsidRDefault="00D51FA4" w:rsidP="00D51FA4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1077142982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FA4" w:rsidRDefault="00D51FA4" w:rsidP="00412E2A">
            <w:pPr>
              <w:jc w:val="center"/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TI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QUEVEDO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BARRERO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MARIA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FERNANDA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8</w:t>
            </w:r>
          </w:p>
        </w:tc>
      </w:tr>
      <w:tr w:rsidR="00D51FA4" w:rsidRPr="00412E2A" w:rsidTr="00D51FA4">
        <w:trPr>
          <w:trHeight w:val="300"/>
        </w:trPr>
        <w:tc>
          <w:tcPr>
            <w:tcW w:w="10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FA4" w:rsidRPr="00412E2A" w:rsidRDefault="00D51FA4" w:rsidP="00D51FA4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1069256335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FA4" w:rsidRDefault="00D51FA4" w:rsidP="00412E2A">
            <w:pPr>
              <w:jc w:val="center"/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TI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QUEVEDO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MEDINA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JAVIER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EDUARDO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</w:t>
            </w:r>
          </w:p>
        </w:tc>
      </w:tr>
      <w:tr w:rsidR="00D51FA4" w:rsidRPr="00412E2A" w:rsidTr="00D51FA4">
        <w:trPr>
          <w:trHeight w:val="300"/>
        </w:trPr>
        <w:tc>
          <w:tcPr>
            <w:tcW w:w="10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FA4" w:rsidRPr="00412E2A" w:rsidRDefault="00D51FA4" w:rsidP="00D51FA4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1069257961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FA4" w:rsidRDefault="00D51FA4" w:rsidP="00412E2A">
            <w:pPr>
              <w:jc w:val="center"/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TI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QUEVEDO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RAMIREZ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HUGO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ALEXANDER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7</w:t>
            </w:r>
          </w:p>
        </w:tc>
      </w:tr>
      <w:tr w:rsidR="00D51FA4" w:rsidRPr="00412E2A" w:rsidTr="00D51FA4">
        <w:trPr>
          <w:trHeight w:val="300"/>
        </w:trPr>
        <w:tc>
          <w:tcPr>
            <w:tcW w:w="10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FA4" w:rsidRPr="00412E2A" w:rsidRDefault="00D51FA4" w:rsidP="00D51FA4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1069257819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FA4" w:rsidRDefault="00D51FA4" w:rsidP="00412E2A">
            <w:pPr>
              <w:jc w:val="center"/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TI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RIVERA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RUBIANO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KAREN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YISELA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7</w:t>
            </w:r>
          </w:p>
        </w:tc>
      </w:tr>
      <w:tr w:rsidR="00D51FA4" w:rsidRPr="00412E2A" w:rsidTr="00D51FA4">
        <w:trPr>
          <w:trHeight w:val="300"/>
        </w:trPr>
        <w:tc>
          <w:tcPr>
            <w:tcW w:w="10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FA4" w:rsidRPr="00412E2A" w:rsidRDefault="00D51FA4" w:rsidP="00D51FA4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1003487973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FA4" w:rsidRDefault="00D51FA4" w:rsidP="00412E2A">
            <w:pPr>
              <w:jc w:val="center"/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TI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YEPES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MARIN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YEISON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FERNANDO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11</w:t>
            </w:r>
          </w:p>
        </w:tc>
      </w:tr>
      <w:tr w:rsidR="00D51FA4" w:rsidRPr="00412E2A" w:rsidTr="00D51FA4">
        <w:trPr>
          <w:trHeight w:val="300"/>
        </w:trPr>
        <w:tc>
          <w:tcPr>
            <w:tcW w:w="10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FA4" w:rsidRPr="00412E2A" w:rsidRDefault="00D51FA4" w:rsidP="00D51FA4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1076738115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FA4" w:rsidRPr="00412E2A" w:rsidRDefault="00D51FA4" w:rsidP="00412E2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RC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ZAMBRANO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MESTIZO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JUAN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SEBASTIAN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FA4" w:rsidRPr="00412E2A" w:rsidRDefault="00D51FA4" w:rsidP="00412E2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412E2A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7</w:t>
            </w:r>
          </w:p>
        </w:tc>
      </w:tr>
    </w:tbl>
    <w:p w:rsidR="00412E2A" w:rsidRDefault="00412E2A" w:rsidP="00356954">
      <w:pPr>
        <w:jc w:val="center"/>
        <w:rPr>
          <w:rFonts w:ascii="Courier New" w:hAnsi="Courier New" w:cs="Courier New"/>
          <w:b/>
          <w:bCs/>
          <w:sz w:val="36"/>
        </w:rPr>
      </w:pPr>
    </w:p>
    <w:p w:rsidR="006D52CF" w:rsidRDefault="006D52CF" w:rsidP="00356954">
      <w:pPr>
        <w:jc w:val="center"/>
        <w:rPr>
          <w:rFonts w:ascii="Courier New" w:hAnsi="Courier New" w:cs="Courier New"/>
          <w:b/>
          <w:bCs/>
          <w:sz w:val="36"/>
        </w:rPr>
      </w:pPr>
    </w:p>
    <w:p w:rsidR="006D52CF" w:rsidRDefault="006D52CF" w:rsidP="00356954">
      <w:pPr>
        <w:jc w:val="center"/>
        <w:rPr>
          <w:rFonts w:ascii="Courier New" w:hAnsi="Courier New" w:cs="Courier New"/>
          <w:b/>
          <w:bCs/>
          <w:sz w:val="36"/>
        </w:rPr>
      </w:pPr>
    </w:p>
    <w:p w:rsidR="006D52CF" w:rsidRDefault="006D52CF" w:rsidP="00356954">
      <w:pPr>
        <w:jc w:val="center"/>
        <w:rPr>
          <w:rFonts w:ascii="Courier New" w:hAnsi="Courier New" w:cs="Courier New"/>
          <w:b/>
          <w:bCs/>
          <w:sz w:val="36"/>
        </w:rPr>
      </w:pPr>
    </w:p>
    <w:p w:rsidR="00D51FA4" w:rsidRDefault="00D51FA4" w:rsidP="00356954">
      <w:pPr>
        <w:jc w:val="center"/>
        <w:rPr>
          <w:rFonts w:ascii="Courier New" w:hAnsi="Courier New" w:cs="Courier New"/>
          <w:b/>
          <w:bCs/>
          <w:sz w:val="36"/>
        </w:rPr>
      </w:pPr>
    </w:p>
    <w:p w:rsidR="00D51FA4" w:rsidRDefault="00D51FA4" w:rsidP="00356954">
      <w:pPr>
        <w:jc w:val="center"/>
        <w:rPr>
          <w:rFonts w:ascii="Courier New" w:hAnsi="Courier New" w:cs="Courier New"/>
          <w:b/>
          <w:bCs/>
          <w:sz w:val="36"/>
        </w:rPr>
      </w:pPr>
    </w:p>
    <w:p w:rsidR="00D51FA4" w:rsidRDefault="00D51FA4" w:rsidP="00356954">
      <w:pPr>
        <w:jc w:val="center"/>
        <w:rPr>
          <w:rFonts w:ascii="Courier New" w:hAnsi="Courier New" w:cs="Courier New"/>
          <w:b/>
          <w:bCs/>
          <w:sz w:val="36"/>
        </w:rPr>
      </w:pPr>
    </w:p>
    <w:p w:rsidR="00D51FA4" w:rsidRDefault="00D51FA4" w:rsidP="00356954">
      <w:pPr>
        <w:jc w:val="center"/>
        <w:rPr>
          <w:rFonts w:ascii="Courier New" w:hAnsi="Courier New" w:cs="Courier New"/>
          <w:b/>
          <w:bCs/>
          <w:sz w:val="36"/>
        </w:rPr>
      </w:pPr>
    </w:p>
    <w:p w:rsidR="00D51FA4" w:rsidRDefault="00D51FA4" w:rsidP="00356954">
      <w:pPr>
        <w:jc w:val="center"/>
        <w:rPr>
          <w:rFonts w:ascii="Courier New" w:hAnsi="Courier New" w:cs="Courier New"/>
          <w:b/>
          <w:bCs/>
          <w:sz w:val="36"/>
        </w:rPr>
      </w:pPr>
    </w:p>
    <w:p w:rsidR="00D51FA4" w:rsidRDefault="00D51FA4" w:rsidP="00356954">
      <w:pPr>
        <w:jc w:val="center"/>
        <w:rPr>
          <w:rFonts w:ascii="Courier New" w:hAnsi="Courier New" w:cs="Courier New"/>
          <w:b/>
          <w:bCs/>
          <w:sz w:val="36"/>
        </w:rPr>
      </w:pPr>
    </w:p>
    <w:p w:rsidR="00D51FA4" w:rsidRDefault="00D51FA4" w:rsidP="00356954">
      <w:pPr>
        <w:jc w:val="center"/>
        <w:rPr>
          <w:rFonts w:ascii="Courier New" w:hAnsi="Courier New" w:cs="Courier New"/>
          <w:b/>
          <w:bCs/>
          <w:sz w:val="36"/>
        </w:rPr>
      </w:pPr>
    </w:p>
    <w:p w:rsidR="00D51FA4" w:rsidRDefault="00D51FA4" w:rsidP="00356954">
      <w:pPr>
        <w:jc w:val="center"/>
        <w:rPr>
          <w:rFonts w:ascii="Courier New" w:hAnsi="Courier New" w:cs="Courier New"/>
          <w:b/>
          <w:bCs/>
          <w:sz w:val="36"/>
        </w:rPr>
      </w:pPr>
    </w:p>
    <w:p w:rsidR="00D51FA4" w:rsidRDefault="00D51FA4" w:rsidP="00356954">
      <w:pPr>
        <w:jc w:val="center"/>
        <w:rPr>
          <w:rFonts w:ascii="Courier New" w:hAnsi="Courier New" w:cs="Courier New"/>
          <w:b/>
          <w:bCs/>
          <w:sz w:val="36"/>
        </w:rPr>
      </w:pPr>
    </w:p>
    <w:p w:rsidR="00E859F2" w:rsidRDefault="00E859F2" w:rsidP="00356954">
      <w:pPr>
        <w:jc w:val="center"/>
        <w:rPr>
          <w:rFonts w:ascii="Courier New" w:hAnsi="Courier New" w:cs="Courier New"/>
          <w:b/>
          <w:bCs/>
          <w:sz w:val="36"/>
        </w:rPr>
      </w:pPr>
    </w:p>
    <w:p w:rsidR="00E859F2" w:rsidRDefault="00E859F2" w:rsidP="00356954">
      <w:pPr>
        <w:jc w:val="center"/>
        <w:rPr>
          <w:rFonts w:ascii="Courier New" w:hAnsi="Courier New" w:cs="Courier New"/>
          <w:b/>
          <w:bCs/>
          <w:sz w:val="36"/>
        </w:rPr>
      </w:pPr>
    </w:p>
    <w:p w:rsidR="00E859F2" w:rsidRDefault="00E859F2" w:rsidP="00356954">
      <w:pPr>
        <w:jc w:val="center"/>
        <w:rPr>
          <w:rFonts w:ascii="Courier New" w:hAnsi="Courier New" w:cs="Courier New"/>
          <w:b/>
          <w:bCs/>
          <w:sz w:val="36"/>
        </w:rPr>
      </w:pPr>
    </w:p>
    <w:p w:rsidR="00E859F2" w:rsidRDefault="00E859F2" w:rsidP="00356954">
      <w:pPr>
        <w:jc w:val="center"/>
        <w:rPr>
          <w:rFonts w:ascii="Courier New" w:hAnsi="Courier New" w:cs="Courier New"/>
          <w:b/>
          <w:bCs/>
          <w:sz w:val="36"/>
        </w:rPr>
      </w:pPr>
    </w:p>
    <w:p w:rsidR="00D51FA4" w:rsidRDefault="00D51FA4" w:rsidP="00356954">
      <w:pPr>
        <w:jc w:val="center"/>
        <w:rPr>
          <w:rFonts w:ascii="Courier New" w:hAnsi="Courier New" w:cs="Courier New"/>
          <w:b/>
          <w:bCs/>
          <w:sz w:val="36"/>
        </w:rPr>
      </w:pPr>
    </w:p>
    <w:p w:rsidR="005A24E1" w:rsidRPr="00F86108" w:rsidRDefault="005A24E1" w:rsidP="005A24E1">
      <w:pPr>
        <w:tabs>
          <w:tab w:val="left" w:pos="1515"/>
          <w:tab w:val="left" w:pos="2694"/>
        </w:tabs>
        <w:jc w:val="both"/>
        <w:rPr>
          <w:sz w:val="32"/>
        </w:rPr>
      </w:pPr>
      <w:r w:rsidRPr="00F86108"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>SEDE</w:t>
      </w:r>
      <w:r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>:</w:t>
      </w:r>
      <w:r w:rsidRPr="00F86108"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ab/>
      </w:r>
      <w:r w:rsidRPr="00F86108"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ab/>
      </w:r>
      <w:r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ab/>
      </w:r>
      <w:r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ab/>
      </w:r>
      <w:r>
        <w:rPr>
          <w:rFonts w:ascii="Calibri" w:hAnsi="Calibri"/>
          <w:color w:val="000000"/>
          <w:sz w:val="28"/>
          <w:szCs w:val="22"/>
          <w:lang w:val="es-CO" w:eastAsia="es-CO"/>
        </w:rPr>
        <w:t>RETIRO DE INDIOS</w:t>
      </w:r>
    </w:p>
    <w:p w:rsidR="005A24E1" w:rsidRPr="00F86108" w:rsidRDefault="005A24E1" w:rsidP="005A24E1">
      <w:pPr>
        <w:tabs>
          <w:tab w:val="left" w:pos="1515"/>
          <w:tab w:val="left" w:pos="2694"/>
        </w:tabs>
        <w:jc w:val="both"/>
        <w:rPr>
          <w:sz w:val="32"/>
        </w:rPr>
      </w:pPr>
      <w:r w:rsidRPr="00F86108"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>CONSECUTIVO</w:t>
      </w:r>
      <w:r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>:</w:t>
      </w:r>
      <w:r w:rsidRPr="00F86108"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ab/>
      </w:r>
      <w:r w:rsidRPr="00F86108"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ab/>
      </w:r>
      <w:r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ab/>
      </w:r>
      <w:r w:rsidRPr="00F86108">
        <w:rPr>
          <w:rFonts w:ascii="Calibri" w:hAnsi="Calibri"/>
          <w:color w:val="000000"/>
          <w:sz w:val="28"/>
          <w:szCs w:val="22"/>
          <w:lang w:val="es-CO" w:eastAsia="es-CO"/>
        </w:rPr>
        <w:t>125183000320</w:t>
      </w:r>
      <w:r>
        <w:rPr>
          <w:rFonts w:ascii="Calibri" w:hAnsi="Calibri"/>
          <w:color w:val="000000"/>
          <w:sz w:val="28"/>
          <w:szCs w:val="22"/>
          <w:lang w:val="es-CO" w:eastAsia="es-CO"/>
        </w:rPr>
        <w:t>13</w:t>
      </w:r>
    </w:p>
    <w:p w:rsidR="005A24E1" w:rsidRDefault="005A24E1" w:rsidP="005A24E1">
      <w:pPr>
        <w:tabs>
          <w:tab w:val="left" w:pos="1515"/>
          <w:tab w:val="left" w:pos="2694"/>
        </w:tabs>
        <w:jc w:val="both"/>
        <w:rPr>
          <w:rFonts w:ascii="Calibri" w:hAnsi="Calibri"/>
          <w:color w:val="000000"/>
          <w:sz w:val="28"/>
          <w:szCs w:val="22"/>
          <w:lang w:val="es-CO" w:eastAsia="es-CO"/>
        </w:rPr>
      </w:pPr>
      <w:r w:rsidRPr="00F86108"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>DANE</w:t>
      </w:r>
      <w:r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>:</w:t>
      </w:r>
      <w:r w:rsidRPr="00F86108"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ab/>
      </w:r>
      <w:r w:rsidRPr="00F86108"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ab/>
      </w:r>
      <w:r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ab/>
      </w:r>
      <w:r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ab/>
      </w:r>
      <w:r>
        <w:rPr>
          <w:rFonts w:ascii="Calibri" w:hAnsi="Calibri"/>
          <w:color w:val="000000"/>
          <w:sz w:val="28"/>
          <w:szCs w:val="22"/>
          <w:lang w:val="es-CO" w:eastAsia="es-CO"/>
        </w:rPr>
        <w:t>5</w:t>
      </w:r>
      <w:r w:rsidRPr="00F86108">
        <w:rPr>
          <w:rFonts w:ascii="Calibri" w:hAnsi="Calibri"/>
          <w:color w:val="000000"/>
          <w:sz w:val="28"/>
          <w:szCs w:val="22"/>
          <w:lang w:val="es-CO" w:eastAsia="es-CO"/>
        </w:rPr>
        <w:t>25183000</w:t>
      </w:r>
      <w:r>
        <w:rPr>
          <w:rFonts w:ascii="Calibri" w:hAnsi="Calibri"/>
          <w:color w:val="000000"/>
          <w:sz w:val="28"/>
          <w:szCs w:val="22"/>
          <w:lang w:val="es-CO" w:eastAsia="es-CO"/>
        </w:rPr>
        <w:t>002</w:t>
      </w:r>
    </w:p>
    <w:p w:rsidR="005A24E1" w:rsidRDefault="005A24E1" w:rsidP="005A24E1">
      <w:pPr>
        <w:tabs>
          <w:tab w:val="left" w:pos="1515"/>
          <w:tab w:val="left" w:pos="2694"/>
        </w:tabs>
        <w:jc w:val="both"/>
        <w:rPr>
          <w:rFonts w:ascii="Calibri" w:hAnsi="Calibri"/>
          <w:b/>
          <w:bCs/>
          <w:color w:val="000000"/>
          <w:sz w:val="22"/>
          <w:szCs w:val="22"/>
          <w:lang w:val="es-CO" w:eastAsia="es-CO"/>
        </w:rPr>
      </w:pPr>
      <w:r w:rsidRPr="00F86108">
        <w:rPr>
          <w:rFonts w:ascii="Calibri" w:hAnsi="Calibri"/>
          <w:b/>
          <w:color w:val="000000"/>
          <w:sz w:val="28"/>
          <w:szCs w:val="22"/>
          <w:lang w:val="es-CO" w:eastAsia="es-CO"/>
        </w:rPr>
        <w:t>DOCENTE:</w:t>
      </w:r>
      <w:r>
        <w:rPr>
          <w:rFonts w:ascii="Calibri" w:hAnsi="Calibri"/>
          <w:color w:val="000000"/>
          <w:sz w:val="28"/>
          <w:szCs w:val="22"/>
          <w:lang w:val="es-CO" w:eastAsia="es-CO"/>
        </w:rPr>
        <w:tab/>
      </w:r>
      <w:r>
        <w:rPr>
          <w:rFonts w:ascii="Calibri" w:hAnsi="Calibri"/>
          <w:color w:val="000000"/>
          <w:sz w:val="28"/>
          <w:szCs w:val="22"/>
          <w:lang w:val="es-CO" w:eastAsia="es-CO"/>
        </w:rPr>
        <w:tab/>
      </w:r>
      <w:r>
        <w:rPr>
          <w:rFonts w:ascii="Calibri" w:hAnsi="Calibri"/>
          <w:color w:val="000000"/>
          <w:sz w:val="28"/>
          <w:szCs w:val="22"/>
          <w:lang w:val="es-CO" w:eastAsia="es-CO"/>
        </w:rPr>
        <w:tab/>
      </w:r>
      <w:r>
        <w:rPr>
          <w:rFonts w:ascii="Calibri" w:hAnsi="Calibri"/>
          <w:color w:val="000000"/>
          <w:sz w:val="28"/>
          <w:szCs w:val="22"/>
          <w:lang w:val="es-CO" w:eastAsia="es-CO"/>
        </w:rPr>
        <w:tab/>
        <w:t>GLADYS SARMIENTO RODRIGUEZ</w:t>
      </w:r>
    </w:p>
    <w:p w:rsidR="005A24E1" w:rsidRDefault="005A24E1" w:rsidP="00356954">
      <w:pPr>
        <w:jc w:val="center"/>
        <w:rPr>
          <w:rFonts w:ascii="Courier New" w:hAnsi="Courier New" w:cs="Courier New"/>
          <w:b/>
          <w:bCs/>
          <w:sz w:val="36"/>
        </w:rPr>
      </w:pPr>
    </w:p>
    <w:p w:rsidR="00D51FA4" w:rsidRDefault="00D51FA4" w:rsidP="00356954">
      <w:pPr>
        <w:jc w:val="center"/>
        <w:rPr>
          <w:rFonts w:ascii="Courier New" w:hAnsi="Courier New" w:cs="Courier New"/>
          <w:b/>
          <w:bCs/>
          <w:sz w:val="36"/>
        </w:rPr>
      </w:pPr>
    </w:p>
    <w:tbl>
      <w:tblPr>
        <w:tblW w:w="857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969"/>
        <w:gridCol w:w="1191"/>
        <w:gridCol w:w="574"/>
        <w:gridCol w:w="1142"/>
        <w:gridCol w:w="1371"/>
        <w:gridCol w:w="1531"/>
        <w:gridCol w:w="1134"/>
        <w:gridCol w:w="658"/>
      </w:tblGrid>
      <w:tr w:rsidR="005A24E1" w:rsidRPr="00E859F2" w:rsidTr="005A24E1">
        <w:trPr>
          <w:trHeight w:val="300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O" w:eastAsia="es-CO"/>
              </w:rPr>
              <w:t>GRADO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O" w:eastAsia="es-CO"/>
              </w:rPr>
              <w:t>DOC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4E1" w:rsidRPr="00E859F2" w:rsidRDefault="005A24E1" w:rsidP="005A24E1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O" w:eastAsia="es-CO"/>
              </w:rPr>
              <w:t>TIP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O" w:eastAsia="es-CO"/>
              </w:rPr>
              <w:t>O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O" w:eastAsia="es-CO"/>
              </w:rPr>
              <w:t>APELLIDO1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O" w:eastAsia="es-CO"/>
              </w:rPr>
              <w:t>APELLIDO2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O" w:eastAsia="es-CO"/>
              </w:rPr>
              <w:t>NOMBRE1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O" w:eastAsia="es-CO"/>
              </w:rPr>
              <w:t>NOMBRE2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O" w:eastAsia="es-CO"/>
              </w:rPr>
              <w:t>EDAD</w:t>
            </w:r>
          </w:p>
        </w:tc>
      </w:tr>
      <w:tr w:rsidR="005A24E1" w:rsidRPr="00E859F2" w:rsidTr="005A24E1">
        <w:trPr>
          <w:trHeight w:val="300"/>
        </w:trPr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CUARTO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jc w:val="right"/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1069256644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4E1" w:rsidRPr="00E859F2" w:rsidRDefault="005A24E1" w:rsidP="005A24E1">
            <w:pPr>
              <w:jc w:val="center"/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TI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LADINO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GUAYAMBUCO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LEIDY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CAROLINA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</w:t>
            </w:r>
          </w:p>
        </w:tc>
      </w:tr>
      <w:tr w:rsidR="005A24E1" w:rsidRPr="00E859F2" w:rsidTr="005A24E1">
        <w:trPr>
          <w:trHeight w:val="300"/>
        </w:trPr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CUARTO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jc w:val="right"/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1069256415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4E1" w:rsidRPr="00E859F2" w:rsidRDefault="005A24E1" w:rsidP="005A24E1">
            <w:pPr>
              <w:jc w:val="center"/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TI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PRIMICIERO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SANCHEZ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ALBA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ROCIO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</w:t>
            </w:r>
          </w:p>
        </w:tc>
      </w:tr>
      <w:tr w:rsidR="005A24E1" w:rsidRPr="00E859F2" w:rsidTr="005A24E1">
        <w:trPr>
          <w:trHeight w:val="300"/>
        </w:trPr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GRADO 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jc w:val="right"/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1069261110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4E1" w:rsidRPr="005A24E1" w:rsidRDefault="005A24E1" w:rsidP="005A24E1">
            <w:pPr>
              <w:jc w:val="center"/>
              <w:rPr>
                <w:sz w:val="20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RC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CASTILLO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BENAVIDES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ANDRES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FERNEY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4</w:t>
            </w:r>
          </w:p>
        </w:tc>
      </w:tr>
      <w:tr w:rsidR="005A24E1" w:rsidRPr="00E859F2" w:rsidTr="005A24E1">
        <w:trPr>
          <w:trHeight w:val="300"/>
        </w:trPr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GRADO 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jc w:val="right"/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1069260675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4E1" w:rsidRPr="005A24E1" w:rsidRDefault="005A24E1" w:rsidP="005A24E1">
            <w:pPr>
              <w:jc w:val="center"/>
              <w:rPr>
                <w:sz w:val="20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RC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CASTRO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RAMIREZ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DANIEL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ESTEBAN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4</w:t>
            </w:r>
          </w:p>
        </w:tc>
      </w:tr>
      <w:tr w:rsidR="005A24E1" w:rsidRPr="00E859F2" w:rsidTr="005A24E1">
        <w:trPr>
          <w:trHeight w:val="300"/>
        </w:trPr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GRADO 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jc w:val="right"/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1069260426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4E1" w:rsidRPr="005A24E1" w:rsidRDefault="005A24E1" w:rsidP="005A24E1">
            <w:pPr>
              <w:jc w:val="center"/>
              <w:rPr>
                <w:sz w:val="20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RC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GUTIERREZ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SALAMANCA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SERGIO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ALEJANDRO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4</w:t>
            </w:r>
          </w:p>
        </w:tc>
      </w:tr>
      <w:tr w:rsidR="005A24E1" w:rsidRPr="00E859F2" w:rsidTr="005A24E1">
        <w:trPr>
          <w:trHeight w:val="300"/>
        </w:trPr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GRADO 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jc w:val="right"/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1056955732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4E1" w:rsidRPr="005A24E1" w:rsidRDefault="005A24E1" w:rsidP="005A24E1">
            <w:pPr>
              <w:jc w:val="center"/>
              <w:rPr>
                <w:sz w:val="20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RC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QUINTERO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RODRIGUEZ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JOHAN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STIVEN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4</w:t>
            </w:r>
          </w:p>
        </w:tc>
      </w:tr>
      <w:tr w:rsidR="005A24E1" w:rsidRPr="00E859F2" w:rsidTr="005A24E1">
        <w:trPr>
          <w:trHeight w:val="300"/>
        </w:trPr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PRIMERO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jc w:val="right"/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1069259707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4E1" w:rsidRPr="005A24E1" w:rsidRDefault="005A24E1" w:rsidP="005A24E1">
            <w:pPr>
              <w:jc w:val="center"/>
              <w:rPr>
                <w:sz w:val="20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RC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BARRIGA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CHICUAZUQUE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PAULA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ANDREA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5</w:t>
            </w:r>
          </w:p>
        </w:tc>
      </w:tr>
      <w:tr w:rsidR="005A24E1" w:rsidRPr="00E859F2" w:rsidTr="005A24E1">
        <w:trPr>
          <w:trHeight w:val="300"/>
        </w:trPr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PRIMERO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jc w:val="right"/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1069259197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4E1" w:rsidRPr="005A24E1" w:rsidRDefault="005A24E1" w:rsidP="005A24E1">
            <w:pPr>
              <w:jc w:val="center"/>
              <w:rPr>
                <w:sz w:val="20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RC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CAMERO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QUEVEDO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JOHAN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ALEJANDRO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6</w:t>
            </w:r>
          </w:p>
        </w:tc>
      </w:tr>
      <w:tr w:rsidR="005A24E1" w:rsidRPr="00E859F2" w:rsidTr="005A24E1">
        <w:trPr>
          <w:trHeight w:val="300"/>
        </w:trPr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PRIMERO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jc w:val="right"/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1069259731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4E1" w:rsidRPr="005A24E1" w:rsidRDefault="005A24E1" w:rsidP="005A24E1">
            <w:pPr>
              <w:jc w:val="center"/>
              <w:rPr>
                <w:sz w:val="20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RC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CASALLAS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ARENAS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ANA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LUCIA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5</w:t>
            </w:r>
          </w:p>
        </w:tc>
      </w:tr>
      <w:tr w:rsidR="005A24E1" w:rsidRPr="00E859F2" w:rsidTr="005A24E1">
        <w:trPr>
          <w:trHeight w:val="300"/>
        </w:trPr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PRIMERO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jc w:val="right"/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1069260079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4E1" w:rsidRPr="005A24E1" w:rsidRDefault="005A24E1" w:rsidP="005A24E1">
            <w:pPr>
              <w:jc w:val="center"/>
              <w:rPr>
                <w:sz w:val="20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RC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CASTRO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NAVARRETE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KAREN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YULIANA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5</w:t>
            </w:r>
          </w:p>
        </w:tc>
      </w:tr>
      <w:tr w:rsidR="005A24E1" w:rsidRPr="00E859F2" w:rsidTr="005A24E1">
        <w:trPr>
          <w:trHeight w:val="300"/>
        </w:trPr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PRIMERO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jc w:val="right"/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1069259238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4E1" w:rsidRPr="005A24E1" w:rsidRDefault="005A24E1" w:rsidP="005A24E1">
            <w:pPr>
              <w:jc w:val="center"/>
              <w:rPr>
                <w:sz w:val="20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RC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GARZON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PRIMICIERO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YUDI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VALENTINA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6</w:t>
            </w:r>
          </w:p>
        </w:tc>
      </w:tr>
      <w:tr w:rsidR="005A24E1" w:rsidRPr="00E859F2" w:rsidTr="005A24E1">
        <w:trPr>
          <w:trHeight w:val="300"/>
        </w:trPr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PRIMERO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jc w:val="right"/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1069259268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4E1" w:rsidRPr="005A24E1" w:rsidRDefault="005A24E1" w:rsidP="005A24E1">
            <w:pPr>
              <w:jc w:val="center"/>
              <w:rPr>
                <w:sz w:val="20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RC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NAVARRETE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DAZA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CAMILO ANDRES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6</w:t>
            </w:r>
          </w:p>
        </w:tc>
      </w:tr>
      <w:tr w:rsidR="005A24E1" w:rsidRPr="00E859F2" w:rsidTr="005A24E1">
        <w:trPr>
          <w:trHeight w:val="300"/>
        </w:trPr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PRIMERO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jc w:val="right"/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1069259641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4E1" w:rsidRPr="005A24E1" w:rsidRDefault="005A24E1" w:rsidP="005A24E1">
            <w:pPr>
              <w:jc w:val="center"/>
              <w:rPr>
                <w:sz w:val="20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RC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NAVARRETE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RUBIO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MICHAEL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STEVEN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5</w:t>
            </w:r>
          </w:p>
        </w:tc>
      </w:tr>
      <w:tr w:rsidR="005A24E1" w:rsidRPr="00E859F2" w:rsidTr="005A24E1">
        <w:trPr>
          <w:trHeight w:val="300"/>
        </w:trPr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PRIMERO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jc w:val="right"/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1069261031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4E1" w:rsidRPr="005A24E1" w:rsidRDefault="005A24E1" w:rsidP="005A24E1">
            <w:pPr>
              <w:jc w:val="center"/>
              <w:rPr>
                <w:sz w:val="20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RC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TRIANA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CASALLAS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LEIDY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YAZMIN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6</w:t>
            </w:r>
          </w:p>
        </w:tc>
      </w:tr>
      <w:tr w:rsidR="005A24E1" w:rsidRPr="00E859F2" w:rsidTr="005A24E1">
        <w:trPr>
          <w:trHeight w:val="300"/>
        </w:trPr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QUINTO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jc w:val="right"/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1069256295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4E1" w:rsidRPr="005A24E1" w:rsidRDefault="005A24E1" w:rsidP="005A24E1">
            <w:pPr>
              <w:jc w:val="center"/>
              <w:rPr>
                <w:sz w:val="20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TI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BUSTOS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NAVARRETE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JULIAN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DAVID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</w:t>
            </w:r>
          </w:p>
        </w:tc>
      </w:tr>
      <w:tr w:rsidR="005A24E1" w:rsidRPr="00E859F2" w:rsidTr="005A24E1">
        <w:trPr>
          <w:trHeight w:val="300"/>
        </w:trPr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QUINTO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jc w:val="right"/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1007586051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4E1" w:rsidRPr="005A24E1" w:rsidRDefault="005A24E1" w:rsidP="005A24E1">
            <w:pPr>
              <w:jc w:val="center"/>
              <w:rPr>
                <w:sz w:val="20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TI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CARDENAS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TRIANA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EDUARD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STIVEN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</w:t>
            </w:r>
          </w:p>
        </w:tc>
      </w:tr>
      <w:tr w:rsidR="005A24E1" w:rsidRPr="00E859F2" w:rsidTr="005A24E1">
        <w:trPr>
          <w:trHeight w:val="300"/>
        </w:trPr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QUINTO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jc w:val="right"/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1007586118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4E1" w:rsidRPr="005A24E1" w:rsidRDefault="005A24E1" w:rsidP="005A24E1">
            <w:pPr>
              <w:jc w:val="center"/>
              <w:rPr>
                <w:sz w:val="20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TI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CASALLAS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ARENAS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EVELIN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ADRIANA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9</w:t>
            </w:r>
          </w:p>
        </w:tc>
      </w:tr>
      <w:tr w:rsidR="005A24E1" w:rsidRPr="00E859F2" w:rsidTr="005A24E1">
        <w:trPr>
          <w:trHeight w:val="300"/>
        </w:trPr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QUINTO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jc w:val="right"/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1007586009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4E1" w:rsidRPr="005A24E1" w:rsidRDefault="005A24E1" w:rsidP="005A24E1">
            <w:pPr>
              <w:jc w:val="center"/>
              <w:rPr>
                <w:sz w:val="20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TI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FERNANDEZ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LOPEZ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MAICOL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SEBASTIAN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</w:t>
            </w:r>
          </w:p>
        </w:tc>
      </w:tr>
      <w:tr w:rsidR="005A24E1" w:rsidRPr="00E859F2" w:rsidTr="005A24E1">
        <w:trPr>
          <w:trHeight w:val="300"/>
        </w:trPr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QUINTO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jc w:val="right"/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1007498417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4E1" w:rsidRPr="005A24E1" w:rsidRDefault="005A24E1" w:rsidP="005A24E1">
            <w:pPr>
              <w:jc w:val="center"/>
              <w:rPr>
                <w:sz w:val="20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TI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GUTIERREZ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SALAMANCA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JUAN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FELIPE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</w:t>
            </w:r>
          </w:p>
        </w:tc>
      </w:tr>
      <w:tr w:rsidR="005A24E1" w:rsidRPr="00E859F2" w:rsidTr="005A24E1">
        <w:trPr>
          <w:trHeight w:val="300"/>
        </w:trPr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QUINTO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jc w:val="right"/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1007586106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4E1" w:rsidRPr="005A24E1" w:rsidRDefault="005A24E1" w:rsidP="005A24E1">
            <w:pPr>
              <w:jc w:val="center"/>
              <w:rPr>
                <w:sz w:val="20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TI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JUNCO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PARRA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OMAR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LABRIAN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9</w:t>
            </w:r>
          </w:p>
        </w:tc>
      </w:tr>
      <w:tr w:rsidR="005A24E1" w:rsidRPr="00E859F2" w:rsidTr="005A24E1">
        <w:trPr>
          <w:trHeight w:val="300"/>
        </w:trPr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QUINTO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jc w:val="right"/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1069262077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4E1" w:rsidRPr="005A24E1" w:rsidRDefault="005A24E1" w:rsidP="005A24E1">
            <w:pPr>
              <w:jc w:val="center"/>
              <w:rPr>
                <w:sz w:val="20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TI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NAVARRETE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DAZA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DIANA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PAOLA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11</w:t>
            </w:r>
          </w:p>
        </w:tc>
      </w:tr>
      <w:tr w:rsidR="005A24E1" w:rsidRPr="00E859F2" w:rsidTr="005A24E1">
        <w:trPr>
          <w:trHeight w:val="300"/>
        </w:trPr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QUINTO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jc w:val="right"/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1069256290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4E1" w:rsidRPr="005A24E1" w:rsidRDefault="005A24E1" w:rsidP="005A24E1">
            <w:pPr>
              <w:jc w:val="center"/>
              <w:rPr>
                <w:sz w:val="20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TI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TRIANA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TORRES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ANDRES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JULIAN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9</w:t>
            </w:r>
          </w:p>
        </w:tc>
      </w:tr>
      <w:tr w:rsidR="005A24E1" w:rsidRPr="00E859F2" w:rsidTr="005A24E1">
        <w:trPr>
          <w:trHeight w:val="300"/>
        </w:trPr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SEGUNDO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jc w:val="right"/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1069258531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4E1" w:rsidRPr="00E859F2" w:rsidRDefault="005A24E1" w:rsidP="005A24E1">
            <w:pPr>
              <w:jc w:val="center"/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RC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CARDENAS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TRIANA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ANDREA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NATALIA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7</w:t>
            </w:r>
          </w:p>
        </w:tc>
      </w:tr>
      <w:tr w:rsidR="005A24E1" w:rsidRPr="00E859F2" w:rsidTr="005A24E1">
        <w:trPr>
          <w:trHeight w:val="300"/>
        </w:trPr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SEGUNDO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jc w:val="right"/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1072651491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4E1" w:rsidRPr="00E859F2" w:rsidRDefault="005A24E1" w:rsidP="005A24E1">
            <w:pPr>
              <w:jc w:val="center"/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TI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CASTRO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RAMIREZ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ISIS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LORENA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6</w:t>
            </w:r>
          </w:p>
        </w:tc>
      </w:tr>
      <w:tr w:rsidR="005A24E1" w:rsidRPr="00E859F2" w:rsidTr="005A24E1">
        <w:trPr>
          <w:trHeight w:val="300"/>
        </w:trPr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SEGUNDO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jc w:val="right"/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1069258627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4E1" w:rsidRPr="00E859F2" w:rsidRDefault="005A24E1" w:rsidP="005A24E1">
            <w:pPr>
              <w:jc w:val="center"/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RC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JUNCO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OTALORA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OSCAR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SAMIR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6</w:t>
            </w:r>
          </w:p>
        </w:tc>
      </w:tr>
      <w:tr w:rsidR="005A24E1" w:rsidRPr="00E859F2" w:rsidTr="005A24E1">
        <w:trPr>
          <w:trHeight w:val="300"/>
        </w:trPr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SEGUNDO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jc w:val="right"/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1077143855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4E1" w:rsidRPr="00E859F2" w:rsidRDefault="005A24E1" w:rsidP="005A24E1">
            <w:pPr>
              <w:jc w:val="center"/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RC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PARRA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FORERO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ANYI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LORENA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7</w:t>
            </w:r>
          </w:p>
        </w:tc>
      </w:tr>
      <w:tr w:rsidR="005A24E1" w:rsidRPr="00E859F2" w:rsidTr="005A24E1">
        <w:trPr>
          <w:trHeight w:val="300"/>
        </w:trPr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TERCERO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jc w:val="right"/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1069257263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4E1" w:rsidRPr="005A24E1" w:rsidRDefault="005A24E1" w:rsidP="005A24E1">
            <w:pPr>
              <w:jc w:val="center"/>
              <w:rPr>
                <w:sz w:val="20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TI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DEAZA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LOPEZ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ANGIE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GIOVANA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8</w:t>
            </w:r>
          </w:p>
        </w:tc>
      </w:tr>
      <w:tr w:rsidR="005A24E1" w:rsidRPr="00E859F2" w:rsidTr="005A24E1">
        <w:trPr>
          <w:trHeight w:val="300"/>
        </w:trPr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TERCERO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jc w:val="right"/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1069257409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4E1" w:rsidRPr="005A24E1" w:rsidRDefault="005A24E1" w:rsidP="005A24E1">
            <w:pPr>
              <w:jc w:val="center"/>
              <w:rPr>
                <w:sz w:val="20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TI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GUTIERREZ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SALAMANCA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OSCAR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IVAN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8</w:t>
            </w:r>
          </w:p>
        </w:tc>
      </w:tr>
      <w:tr w:rsidR="005A24E1" w:rsidRPr="00E859F2" w:rsidTr="005A24E1">
        <w:trPr>
          <w:trHeight w:val="300"/>
        </w:trPr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TERCERO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jc w:val="right"/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1069257142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4E1" w:rsidRPr="005A24E1" w:rsidRDefault="005A24E1" w:rsidP="005A24E1">
            <w:pPr>
              <w:jc w:val="center"/>
              <w:rPr>
                <w:sz w:val="20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TI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NAVARRETE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DAZA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HERNAN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0"/>
                <w:szCs w:val="22"/>
                <w:lang w:val="es-CO" w:eastAsia="es-CO"/>
              </w:rPr>
              <w:t>ARCENIO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4E1" w:rsidRPr="00E859F2" w:rsidRDefault="005A24E1" w:rsidP="00E859F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E859F2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8</w:t>
            </w:r>
          </w:p>
        </w:tc>
      </w:tr>
    </w:tbl>
    <w:p w:rsidR="00E859F2" w:rsidRDefault="00E859F2" w:rsidP="00356954">
      <w:pPr>
        <w:jc w:val="center"/>
        <w:rPr>
          <w:rFonts w:ascii="Courier New" w:hAnsi="Courier New" w:cs="Courier New"/>
          <w:b/>
          <w:bCs/>
          <w:sz w:val="36"/>
        </w:rPr>
      </w:pPr>
    </w:p>
    <w:p w:rsidR="00D51FA4" w:rsidRDefault="00D51FA4" w:rsidP="00356954">
      <w:pPr>
        <w:jc w:val="center"/>
        <w:rPr>
          <w:rFonts w:ascii="Courier New" w:hAnsi="Courier New" w:cs="Courier New"/>
          <w:b/>
          <w:bCs/>
          <w:sz w:val="36"/>
        </w:rPr>
      </w:pPr>
    </w:p>
    <w:p w:rsidR="00D51FA4" w:rsidRDefault="00D51FA4" w:rsidP="00356954">
      <w:pPr>
        <w:jc w:val="center"/>
        <w:rPr>
          <w:rFonts w:ascii="Courier New" w:hAnsi="Courier New" w:cs="Courier New"/>
          <w:b/>
          <w:bCs/>
          <w:sz w:val="36"/>
        </w:rPr>
      </w:pPr>
    </w:p>
    <w:p w:rsidR="005E52CC" w:rsidRPr="00F86108" w:rsidRDefault="005E52CC" w:rsidP="005E52CC">
      <w:pPr>
        <w:tabs>
          <w:tab w:val="left" w:pos="1515"/>
          <w:tab w:val="left" w:pos="2694"/>
        </w:tabs>
        <w:jc w:val="both"/>
        <w:rPr>
          <w:sz w:val="32"/>
        </w:rPr>
      </w:pPr>
      <w:r w:rsidRPr="00F86108"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>SEDE</w:t>
      </w:r>
      <w:r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>:</w:t>
      </w:r>
      <w:r w:rsidRPr="00F86108"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ab/>
      </w:r>
      <w:r w:rsidRPr="00F86108"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ab/>
      </w:r>
      <w:r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ab/>
      </w:r>
      <w:r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ab/>
      </w:r>
      <w:r>
        <w:rPr>
          <w:rFonts w:ascii="Calibri" w:hAnsi="Calibri"/>
          <w:color w:val="000000"/>
          <w:sz w:val="28"/>
          <w:szCs w:val="22"/>
          <w:lang w:val="es-CO" w:eastAsia="es-CO"/>
        </w:rPr>
        <w:t>EL TABLON</w:t>
      </w:r>
    </w:p>
    <w:p w:rsidR="005E52CC" w:rsidRPr="00F86108" w:rsidRDefault="005E52CC" w:rsidP="005E52CC">
      <w:pPr>
        <w:tabs>
          <w:tab w:val="left" w:pos="1515"/>
          <w:tab w:val="left" w:pos="2694"/>
        </w:tabs>
        <w:jc w:val="both"/>
        <w:rPr>
          <w:sz w:val="32"/>
        </w:rPr>
      </w:pPr>
      <w:r w:rsidRPr="00F86108"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>CONSECUTIVO</w:t>
      </w:r>
      <w:r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>:</w:t>
      </w:r>
      <w:r w:rsidRPr="00F86108"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ab/>
      </w:r>
      <w:r w:rsidRPr="00F86108"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ab/>
      </w:r>
      <w:r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ab/>
      </w:r>
      <w:r w:rsidRPr="00F86108">
        <w:rPr>
          <w:rFonts w:ascii="Calibri" w:hAnsi="Calibri"/>
          <w:color w:val="000000"/>
          <w:sz w:val="28"/>
          <w:szCs w:val="22"/>
          <w:lang w:val="es-CO" w:eastAsia="es-CO"/>
        </w:rPr>
        <w:t>1251830003200</w:t>
      </w:r>
      <w:r>
        <w:rPr>
          <w:rFonts w:ascii="Calibri" w:hAnsi="Calibri"/>
          <w:color w:val="000000"/>
          <w:sz w:val="28"/>
          <w:szCs w:val="22"/>
          <w:lang w:val="es-CO" w:eastAsia="es-CO"/>
        </w:rPr>
        <w:t>5</w:t>
      </w:r>
    </w:p>
    <w:p w:rsidR="005E52CC" w:rsidRDefault="005E52CC" w:rsidP="005E52CC">
      <w:pPr>
        <w:tabs>
          <w:tab w:val="left" w:pos="1515"/>
          <w:tab w:val="left" w:pos="2694"/>
        </w:tabs>
        <w:jc w:val="both"/>
        <w:rPr>
          <w:rFonts w:ascii="Calibri" w:hAnsi="Calibri"/>
          <w:color w:val="000000"/>
          <w:sz w:val="28"/>
          <w:szCs w:val="22"/>
          <w:lang w:val="es-CO" w:eastAsia="es-CO"/>
        </w:rPr>
      </w:pPr>
      <w:r w:rsidRPr="00F86108"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>DANE</w:t>
      </w:r>
      <w:r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>:</w:t>
      </w:r>
      <w:r w:rsidRPr="00F86108"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ab/>
      </w:r>
      <w:r w:rsidRPr="00F86108"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ab/>
      </w:r>
      <w:r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ab/>
      </w:r>
      <w:r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ab/>
      </w:r>
      <w:r w:rsidRPr="00F86108">
        <w:rPr>
          <w:rFonts w:ascii="Calibri" w:hAnsi="Calibri"/>
          <w:color w:val="000000"/>
          <w:sz w:val="28"/>
          <w:szCs w:val="22"/>
          <w:lang w:val="es-CO" w:eastAsia="es-CO"/>
        </w:rPr>
        <w:t>225183000</w:t>
      </w:r>
      <w:r>
        <w:rPr>
          <w:rFonts w:ascii="Calibri" w:hAnsi="Calibri"/>
          <w:color w:val="000000"/>
          <w:sz w:val="28"/>
          <w:szCs w:val="22"/>
          <w:lang w:val="es-CO" w:eastAsia="es-CO"/>
        </w:rPr>
        <w:t>154</w:t>
      </w:r>
    </w:p>
    <w:p w:rsidR="005E52CC" w:rsidRDefault="005E52CC" w:rsidP="005E52CC">
      <w:pPr>
        <w:tabs>
          <w:tab w:val="left" w:pos="1515"/>
          <w:tab w:val="left" w:pos="2694"/>
        </w:tabs>
        <w:jc w:val="both"/>
        <w:rPr>
          <w:rFonts w:ascii="Calibri" w:hAnsi="Calibri"/>
          <w:b/>
          <w:bCs/>
          <w:color w:val="000000"/>
          <w:sz w:val="22"/>
          <w:szCs w:val="22"/>
          <w:lang w:val="es-CO" w:eastAsia="es-CO"/>
        </w:rPr>
      </w:pPr>
      <w:r w:rsidRPr="00F86108">
        <w:rPr>
          <w:rFonts w:ascii="Calibri" w:hAnsi="Calibri"/>
          <w:b/>
          <w:color w:val="000000"/>
          <w:sz w:val="28"/>
          <w:szCs w:val="22"/>
          <w:lang w:val="es-CO" w:eastAsia="es-CO"/>
        </w:rPr>
        <w:t>DOCENTE:</w:t>
      </w:r>
      <w:r>
        <w:rPr>
          <w:rFonts w:ascii="Calibri" w:hAnsi="Calibri"/>
          <w:color w:val="000000"/>
          <w:sz w:val="28"/>
          <w:szCs w:val="22"/>
          <w:lang w:val="es-CO" w:eastAsia="es-CO"/>
        </w:rPr>
        <w:tab/>
      </w:r>
      <w:r>
        <w:rPr>
          <w:rFonts w:ascii="Calibri" w:hAnsi="Calibri"/>
          <w:color w:val="000000"/>
          <w:sz w:val="28"/>
          <w:szCs w:val="22"/>
          <w:lang w:val="es-CO" w:eastAsia="es-CO"/>
        </w:rPr>
        <w:tab/>
      </w:r>
      <w:r>
        <w:rPr>
          <w:rFonts w:ascii="Calibri" w:hAnsi="Calibri"/>
          <w:color w:val="000000"/>
          <w:sz w:val="28"/>
          <w:szCs w:val="22"/>
          <w:lang w:val="es-CO" w:eastAsia="es-CO"/>
        </w:rPr>
        <w:tab/>
      </w:r>
      <w:r>
        <w:rPr>
          <w:rFonts w:ascii="Calibri" w:hAnsi="Calibri"/>
          <w:color w:val="000000"/>
          <w:sz w:val="28"/>
          <w:szCs w:val="22"/>
          <w:lang w:val="es-CO" w:eastAsia="es-CO"/>
        </w:rPr>
        <w:tab/>
        <w:t>SANDRA MILENA GORDILLO JIMENEZ</w:t>
      </w:r>
    </w:p>
    <w:p w:rsidR="005E52CC" w:rsidRDefault="005E52CC" w:rsidP="00356954">
      <w:pPr>
        <w:jc w:val="center"/>
        <w:rPr>
          <w:rFonts w:ascii="Courier New" w:hAnsi="Courier New" w:cs="Courier New"/>
          <w:b/>
          <w:bCs/>
          <w:sz w:val="36"/>
        </w:rPr>
      </w:pPr>
    </w:p>
    <w:p w:rsidR="005E52CC" w:rsidRDefault="005E52CC" w:rsidP="00356954">
      <w:pPr>
        <w:jc w:val="center"/>
        <w:rPr>
          <w:rFonts w:ascii="Courier New" w:hAnsi="Courier New" w:cs="Courier New"/>
          <w:b/>
          <w:bCs/>
          <w:sz w:val="36"/>
        </w:rPr>
      </w:pPr>
    </w:p>
    <w:p w:rsidR="005E52CC" w:rsidRDefault="005E52CC" w:rsidP="00356954">
      <w:pPr>
        <w:jc w:val="center"/>
        <w:rPr>
          <w:rFonts w:ascii="Courier New" w:hAnsi="Courier New" w:cs="Courier New"/>
          <w:b/>
          <w:bCs/>
          <w:sz w:val="36"/>
        </w:rPr>
      </w:pPr>
    </w:p>
    <w:tbl>
      <w:tblPr>
        <w:tblW w:w="8756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052"/>
        <w:gridCol w:w="1256"/>
        <w:gridCol w:w="574"/>
        <w:gridCol w:w="1275"/>
        <w:gridCol w:w="1418"/>
        <w:gridCol w:w="1276"/>
        <w:gridCol w:w="1247"/>
        <w:gridCol w:w="658"/>
      </w:tblGrid>
      <w:tr w:rsidR="005E52CC" w:rsidRPr="005E52CC" w:rsidTr="005E52CC">
        <w:trPr>
          <w:trHeight w:val="30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CC" w:rsidRPr="005E52CC" w:rsidRDefault="005E52CC" w:rsidP="005E52CC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O" w:eastAsia="es-CO"/>
              </w:rPr>
            </w:pPr>
            <w:r w:rsidRPr="005E52CC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O" w:eastAsia="es-CO"/>
              </w:rPr>
              <w:t>GRADO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CC" w:rsidRPr="005E52CC" w:rsidRDefault="005E52CC" w:rsidP="005E52CC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O" w:eastAsia="es-CO"/>
              </w:rPr>
            </w:pPr>
            <w:r w:rsidRPr="005E52CC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O" w:eastAsia="es-CO"/>
              </w:rPr>
              <w:t>DOC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52CC" w:rsidRPr="005E52CC" w:rsidRDefault="005E52CC" w:rsidP="005E52CC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O" w:eastAsia="es-CO"/>
              </w:rPr>
            </w:pPr>
            <w:r w:rsidRPr="005E52CC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O" w:eastAsia="es-CO"/>
              </w:rPr>
              <w:t>TIPO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CC" w:rsidRPr="005E52CC" w:rsidRDefault="005E52CC" w:rsidP="005E52CC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O" w:eastAsia="es-CO"/>
              </w:rPr>
            </w:pPr>
            <w:r w:rsidRPr="005E52CC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O" w:eastAsia="es-CO"/>
              </w:rPr>
              <w:t>APELLIDO1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CC" w:rsidRPr="005E52CC" w:rsidRDefault="005E52CC" w:rsidP="005E52CC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O" w:eastAsia="es-CO"/>
              </w:rPr>
            </w:pPr>
            <w:r w:rsidRPr="005E52CC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O" w:eastAsia="es-CO"/>
              </w:rPr>
              <w:t>APELLIDO2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CC" w:rsidRPr="005E52CC" w:rsidRDefault="005E52CC" w:rsidP="005E52CC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O" w:eastAsia="es-CO"/>
              </w:rPr>
            </w:pPr>
            <w:r w:rsidRPr="005E52CC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O" w:eastAsia="es-CO"/>
              </w:rPr>
              <w:t>NOMBRE1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CC" w:rsidRPr="005E52CC" w:rsidRDefault="005E52CC" w:rsidP="005E52CC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O" w:eastAsia="es-CO"/>
              </w:rPr>
            </w:pPr>
            <w:r w:rsidRPr="005E52CC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O" w:eastAsia="es-CO"/>
              </w:rPr>
              <w:t>NOMBRE2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CC" w:rsidRPr="005E52CC" w:rsidRDefault="005E52CC" w:rsidP="005E52CC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O" w:eastAsia="es-CO"/>
              </w:rPr>
            </w:pPr>
            <w:r w:rsidRPr="005E52CC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O" w:eastAsia="es-CO"/>
              </w:rPr>
              <w:t>EDAD</w:t>
            </w:r>
          </w:p>
        </w:tc>
      </w:tr>
      <w:tr w:rsidR="005E52CC" w:rsidRPr="005E52CC" w:rsidTr="005E52CC">
        <w:trPr>
          <w:trHeight w:val="300"/>
        </w:trPr>
        <w:tc>
          <w:tcPr>
            <w:tcW w:w="105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52CC" w:rsidRPr="005E52CC" w:rsidRDefault="005E52CC" w:rsidP="005E52C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5E52CC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CUARTO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CC" w:rsidRPr="005E52CC" w:rsidRDefault="005E52CC" w:rsidP="005E52CC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5E52CC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1070780297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52CC" w:rsidRPr="005E52CC" w:rsidRDefault="005E52CC" w:rsidP="005E52C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5E52CC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TI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CC" w:rsidRPr="005E52CC" w:rsidRDefault="005E52CC" w:rsidP="005E52CC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5E52CC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NAVARRETE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CC" w:rsidRPr="005E52CC" w:rsidRDefault="005E52CC" w:rsidP="005E52CC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5E52CC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VELASQUEZ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CC" w:rsidRPr="005E52CC" w:rsidRDefault="005E52CC" w:rsidP="005E52CC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5E52CC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IVAN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CC" w:rsidRPr="005E52CC" w:rsidRDefault="005E52CC" w:rsidP="005E52CC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5E52CC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RICARDO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CC" w:rsidRPr="005E52CC" w:rsidRDefault="005E52CC" w:rsidP="005E52C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5E52CC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8</w:t>
            </w:r>
          </w:p>
        </w:tc>
      </w:tr>
      <w:tr w:rsidR="005E52CC" w:rsidRPr="005E52CC" w:rsidTr="005E52CC">
        <w:trPr>
          <w:trHeight w:val="300"/>
        </w:trPr>
        <w:tc>
          <w:tcPr>
            <w:tcW w:w="10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CC" w:rsidRPr="005E52CC" w:rsidRDefault="005E52CC" w:rsidP="005E52CC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CC" w:rsidRPr="005E52CC" w:rsidRDefault="005E52CC" w:rsidP="005E52CC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5E52CC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1069256505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52CC" w:rsidRPr="005E52CC" w:rsidRDefault="005E52CC" w:rsidP="005E52C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5E52CC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TI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CC" w:rsidRPr="005E52CC" w:rsidRDefault="005E52CC" w:rsidP="005E52CC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5E52CC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PINZON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CC" w:rsidRPr="005E52CC" w:rsidRDefault="005E52CC" w:rsidP="005E52CC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5E52CC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PINZON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CC" w:rsidRPr="005E52CC" w:rsidRDefault="005E52CC" w:rsidP="005E52CC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5E52CC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JUAN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CC" w:rsidRPr="005E52CC" w:rsidRDefault="005E52CC" w:rsidP="005E52CC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5E52CC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DAVID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CC" w:rsidRPr="005E52CC" w:rsidRDefault="005E52CC" w:rsidP="005E52C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5E52CC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9</w:t>
            </w:r>
          </w:p>
        </w:tc>
      </w:tr>
      <w:tr w:rsidR="005E52CC" w:rsidRPr="005E52CC" w:rsidTr="00EE4D39">
        <w:trPr>
          <w:trHeight w:val="300"/>
        </w:trPr>
        <w:tc>
          <w:tcPr>
            <w:tcW w:w="105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52CC" w:rsidRPr="005E52CC" w:rsidRDefault="005E52CC" w:rsidP="005E52C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5E52CC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GRADO 0</w:t>
            </w:r>
          </w:p>
          <w:p w:rsidR="005E52CC" w:rsidRPr="005E52CC" w:rsidRDefault="005E52CC" w:rsidP="005E52C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CC" w:rsidRPr="005E52CC" w:rsidRDefault="005E52CC" w:rsidP="005E52CC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5E52CC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1069259909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52CC" w:rsidRPr="005E52CC" w:rsidRDefault="005E52CC" w:rsidP="005E52C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5E52CC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RC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CC" w:rsidRPr="005E52CC" w:rsidRDefault="005E52CC" w:rsidP="005E52CC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5E52CC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GARCIA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CC" w:rsidRPr="005E52CC" w:rsidRDefault="005E52CC" w:rsidP="005E52CC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5E52CC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GARCIA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CC" w:rsidRPr="005E52CC" w:rsidRDefault="005E52CC" w:rsidP="005E52CC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5E52CC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DANILO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CC" w:rsidRPr="005E52CC" w:rsidRDefault="005E52CC" w:rsidP="005E52CC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5E52CC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ANDRES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CC" w:rsidRPr="005E52CC" w:rsidRDefault="005E52CC" w:rsidP="005E52C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5E52CC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5</w:t>
            </w:r>
          </w:p>
        </w:tc>
      </w:tr>
      <w:tr w:rsidR="005E52CC" w:rsidRPr="005E52CC" w:rsidTr="00EE4D39">
        <w:trPr>
          <w:trHeight w:val="300"/>
        </w:trPr>
        <w:tc>
          <w:tcPr>
            <w:tcW w:w="10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52CC" w:rsidRPr="005E52CC" w:rsidRDefault="005E52CC" w:rsidP="005E52C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CC" w:rsidRPr="005E52CC" w:rsidRDefault="005E52CC" w:rsidP="005E52CC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5E52CC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1069260459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52CC" w:rsidRDefault="005E52CC" w:rsidP="005E52CC">
            <w:pPr>
              <w:jc w:val="center"/>
            </w:pPr>
            <w:r w:rsidRPr="005E52CC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RC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CC" w:rsidRPr="005E52CC" w:rsidRDefault="005E52CC" w:rsidP="005E52CC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5E52CC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PINZON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CC" w:rsidRPr="005E52CC" w:rsidRDefault="005E52CC" w:rsidP="005E52CC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5E52CC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NAVARRETE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CC" w:rsidRPr="005E52CC" w:rsidRDefault="005E52CC" w:rsidP="005E52CC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5E52CC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JENNY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CC" w:rsidRPr="005E52CC" w:rsidRDefault="005E52CC" w:rsidP="005E52CC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5E52CC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ALEXANDRA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CC" w:rsidRPr="005E52CC" w:rsidRDefault="005E52CC" w:rsidP="005E52C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5E52CC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4</w:t>
            </w:r>
          </w:p>
        </w:tc>
      </w:tr>
      <w:tr w:rsidR="005E52CC" w:rsidRPr="005E52CC" w:rsidTr="00EE4D39">
        <w:trPr>
          <w:trHeight w:val="300"/>
        </w:trPr>
        <w:tc>
          <w:tcPr>
            <w:tcW w:w="10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52CC" w:rsidRPr="005E52CC" w:rsidRDefault="005E52CC" w:rsidP="005E52C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CC" w:rsidRPr="005E52CC" w:rsidRDefault="005E52CC" w:rsidP="005E52CC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5E52CC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1069260785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52CC" w:rsidRDefault="005E52CC" w:rsidP="005E52CC">
            <w:pPr>
              <w:jc w:val="center"/>
            </w:pPr>
            <w:r w:rsidRPr="005E52CC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RC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CC" w:rsidRPr="005E52CC" w:rsidRDefault="005E52CC" w:rsidP="005E52CC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5E52CC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PINZON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CC" w:rsidRPr="005E52CC" w:rsidRDefault="005E52CC" w:rsidP="005E52CC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5E52CC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PASCAGAZA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CC" w:rsidRPr="005E52CC" w:rsidRDefault="005E52CC" w:rsidP="005E52CC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5E52CC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EDWARD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CC" w:rsidRPr="005E52CC" w:rsidRDefault="005E52CC" w:rsidP="005E52CC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5E52CC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SANTIAGO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CC" w:rsidRPr="005E52CC" w:rsidRDefault="005E52CC" w:rsidP="005E52C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5E52CC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4</w:t>
            </w:r>
          </w:p>
        </w:tc>
      </w:tr>
      <w:tr w:rsidR="005E52CC" w:rsidRPr="005E52CC" w:rsidTr="00EE4D39">
        <w:trPr>
          <w:trHeight w:val="300"/>
        </w:trPr>
        <w:tc>
          <w:tcPr>
            <w:tcW w:w="10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52CC" w:rsidRPr="005E52CC" w:rsidRDefault="005E52CC" w:rsidP="005E52C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CC" w:rsidRPr="005E52CC" w:rsidRDefault="005E52CC" w:rsidP="005E52CC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5E52CC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1069261249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52CC" w:rsidRDefault="005E52CC" w:rsidP="005E52CC">
            <w:pPr>
              <w:jc w:val="center"/>
            </w:pPr>
            <w:r w:rsidRPr="005E52CC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RC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CC" w:rsidRPr="005E52CC" w:rsidRDefault="005E52CC" w:rsidP="005E52CC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5E52CC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SUA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CC" w:rsidRPr="005E52CC" w:rsidRDefault="005E52CC" w:rsidP="005E52CC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5E52CC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CASTIBLANCO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CC" w:rsidRPr="005E52CC" w:rsidRDefault="005E52CC" w:rsidP="005E52CC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5E52CC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WILMER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CC" w:rsidRPr="005E52CC" w:rsidRDefault="005E52CC" w:rsidP="005E52CC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5E52CC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ALEXANDER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CC" w:rsidRPr="005E52CC" w:rsidRDefault="005E52CC" w:rsidP="005E52C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5E52CC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3</w:t>
            </w:r>
          </w:p>
        </w:tc>
      </w:tr>
      <w:tr w:rsidR="005E52CC" w:rsidRPr="005E52CC" w:rsidTr="00EE4D39">
        <w:trPr>
          <w:trHeight w:val="300"/>
        </w:trPr>
        <w:tc>
          <w:tcPr>
            <w:tcW w:w="10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52CC" w:rsidRPr="005E52CC" w:rsidRDefault="005E52CC" w:rsidP="005E52C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CC" w:rsidRPr="005E52CC" w:rsidRDefault="005E52CC" w:rsidP="005E52CC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5E52CC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1069260584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52CC" w:rsidRDefault="005E52CC" w:rsidP="005E52CC">
            <w:pPr>
              <w:jc w:val="center"/>
            </w:pPr>
            <w:r w:rsidRPr="005E52CC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RC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CC" w:rsidRPr="005E52CC" w:rsidRDefault="005E52CC" w:rsidP="005E52CC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5E52CC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SUA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CC" w:rsidRPr="005E52CC" w:rsidRDefault="005E52CC" w:rsidP="005E52CC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5E52CC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PINZON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CC" w:rsidRPr="005E52CC" w:rsidRDefault="005E52CC" w:rsidP="005E52CC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5E52CC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JHONATAN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CC" w:rsidRPr="005E52CC" w:rsidRDefault="005E52CC" w:rsidP="005E52CC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5E52CC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ESNEIDER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CC" w:rsidRPr="005E52CC" w:rsidRDefault="005E52CC" w:rsidP="005E52C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5E52CC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4</w:t>
            </w:r>
          </w:p>
        </w:tc>
      </w:tr>
      <w:tr w:rsidR="005E52CC" w:rsidRPr="005E52CC" w:rsidTr="005E52CC">
        <w:trPr>
          <w:trHeight w:val="300"/>
        </w:trPr>
        <w:tc>
          <w:tcPr>
            <w:tcW w:w="105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52CC" w:rsidRPr="005E52CC" w:rsidRDefault="005E52CC" w:rsidP="005E52C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5E52CC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PRIMERO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CC" w:rsidRPr="005E52CC" w:rsidRDefault="005E52CC" w:rsidP="005E52CC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5E52CC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1069259212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52CC" w:rsidRDefault="005E52CC" w:rsidP="005E52CC">
            <w:pPr>
              <w:jc w:val="center"/>
            </w:pPr>
            <w:r w:rsidRPr="005E52CC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RC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CC" w:rsidRPr="005E52CC" w:rsidRDefault="005E52CC" w:rsidP="005E52CC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5E52CC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DIAZ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CC" w:rsidRPr="005E52CC" w:rsidRDefault="005E52CC" w:rsidP="005E52CC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5E52CC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HERAQUE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CC" w:rsidRPr="005E52CC" w:rsidRDefault="005E52CC" w:rsidP="005E52CC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5E52CC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ANDRES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CC" w:rsidRPr="005E52CC" w:rsidRDefault="005E52CC" w:rsidP="005E52CC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5E52CC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FELIPE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CC" w:rsidRPr="005E52CC" w:rsidRDefault="005E52CC" w:rsidP="005E52C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5E52CC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6</w:t>
            </w:r>
          </w:p>
        </w:tc>
      </w:tr>
      <w:tr w:rsidR="005E52CC" w:rsidRPr="005E52CC" w:rsidTr="00EE4D39">
        <w:trPr>
          <w:trHeight w:val="300"/>
        </w:trPr>
        <w:tc>
          <w:tcPr>
            <w:tcW w:w="10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CC" w:rsidRPr="005E52CC" w:rsidRDefault="005E52CC" w:rsidP="005E52CC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CC" w:rsidRPr="005E52CC" w:rsidRDefault="005E52CC" w:rsidP="005E52CC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5E52CC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1069259813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52CC" w:rsidRDefault="005E52CC" w:rsidP="005E52CC">
            <w:pPr>
              <w:jc w:val="center"/>
            </w:pPr>
            <w:r w:rsidRPr="005E52CC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RC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CC" w:rsidRPr="005E52CC" w:rsidRDefault="005E52CC" w:rsidP="005E52CC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5E52CC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NAVARRETE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CC" w:rsidRPr="005E52CC" w:rsidRDefault="005E52CC" w:rsidP="005E52CC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5E52CC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VELASQUEZ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CC" w:rsidRPr="005E52CC" w:rsidRDefault="005E52CC" w:rsidP="005E52CC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5E52CC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JUAN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CC" w:rsidRPr="005E52CC" w:rsidRDefault="005E52CC" w:rsidP="005E52CC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5E52CC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CAMILO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CC" w:rsidRPr="005E52CC" w:rsidRDefault="005E52CC" w:rsidP="005E52C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5E52CC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5</w:t>
            </w:r>
          </w:p>
        </w:tc>
      </w:tr>
      <w:tr w:rsidR="005E52CC" w:rsidRPr="005E52CC" w:rsidTr="00EE4D39">
        <w:trPr>
          <w:trHeight w:val="300"/>
        </w:trPr>
        <w:tc>
          <w:tcPr>
            <w:tcW w:w="10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CC" w:rsidRPr="005E52CC" w:rsidRDefault="005E52CC" w:rsidP="005E52CC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CC" w:rsidRPr="005E52CC" w:rsidRDefault="005E52CC" w:rsidP="005E52CC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5E52CC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1069259495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52CC" w:rsidRDefault="005E52CC" w:rsidP="005E52CC">
            <w:pPr>
              <w:jc w:val="center"/>
            </w:pPr>
            <w:r w:rsidRPr="005E52CC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RC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CC" w:rsidRPr="005E52CC" w:rsidRDefault="005E52CC" w:rsidP="005E52CC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5E52CC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SUA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CC" w:rsidRPr="005E52CC" w:rsidRDefault="005E52CC" w:rsidP="005E52CC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5E52CC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CASTIBLANCO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CC" w:rsidRPr="005E52CC" w:rsidRDefault="005E52CC" w:rsidP="005E52CC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5E52CC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FRANCY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CC" w:rsidRPr="005E52CC" w:rsidRDefault="005E52CC" w:rsidP="005E52CC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5E52CC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MILENA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CC" w:rsidRPr="005E52CC" w:rsidRDefault="005E52CC" w:rsidP="005E52C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5E52CC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6</w:t>
            </w:r>
          </w:p>
        </w:tc>
      </w:tr>
      <w:tr w:rsidR="005E52CC" w:rsidRPr="005E52CC" w:rsidTr="005E52CC">
        <w:trPr>
          <w:trHeight w:val="300"/>
        </w:trPr>
        <w:tc>
          <w:tcPr>
            <w:tcW w:w="105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52CC" w:rsidRPr="005E52CC" w:rsidRDefault="005E52CC" w:rsidP="005E52C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5E52CC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QUINTO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CC" w:rsidRPr="005E52CC" w:rsidRDefault="005E52CC" w:rsidP="005E52CC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5E52CC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1007586183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52CC" w:rsidRDefault="005E52CC" w:rsidP="005E52CC">
            <w:pPr>
              <w:jc w:val="center"/>
            </w:pPr>
            <w:r w:rsidRPr="005E52CC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TI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CC" w:rsidRPr="005E52CC" w:rsidRDefault="005E52CC" w:rsidP="005E52CC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5E52CC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CHAVARRIO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CC" w:rsidRPr="005E52CC" w:rsidRDefault="005E52CC" w:rsidP="005E52CC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5E52CC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GARZON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CC" w:rsidRPr="005E52CC" w:rsidRDefault="005E52CC" w:rsidP="005E52CC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5E52CC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YESICA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CC" w:rsidRPr="005E52CC" w:rsidRDefault="005E52CC" w:rsidP="005E52CC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5E52CC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LISETH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CC" w:rsidRPr="005E52CC" w:rsidRDefault="005E52CC" w:rsidP="005E52C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5E52CC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</w:t>
            </w:r>
          </w:p>
        </w:tc>
      </w:tr>
      <w:tr w:rsidR="005E52CC" w:rsidRPr="005E52CC" w:rsidTr="00EE4D39">
        <w:trPr>
          <w:trHeight w:val="300"/>
        </w:trPr>
        <w:tc>
          <w:tcPr>
            <w:tcW w:w="10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CC" w:rsidRPr="005E52CC" w:rsidRDefault="005E52CC" w:rsidP="005E52CC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CC" w:rsidRPr="005E52CC" w:rsidRDefault="005E52CC" w:rsidP="005E52CC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5E52CC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1007688973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52CC" w:rsidRDefault="005E52CC" w:rsidP="005E52CC">
            <w:pPr>
              <w:jc w:val="center"/>
            </w:pPr>
            <w:r w:rsidRPr="005E52CC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TI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CC" w:rsidRPr="005E52CC" w:rsidRDefault="005E52CC" w:rsidP="005E52CC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5E52CC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CUESTA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CC" w:rsidRPr="005E52CC" w:rsidRDefault="005E52CC" w:rsidP="005E52CC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5E52CC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QUINTERO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CC" w:rsidRPr="005E52CC" w:rsidRDefault="005E52CC" w:rsidP="005E52CC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5E52CC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BRAYAN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CC" w:rsidRPr="005E52CC" w:rsidRDefault="005E52CC" w:rsidP="005E52CC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5E52CC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STIVEN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CC" w:rsidRPr="005E52CC" w:rsidRDefault="005E52CC" w:rsidP="005E52C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5E52CC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</w:t>
            </w:r>
          </w:p>
        </w:tc>
      </w:tr>
      <w:tr w:rsidR="005E52CC" w:rsidRPr="005E52CC" w:rsidTr="00EE4D39">
        <w:trPr>
          <w:trHeight w:val="300"/>
        </w:trPr>
        <w:tc>
          <w:tcPr>
            <w:tcW w:w="10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CC" w:rsidRPr="005E52CC" w:rsidRDefault="005E52CC" w:rsidP="005E52CC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CC" w:rsidRPr="005E52CC" w:rsidRDefault="005E52CC" w:rsidP="005E52CC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5E52CC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1055962203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52CC" w:rsidRDefault="005E52CC" w:rsidP="005E52CC">
            <w:pPr>
              <w:jc w:val="center"/>
            </w:pPr>
            <w:r w:rsidRPr="005E52CC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TI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CC" w:rsidRPr="005E52CC" w:rsidRDefault="005E52CC" w:rsidP="005E52CC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5E52CC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YEPES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CC" w:rsidRPr="005E52CC" w:rsidRDefault="005E52CC" w:rsidP="005E52CC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5E52CC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GARZON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CC" w:rsidRPr="005E52CC" w:rsidRDefault="005E52CC" w:rsidP="005E52CC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5E52CC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CRISTIAN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CC" w:rsidRPr="005E52CC" w:rsidRDefault="005E52CC" w:rsidP="005E52CC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5E52CC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CAMILO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CC" w:rsidRPr="005E52CC" w:rsidRDefault="005E52CC" w:rsidP="005E52C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5E52CC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9</w:t>
            </w:r>
          </w:p>
        </w:tc>
      </w:tr>
      <w:tr w:rsidR="005E52CC" w:rsidRPr="005E52CC" w:rsidTr="005E52CC">
        <w:trPr>
          <w:trHeight w:val="300"/>
        </w:trPr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CC" w:rsidRPr="005E52CC" w:rsidRDefault="005E52CC" w:rsidP="005E52CC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5E52CC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SEGUNDO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CC" w:rsidRPr="005E52CC" w:rsidRDefault="005E52CC" w:rsidP="005E52CC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5E52CC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1069258269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52CC" w:rsidRPr="005E52CC" w:rsidRDefault="005E52CC" w:rsidP="005E52C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5E52CC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RC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CC" w:rsidRPr="005E52CC" w:rsidRDefault="005E52CC" w:rsidP="005E52CC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5E52CC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SUA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CC" w:rsidRPr="005E52CC" w:rsidRDefault="005E52CC" w:rsidP="005E52CC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5E52CC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CASTIBLANCO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CC" w:rsidRPr="005E52CC" w:rsidRDefault="005E52CC" w:rsidP="005E52CC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5E52CC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OLGA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CC" w:rsidRPr="005E52CC" w:rsidRDefault="005E52CC" w:rsidP="005E52CC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5E52CC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YANETH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CC" w:rsidRPr="005E52CC" w:rsidRDefault="005E52CC" w:rsidP="005E52C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5E52CC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7</w:t>
            </w:r>
          </w:p>
        </w:tc>
      </w:tr>
      <w:tr w:rsidR="005E52CC" w:rsidRPr="005E52CC" w:rsidTr="005E52CC">
        <w:trPr>
          <w:trHeight w:val="300"/>
        </w:trPr>
        <w:tc>
          <w:tcPr>
            <w:tcW w:w="105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52CC" w:rsidRPr="005E52CC" w:rsidRDefault="005E52CC" w:rsidP="005E52C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5E52CC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TERCERO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CC" w:rsidRPr="005E52CC" w:rsidRDefault="005E52CC" w:rsidP="005E52CC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5E52CC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1069257558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52CC" w:rsidRDefault="005E52CC" w:rsidP="005E52CC">
            <w:pPr>
              <w:jc w:val="center"/>
            </w:pPr>
            <w:r w:rsidRPr="005E52CC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TI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CC" w:rsidRPr="005E52CC" w:rsidRDefault="005E52CC" w:rsidP="005E52CC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5E52CC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GARZON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CC" w:rsidRPr="005E52CC" w:rsidRDefault="005E52CC" w:rsidP="005E52CC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5E52CC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GOMEZ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CC" w:rsidRPr="005E52CC" w:rsidRDefault="005E52CC" w:rsidP="005E52CC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5E52CC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CRISTIAN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CC" w:rsidRPr="005E52CC" w:rsidRDefault="005E52CC" w:rsidP="005E52CC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5E52CC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DAVID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CC" w:rsidRPr="005E52CC" w:rsidRDefault="005E52CC" w:rsidP="005E52C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5E52CC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8</w:t>
            </w:r>
          </w:p>
        </w:tc>
      </w:tr>
      <w:tr w:rsidR="005E52CC" w:rsidRPr="005E52CC" w:rsidTr="00EE4D39">
        <w:trPr>
          <w:trHeight w:val="300"/>
        </w:trPr>
        <w:tc>
          <w:tcPr>
            <w:tcW w:w="10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CC" w:rsidRPr="005E52CC" w:rsidRDefault="005E52CC" w:rsidP="005E52CC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CC" w:rsidRPr="005E52CC" w:rsidRDefault="005E52CC" w:rsidP="005E52CC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5E52CC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1069257418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52CC" w:rsidRDefault="005E52CC" w:rsidP="005E52CC">
            <w:pPr>
              <w:jc w:val="center"/>
            </w:pPr>
            <w:r w:rsidRPr="005E52CC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TI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CC" w:rsidRPr="005E52CC" w:rsidRDefault="005E52CC" w:rsidP="005E52CC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5E52CC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PINZON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CC" w:rsidRPr="005E52CC" w:rsidRDefault="005E52CC" w:rsidP="005E52CC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5E52CC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NAVARRETE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CC" w:rsidRPr="005E52CC" w:rsidRDefault="005E52CC" w:rsidP="005E52CC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5E52CC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DUBAN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CC" w:rsidRPr="005E52CC" w:rsidRDefault="005E52CC" w:rsidP="005E52CC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5E52CC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ANDRES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CC" w:rsidRPr="005E52CC" w:rsidRDefault="005E52CC" w:rsidP="005E52C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5E52CC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8</w:t>
            </w:r>
          </w:p>
        </w:tc>
      </w:tr>
    </w:tbl>
    <w:p w:rsidR="005E52CC" w:rsidRDefault="005E52CC" w:rsidP="00356954">
      <w:pPr>
        <w:jc w:val="center"/>
        <w:rPr>
          <w:rFonts w:ascii="Courier New" w:hAnsi="Courier New" w:cs="Courier New"/>
          <w:b/>
          <w:bCs/>
          <w:sz w:val="36"/>
        </w:rPr>
      </w:pPr>
    </w:p>
    <w:p w:rsidR="005E52CC" w:rsidRDefault="005E52CC" w:rsidP="00356954">
      <w:pPr>
        <w:jc w:val="center"/>
        <w:rPr>
          <w:rFonts w:ascii="Courier New" w:hAnsi="Courier New" w:cs="Courier New"/>
          <w:b/>
          <w:bCs/>
          <w:sz w:val="36"/>
        </w:rPr>
      </w:pPr>
    </w:p>
    <w:p w:rsidR="005E52CC" w:rsidRDefault="005E52CC" w:rsidP="00356954">
      <w:pPr>
        <w:jc w:val="center"/>
        <w:rPr>
          <w:rFonts w:ascii="Courier New" w:hAnsi="Courier New" w:cs="Courier New"/>
          <w:b/>
          <w:bCs/>
          <w:sz w:val="36"/>
        </w:rPr>
      </w:pPr>
    </w:p>
    <w:p w:rsidR="005E52CC" w:rsidRDefault="005E52CC" w:rsidP="00356954">
      <w:pPr>
        <w:jc w:val="center"/>
        <w:rPr>
          <w:rFonts w:ascii="Courier New" w:hAnsi="Courier New" w:cs="Courier New"/>
          <w:b/>
          <w:bCs/>
          <w:sz w:val="36"/>
        </w:rPr>
      </w:pPr>
    </w:p>
    <w:p w:rsidR="005E52CC" w:rsidRDefault="005E52CC" w:rsidP="00356954">
      <w:pPr>
        <w:jc w:val="center"/>
        <w:rPr>
          <w:rFonts w:ascii="Courier New" w:hAnsi="Courier New" w:cs="Courier New"/>
          <w:b/>
          <w:bCs/>
          <w:sz w:val="36"/>
        </w:rPr>
      </w:pPr>
    </w:p>
    <w:p w:rsidR="005E52CC" w:rsidRDefault="005E52CC" w:rsidP="00356954">
      <w:pPr>
        <w:jc w:val="center"/>
        <w:rPr>
          <w:rFonts w:ascii="Courier New" w:hAnsi="Courier New" w:cs="Courier New"/>
          <w:b/>
          <w:bCs/>
          <w:sz w:val="36"/>
        </w:rPr>
      </w:pPr>
    </w:p>
    <w:p w:rsidR="005E52CC" w:rsidRDefault="005E52CC" w:rsidP="00356954">
      <w:pPr>
        <w:jc w:val="center"/>
        <w:rPr>
          <w:rFonts w:ascii="Courier New" w:hAnsi="Courier New" w:cs="Courier New"/>
          <w:b/>
          <w:bCs/>
          <w:sz w:val="36"/>
        </w:rPr>
      </w:pPr>
    </w:p>
    <w:p w:rsidR="005E52CC" w:rsidRDefault="005E52CC" w:rsidP="00356954">
      <w:pPr>
        <w:jc w:val="center"/>
        <w:rPr>
          <w:rFonts w:ascii="Courier New" w:hAnsi="Courier New" w:cs="Courier New"/>
          <w:b/>
          <w:bCs/>
          <w:sz w:val="36"/>
        </w:rPr>
      </w:pPr>
    </w:p>
    <w:p w:rsidR="005E52CC" w:rsidRDefault="005E52CC" w:rsidP="00356954">
      <w:pPr>
        <w:jc w:val="center"/>
        <w:rPr>
          <w:rFonts w:ascii="Courier New" w:hAnsi="Courier New" w:cs="Courier New"/>
          <w:b/>
          <w:bCs/>
          <w:sz w:val="36"/>
        </w:rPr>
      </w:pPr>
    </w:p>
    <w:p w:rsidR="005E52CC" w:rsidRDefault="005E52CC" w:rsidP="00356954">
      <w:pPr>
        <w:jc w:val="center"/>
        <w:rPr>
          <w:rFonts w:ascii="Courier New" w:hAnsi="Courier New" w:cs="Courier New"/>
          <w:b/>
          <w:bCs/>
          <w:sz w:val="36"/>
        </w:rPr>
      </w:pPr>
    </w:p>
    <w:p w:rsidR="005E52CC" w:rsidRDefault="005E52CC" w:rsidP="00356954">
      <w:pPr>
        <w:jc w:val="center"/>
        <w:rPr>
          <w:rFonts w:ascii="Courier New" w:hAnsi="Courier New" w:cs="Courier New"/>
          <w:b/>
          <w:bCs/>
          <w:sz w:val="36"/>
        </w:rPr>
      </w:pPr>
    </w:p>
    <w:p w:rsidR="005E52CC" w:rsidRDefault="005E52CC" w:rsidP="00356954">
      <w:pPr>
        <w:jc w:val="center"/>
        <w:rPr>
          <w:rFonts w:ascii="Courier New" w:hAnsi="Courier New" w:cs="Courier New"/>
          <w:b/>
          <w:bCs/>
          <w:sz w:val="36"/>
        </w:rPr>
      </w:pPr>
    </w:p>
    <w:p w:rsidR="005E52CC" w:rsidRDefault="005E52CC" w:rsidP="00356954">
      <w:pPr>
        <w:jc w:val="center"/>
        <w:rPr>
          <w:rFonts w:ascii="Courier New" w:hAnsi="Courier New" w:cs="Courier New"/>
          <w:b/>
          <w:bCs/>
          <w:sz w:val="36"/>
        </w:rPr>
      </w:pPr>
    </w:p>
    <w:p w:rsidR="00D90F51" w:rsidRPr="00F86108" w:rsidRDefault="00D90F51" w:rsidP="00D90F51">
      <w:pPr>
        <w:tabs>
          <w:tab w:val="left" w:pos="1515"/>
          <w:tab w:val="left" w:pos="2694"/>
        </w:tabs>
        <w:jc w:val="both"/>
        <w:rPr>
          <w:sz w:val="32"/>
        </w:rPr>
      </w:pPr>
      <w:r w:rsidRPr="00F86108"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>SEDE</w:t>
      </w:r>
      <w:r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>:</w:t>
      </w:r>
      <w:r w:rsidRPr="00F86108"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ab/>
      </w:r>
      <w:r w:rsidRPr="00F86108"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ab/>
      </w:r>
      <w:r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ab/>
      </w:r>
      <w:r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ab/>
      </w:r>
      <w:r>
        <w:rPr>
          <w:rFonts w:ascii="Calibri" w:hAnsi="Calibri"/>
          <w:color w:val="000000"/>
          <w:sz w:val="28"/>
          <w:szCs w:val="22"/>
          <w:lang w:val="es-CO" w:eastAsia="es-CO"/>
        </w:rPr>
        <w:t>EL TEJAR</w:t>
      </w:r>
    </w:p>
    <w:p w:rsidR="00D90F51" w:rsidRPr="00F86108" w:rsidRDefault="00D90F51" w:rsidP="00D90F51">
      <w:pPr>
        <w:tabs>
          <w:tab w:val="left" w:pos="1515"/>
          <w:tab w:val="left" w:pos="2694"/>
        </w:tabs>
        <w:jc w:val="both"/>
        <w:rPr>
          <w:sz w:val="32"/>
        </w:rPr>
      </w:pPr>
      <w:r w:rsidRPr="00F86108"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>CONSECUTIVO</w:t>
      </w:r>
      <w:r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>:</w:t>
      </w:r>
      <w:r w:rsidRPr="00F86108"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ab/>
      </w:r>
      <w:r w:rsidRPr="00F86108"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ab/>
      </w:r>
      <w:r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ab/>
      </w:r>
      <w:r w:rsidRPr="00F86108">
        <w:rPr>
          <w:rFonts w:ascii="Calibri" w:hAnsi="Calibri"/>
          <w:color w:val="000000"/>
          <w:sz w:val="28"/>
          <w:szCs w:val="22"/>
          <w:lang w:val="es-CO" w:eastAsia="es-CO"/>
        </w:rPr>
        <w:t>1251830003200</w:t>
      </w:r>
      <w:r w:rsidR="00822923">
        <w:rPr>
          <w:rFonts w:ascii="Calibri" w:hAnsi="Calibri"/>
          <w:color w:val="000000"/>
          <w:sz w:val="28"/>
          <w:szCs w:val="22"/>
          <w:lang w:val="es-CO" w:eastAsia="es-CO"/>
        </w:rPr>
        <w:t>6</w:t>
      </w:r>
    </w:p>
    <w:p w:rsidR="00D90F51" w:rsidRDefault="00D90F51" w:rsidP="00D90F51">
      <w:pPr>
        <w:tabs>
          <w:tab w:val="left" w:pos="1515"/>
          <w:tab w:val="left" w:pos="2694"/>
        </w:tabs>
        <w:jc w:val="both"/>
        <w:rPr>
          <w:rFonts w:ascii="Calibri" w:hAnsi="Calibri"/>
          <w:color w:val="000000"/>
          <w:sz w:val="28"/>
          <w:szCs w:val="22"/>
          <w:lang w:val="es-CO" w:eastAsia="es-CO"/>
        </w:rPr>
      </w:pPr>
      <w:r w:rsidRPr="00F86108"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>DANE</w:t>
      </w:r>
      <w:r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>:</w:t>
      </w:r>
      <w:r w:rsidRPr="00F86108"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ab/>
      </w:r>
      <w:r w:rsidRPr="00F86108"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ab/>
      </w:r>
      <w:r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ab/>
      </w:r>
      <w:r>
        <w:rPr>
          <w:rFonts w:ascii="Calibri" w:hAnsi="Calibri"/>
          <w:b/>
          <w:bCs/>
          <w:color w:val="000000"/>
          <w:sz w:val="28"/>
          <w:szCs w:val="22"/>
          <w:lang w:val="es-CO" w:eastAsia="es-CO"/>
        </w:rPr>
        <w:tab/>
      </w:r>
      <w:r w:rsidRPr="00F86108">
        <w:rPr>
          <w:rFonts w:ascii="Calibri" w:hAnsi="Calibri"/>
          <w:color w:val="000000"/>
          <w:sz w:val="28"/>
          <w:szCs w:val="22"/>
          <w:lang w:val="es-CO" w:eastAsia="es-CO"/>
        </w:rPr>
        <w:t>225183000</w:t>
      </w:r>
      <w:r w:rsidR="00822923">
        <w:rPr>
          <w:rFonts w:ascii="Calibri" w:hAnsi="Calibri"/>
          <w:color w:val="000000"/>
          <w:sz w:val="28"/>
          <w:szCs w:val="22"/>
          <w:lang w:val="es-CO" w:eastAsia="es-CO"/>
        </w:rPr>
        <w:t>243</w:t>
      </w:r>
    </w:p>
    <w:p w:rsidR="00D90F51" w:rsidRDefault="00D90F51" w:rsidP="00822923">
      <w:pPr>
        <w:tabs>
          <w:tab w:val="left" w:pos="1515"/>
          <w:tab w:val="left" w:pos="2694"/>
        </w:tabs>
        <w:jc w:val="both"/>
        <w:rPr>
          <w:rFonts w:ascii="Calibri" w:hAnsi="Calibri"/>
          <w:b/>
          <w:bCs/>
          <w:color w:val="000000"/>
          <w:sz w:val="22"/>
          <w:szCs w:val="22"/>
          <w:lang w:val="es-CO" w:eastAsia="es-CO"/>
        </w:rPr>
      </w:pPr>
      <w:r w:rsidRPr="00F86108">
        <w:rPr>
          <w:rFonts w:ascii="Calibri" w:hAnsi="Calibri"/>
          <w:b/>
          <w:color w:val="000000"/>
          <w:sz w:val="28"/>
          <w:szCs w:val="22"/>
          <w:lang w:val="es-CO" w:eastAsia="es-CO"/>
        </w:rPr>
        <w:t>DOCENTE:</w:t>
      </w:r>
      <w:r>
        <w:rPr>
          <w:rFonts w:ascii="Calibri" w:hAnsi="Calibri"/>
          <w:color w:val="000000"/>
          <w:sz w:val="28"/>
          <w:szCs w:val="22"/>
          <w:lang w:val="es-CO" w:eastAsia="es-CO"/>
        </w:rPr>
        <w:tab/>
      </w:r>
      <w:r>
        <w:rPr>
          <w:rFonts w:ascii="Calibri" w:hAnsi="Calibri"/>
          <w:color w:val="000000"/>
          <w:sz w:val="28"/>
          <w:szCs w:val="22"/>
          <w:lang w:val="es-CO" w:eastAsia="es-CO"/>
        </w:rPr>
        <w:tab/>
      </w:r>
      <w:r>
        <w:rPr>
          <w:rFonts w:ascii="Calibri" w:hAnsi="Calibri"/>
          <w:color w:val="000000"/>
          <w:sz w:val="28"/>
          <w:szCs w:val="22"/>
          <w:lang w:val="es-CO" w:eastAsia="es-CO"/>
        </w:rPr>
        <w:tab/>
      </w:r>
      <w:r>
        <w:rPr>
          <w:rFonts w:ascii="Calibri" w:hAnsi="Calibri"/>
          <w:color w:val="000000"/>
          <w:sz w:val="28"/>
          <w:szCs w:val="22"/>
          <w:lang w:val="es-CO" w:eastAsia="es-CO"/>
        </w:rPr>
        <w:tab/>
      </w:r>
      <w:r w:rsidR="00822923">
        <w:rPr>
          <w:rFonts w:ascii="Calibri" w:hAnsi="Calibri"/>
          <w:color w:val="000000"/>
          <w:sz w:val="28"/>
          <w:szCs w:val="22"/>
          <w:lang w:val="es-CO" w:eastAsia="es-CO"/>
        </w:rPr>
        <w:t>SEGUNDO AGUSTIN ESTEPA ARAQUE</w:t>
      </w:r>
    </w:p>
    <w:p w:rsidR="00D90F51" w:rsidRDefault="00D90F51" w:rsidP="00D90F51">
      <w:pPr>
        <w:tabs>
          <w:tab w:val="left" w:pos="1515"/>
          <w:tab w:val="left" w:pos="2694"/>
        </w:tabs>
        <w:jc w:val="both"/>
        <w:rPr>
          <w:rFonts w:ascii="Calibri" w:hAnsi="Calibri"/>
          <w:b/>
          <w:bCs/>
          <w:color w:val="000000"/>
          <w:sz w:val="22"/>
          <w:szCs w:val="22"/>
          <w:lang w:val="es-CO" w:eastAsia="es-CO"/>
        </w:rPr>
      </w:pPr>
    </w:p>
    <w:p w:rsidR="00D90F51" w:rsidRDefault="00D90F51" w:rsidP="00D90F51">
      <w:pPr>
        <w:tabs>
          <w:tab w:val="left" w:pos="1515"/>
          <w:tab w:val="left" w:pos="2694"/>
        </w:tabs>
        <w:jc w:val="both"/>
        <w:rPr>
          <w:rFonts w:ascii="Calibri" w:hAnsi="Calibri"/>
          <w:b/>
          <w:bCs/>
          <w:color w:val="000000"/>
          <w:sz w:val="22"/>
          <w:szCs w:val="22"/>
          <w:lang w:val="es-CO" w:eastAsia="es-CO"/>
        </w:rPr>
      </w:pPr>
    </w:p>
    <w:tbl>
      <w:tblPr>
        <w:tblW w:w="8379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077"/>
        <w:gridCol w:w="1256"/>
        <w:gridCol w:w="574"/>
        <w:gridCol w:w="1240"/>
        <w:gridCol w:w="1284"/>
        <w:gridCol w:w="1247"/>
        <w:gridCol w:w="1134"/>
        <w:gridCol w:w="658"/>
      </w:tblGrid>
      <w:tr w:rsidR="00D90F51" w:rsidRPr="00D90F51" w:rsidTr="00D90F51">
        <w:trPr>
          <w:trHeight w:val="300"/>
        </w:trPr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jc w:val="center"/>
              <w:rPr>
                <w:rFonts w:ascii="Calibri" w:hAnsi="Calibri"/>
                <w:b/>
                <w:bCs/>
                <w:color w:val="000000"/>
                <w:lang w:val="es-CO" w:eastAsia="es-CO"/>
              </w:rPr>
            </w:pPr>
            <w:r w:rsidRPr="00D90F51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O" w:eastAsia="es-CO"/>
              </w:rPr>
              <w:t>GRADO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jc w:val="center"/>
              <w:rPr>
                <w:rFonts w:ascii="Calibri" w:hAnsi="Calibri"/>
                <w:b/>
                <w:bCs/>
                <w:color w:val="000000"/>
                <w:lang w:val="es-CO" w:eastAsia="es-CO"/>
              </w:rPr>
            </w:pPr>
            <w:r w:rsidRPr="00D90F51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O" w:eastAsia="es-CO"/>
              </w:rPr>
              <w:t>DOC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jc w:val="center"/>
              <w:rPr>
                <w:rFonts w:ascii="Calibri" w:hAnsi="Calibri"/>
                <w:b/>
                <w:bCs/>
                <w:color w:val="000000"/>
                <w:lang w:val="es-CO" w:eastAsia="es-CO"/>
              </w:rPr>
            </w:pPr>
            <w:r w:rsidRPr="00D90F51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O" w:eastAsia="es-CO"/>
              </w:rPr>
              <w:t>TIPO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jc w:val="center"/>
              <w:rPr>
                <w:rFonts w:ascii="Calibri" w:hAnsi="Calibri"/>
                <w:b/>
                <w:bCs/>
                <w:color w:val="000000"/>
                <w:lang w:val="es-CO" w:eastAsia="es-CO"/>
              </w:rPr>
            </w:pPr>
            <w:r w:rsidRPr="00D90F51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O" w:eastAsia="es-CO"/>
              </w:rPr>
              <w:t>APELLIDO1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jc w:val="center"/>
              <w:rPr>
                <w:rFonts w:ascii="Calibri" w:hAnsi="Calibri"/>
                <w:b/>
                <w:bCs/>
                <w:color w:val="000000"/>
                <w:lang w:val="es-CO" w:eastAsia="es-CO"/>
              </w:rPr>
            </w:pPr>
            <w:r w:rsidRPr="00D90F51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O" w:eastAsia="es-CO"/>
              </w:rPr>
              <w:t>APELLIDO2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jc w:val="center"/>
              <w:rPr>
                <w:rFonts w:ascii="Calibri" w:hAnsi="Calibri"/>
                <w:b/>
                <w:bCs/>
                <w:color w:val="000000"/>
                <w:lang w:val="es-CO" w:eastAsia="es-CO"/>
              </w:rPr>
            </w:pPr>
            <w:r w:rsidRPr="00D90F51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O" w:eastAsia="es-CO"/>
              </w:rPr>
              <w:t>NOMBRE1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jc w:val="center"/>
              <w:rPr>
                <w:rFonts w:ascii="Calibri" w:hAnsi="Calibri"/>
                <w:b/>
                <w:bCs/>
                <w:color w:val="000000"/>
                <w:lang w:val="es-CO" w:eastAsia="es-CO"/>
              </w:rPr>
            </w:pPr>
            <w:r w:rsidRPr="00D90F51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O" w:eastAsia="es-CO"/>
              </w:rPr>
              <w:t>NOMBRE2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jc w:val="center"/>
              <w:rPr>
                <w:rFonts w:ascii="Calibri" w:hAnsi="Calibri"/>
                <w:b/>
                <w:bCs/>
                <w:color w:val="000000"/>
                <w:lang w:val="es-CO" w:eastAsia="es-CO"/>
              </w:rPr>
            </w:pPr>
            <w:r w:rsidRPr="00D90F51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O" w:eastAsia="es-CO"/>
              </w:rPr>
              <w:t>EDAD</w:t>
            </w:r>
          </w:p>
        </w:tc>
      </w:tr>
      <w:tr w:rsidR="00D90F51" w:rsidRPr="00D90F51" w:rsidTr="00D90F51">
        <w:trPr>
          <w:trHeight w:val="300"/>
        </w:trPr>
        <w:tc>
          <w:tcPr>
            <w:tcW w:w="107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F51" w:rsidRPr="00D90F51" w:rsidRDefault="00D90F51" w:rsidP="00D90F51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CUARTO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1105461211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 xml:space="preserve">TI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rPr>
                <w:rFonts w:ascii="Calibri" w:hAnsi="Calibri"/>
                <w:color w:val="000000"/>
                <w:sz w:val="18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18"/>
                <w:szCs w:val="22"/>
                <w:lang w:val="es-CO" w:eastAsia="es-CO"/>
              </w:rPr>
              <w:t>BOHORQUEZ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rPr>
                <w:rFonts w:ascii="Calibri" w:hAnsi="Calibri"/>
                <w:color w:val="000000"/>
                <w:sz w:val="18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18"/>
                <w:szCs w:val="22"/>
                <w:lang w:val="es-CO" w:eastAsia="es-CO"/>
              </w:rPr>
              <w:t>RIVEROS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rPr>
                <w:rFonts w:ascii="Calibri" w:hAnsi="Calibri"/>
                <w:color w:val="000000"/>
                <w:sz w:val="18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18"/>
                <w:szCs w:val="22"/>
                <w:lang w:val="es-CO" w:eastAsia="es-CO"/>
              </w:rPr>
              <w:t>VICTOR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rPr>
                <w:rFonts w:ascii="Calibri" w:hAnsi="Calibri"/>
                <w:color w:val="000000"/>
                <w:sz w:val="18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18"/>
                <w:szCs w:val="22"/>
                <w:lang w:val="es-CO" w:eastAsia="es-CO"/>
              </w:rPr>
              <w:t>ADRIAN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9</w:t>
            </w:r>
          </w:p>
        </w:tc>
      </w:tr>
      <w:tr w:rsidR="00D90F51" w:rsidRPr="00D90F51" w:rsidTr="00D90F51">
        <w:trPr>
          <w:trHeight w:val="300"/>
        </w:trPr>
        <w:tc>
          <w:tcPr>
            <w:tcW w:w="10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rPr>
                <w:rFonts w:ascii="Calibri" w:hAnsi="Calibri"/>
                <w:color w:val="000000"/>
                <w:lang w:val="es-CO" w:eastAsia="es-CO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1069256864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 xml:space="preserve">TI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rPr>
                <w:rFonts w:ascii="Calibri" w:hAnsi="Calibri"/>
                <w:color w:val="000000"/>
                <w:sz w:val="18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18"/>
                <w:szCs w:val="22"/>
                <w:lang w:val="es-CO" w:eastAsia="es-CO"/>
              </w:rPr>
              <w:t>BOLIVAR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rPr>
                <w:rFonts w:ascii="Calibri" w:hAnsi="Calibri"/>
                <w:color w:val="000000"/>
                <w:sz w:val="18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18"/>
                <w:szCs w:val="22"/>
                <w:lang w:val="es-CO" w:eastAsia="es-CO"/>
              </w:rPr>
              <w:t>BURGOS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rPr>
                <w:rFonts w:ascii="Calibri" w:hAnsi="Calibri"/>
                <w:color w:val="000000"/>
                <w:sz w:val="18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18"/>
                <w:szCs w:val="22"/>
                <w:lang w:val="es-CO" w:eastAsia="es-CO"/>
              </w:rPr>
              <w:t>JUAN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rPr>
                <w:rFonts w:ascii="Calibri" w:hAnsi="Calibri"/>
                <w:color w:val="000000"/>
                <w:sz w:val="18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18"/>
                <w:szCs w:val="22"/>
                <w:lang w:val="es-CO" w:eastAsia="es-CO"/>
              </w:rPr>
              <w:t>SEBASTIAN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9</w:t>
            </w:r>
          </w:p>
        </w:tc>
      </w:tr>
      <w:tr w:rsidR="00D90F51" w:rsidRPr="00D90F51" w:rsidTr="00D90F51">
        <w:trPr>
          <w:trHeight w:val="300"/>
        </w:trPr>
        <w:tc>
          <w:tcPr>
            <w:tcW w:w="10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rPr>
                <w:rFonts w:ascii="Calibri" w:hAnsi="Calibri"/>
                <w:color w:val="000000"/>
                <w:lang w:val="es-CO" w:eastAsia="es-CO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1003965965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 xml:space="preserve">TI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rPr>
                <w:rFonts w:ascii="Calibri" w:hAnsi="Calibri"/>
                <w:color w:val="000000"/>
                <w:sz w:val="18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18"/>
                <w:szCs w:val="22"/>
                <w:lang w:val="es-CO" w:eastAsia="es-CO"/>
              </w:rPr>
              <w:t>PANTOJA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rPr>
                <w:rFonts w:ascii="Calibri" w:hAnsi="Calibri"/>
                <w:color w:val="000000"/>
                <w:sz w:val="18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18"/>
                <w:szCs w:val="22"/>
                <w:lang w:val="es-CO" w:eastAsia="es-CO"/>
              </w:rPr>
              <w:t>MEJIA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rPr>
                <w:rFonts w:ascii="Calibri" w:hAnsi="Calibri"/>
                <w:color w:val="000000"/>
                <w:sz w:val="18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18"/>
                <w:szCs w:val="22"/>
                <w:lang w:val="es-CO" w:eastAsia="es-CO"/>
              </w:rPr>
              <w:t>LUISA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rPr>
                <w:rFonts w:ascii="Calibri" w:hAnsi="Calibri"/>
                <w:color w:val="000000"/>
                <w:sz w:val="18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18"/>
                <w:szCs w:val="22"/>
                <w:lang w:val="es-CO" w:eastAsia="es-CO"/>
              </w:rPr>
              <w:t>FERNANDA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</w:t>
            </w:r>
          </w:p>
        </w:tc>
      </w:tr>
      <w:tr w:rsidR="00D90F51" w:rsidRPr="00D90F51" w:rsidTr="00D90F51">
        <w:trPr>
          <w:trHeight w:val="300"/>
        </w:trPr>
        <w:tc>
          <w:tcPr>
            <w:tcW w:w="10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rPr>
                <w:rFonts w:ascii="Calibri" w:hAnsi="Calibri"/>
                <w:color w:val="000000"/>
                <w:lang w:val="es-CO" w:eastAsia="es-CO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1070704359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 xml:space="preserve">TI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rPr>
                <w:rFonts w:ascii="Calibri" w:hAnsi="Calibri"/>
                <w:color w:val="000000"/>
                <w:sz w:val="18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18"/>
                <w:szCs w:val="22"/>
                <w:lang w:val="es-CO" w:eastAsia="es-CO"/>
              </w:rPr>
              <w:t>VALBUENA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rPr>
                <w:rFonts w:ascii="Calibri" w:hAnsi="Calibri"/>
                <w:color w:val="000000"/>
                <w:sz w:val="18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18"/>
                <w:szCs w:val="22"/>
                <w:lang w:val="es-CO" w:eastAsia="es-CO"/>
              </w:rPr>
              <w:t>MARTINEZ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rPr>
                <w:rFonts w:ascii="Calibri" w:hAnsi="Calibri"/>
                <w:color w:val="000000"/>
                <w:sz w:val="18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18"/>
                <w:szCs w:val="22"/>
                <w:lang w:val="es-CO" w:eastAsia="es-CO"/>
              </w:rPr>
              <w:t>JEFERSON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rPr>
                <w:rFonts w:ascii="Calibri" w:hAnsi="Calibri"/>
                <w:color w:val="000000"/>
                <w:sz w:val="18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18"/>
                <w:szCs w:val="22"/>
                <w:lang w:val="es-CO" w:eastAsia="es-CO"/>
              </w:rPr>
              <w:t>DAYAN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9</w:t>
            </w:r>
          </w:p>
        </w:tc>
      </w:tr>
      <w:tr w:rsidR="00D90F51" w:rsidRPr="00D90F51" w:rsidTr="00D90F51">
        <w:trPr>
          <w:trHeight w:val="300"/>
        </w:trPr>
        <w:tc>
          <w:tcPr>
            <w:tcW w:w="107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F51" w:rsidRPr="00D90F51" w:rsidRDefault="00D90F51" w:rsidP="00D90F51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GRADO 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1053538785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 xml:space="preserve">RC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rPr>
                <w:rFonts w:ascii="Calibri" w:hAnsi="Calibri"/>
                <w:color w:val="000000"/>
                <w:sz w:val="18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18"/>
                <w:szCs w:val="22"/>
                <w:lang w:val="es-CO" w:eastAsia="es-CO"/>
              </w:rPr>
              <w:t>BUITRAGO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rPr>
                <w:rFonts w:ascii="Calibri" w:hAnsi="Calibri"/>
                <w:color w:val="000000"/>
                <w:sz w:val="18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18"/>
                <w:szCs w:val="22"/>
                <w:lang w:val="es-CO" w:eastAsia="es-CO"/>
              </w:rPr>
              <w:t>MORENO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rPr>
                <w:rFonts w:ascii="Calibri" w:hAnsi="Calibri"/>
                <w:color w:val="000000"/>
                <w:sz w:val="18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18"/>
                <w:szCs w:val="22"/>
                <w:lang w:val="es-CO" w:eastAsia="es-CO"/>
              </w:rPr>
              <w:t>NELSON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rPr>
                <w:rFonts w:ascii="Calibri" w:hAnsi="Calibri"/>
                <w:color w:val="000000"/>
                <w:sz w:val="18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18"/>
                <w:szCs w:val="22"/>
                <w:lang w:val="es-CO" w:eastAsia="es-CO"/>
              </w:rPr>
              <w:t>DAVID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5</w:t>
            </w:r>
          </w:p>
        </w:tc>
      </w:tr>
      <w:tr w:rsidR="00D90F51" w:rsidRPr="00D90F51" w:rsidTr="00D90F51">
        <w:trPr>
          <w:trHeight w:val="300"/>
        </w:trPr>
        <w:tc>
          <w:tcPr>
            <w:tcW w:w="10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rPr>
                <w:rFonts w:ascii="Calibri" w:hAnsi="Calibri"/>
                <w:color w:val="000000"/>
                <w:lang w:val="es-CO" w:eastAsia="es-CO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1069260182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 xml:space="preserve">RC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rPr>
                <w:rFonts w:ascii="Calibri" w:hAnsi="Calibri"/>
                <w:color w:val="000000"/>
                <w:sz w:val="18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18"/>
                <w:szCs w:val="22"/>
                <w:lang w:val="es-CO" w:eastAsia="es-CO"/>
              </w:rPr>
              <w:t>RODRIGUEZ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rPr>
                <w:rFonts w:ascii="Calibri" w:hAnsi="Calibri"/>
                <w:color w:val="000000"/>
                <w:sz w:val="18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18"/>
                <w:szCs w:val="22"/>
                <w:lang w:val="es-CO" w:eastAsia="es-CO"/>
              </w:rPr>
              <w:t>SABOGAL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rPr>
                <w:rFonts w:ascii="Calibri" w:hAnsi="Calibri"/>
                <w:color w:val="000000"/>
                <w:sz w:val="18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18"/>
                <w:szCs w:val="22"/>
                <w:lang w:val="es-CO" w:eastAsia="es-CO"/>
              </w:rPr>
              <w:t>YENY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rPr>
                <w:rFonts w:ascii="Calibri" w:hAnsi="Calibri"/>
                <w:color w:val="000000"/>
                <w:sz w:val="18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18"/>
                <w:szCs w:val="22"/>
                <w:lang w:val="es-CO" w:eastAsia="es-CO"/>
              </w:rPr>
              <w:t>KATALINA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5</w:t>
            </w:r>
          </w:p>
        </w:tc>
      </w:tr>
      <w:tr w:rsidR="00D90F51" w:rsidRPr="00D90F51" w:rsidTr="00D90F51">
        <w:trPr>
          <w:trHeight w:val="300"/>
        </w:trPr>
        <w:tc>
          <w:tcPr>
            <w:tcW w:w="107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F51" w:rsidRPr="00D90F51" w:rsidRDefault="00D90F51" w:rsidP="00D90F51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PRIMERO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1105464040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 xml:space="preserve">RC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rPr>
                <w:rFonts w:ascii="Calibri" w:hAnsi="Calibri"/>
                <w:color w:val="000000"/>
                <w:sz w:val="18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18"/>
                <w:szCs w:val="22"/>
                <w:lang w:val="es-CO" w:eastAsia="es-CO"/>
              </w:rPr>
              <w:t>BOHORQUEZ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rPr>
                <w:rFonts w:ascii="Calibri" w:hAnsi="Calibri"/>
                <w:color w:val="000000"/>
                <w:sz w:val="18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18"/>
                <w:szCs w:val="22"/>
                <w:lang w:val="es-CO" w:eastAsia="es-CO"/>
              </w:rPr>
              <w:t>RIVEROS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rPr>
                <w:rFonts w:ascii="Calibri" w:hAnsi="Calibri"/>
                <w:color w:val="000000"/>
                <w:sz w:val="18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18"/>
                <w:szCs w:val="22"/>
                <w:lang w:val="es-CO" w:eastAsia="es-CO"/>
              </w:rPr>
              <w:t>MARIANA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rPr>
                <w:rFonts w:ascii="Calibri" w:hAnsi="Calibri"/>
                <w:color w:val="000000"/>
                <w:sz w:val="18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18"/>
                <w:szCs w:val="22"/>
                <w:lang w:val="es-CO" w:eastAsia="es-CO"/>
              </w:rPr>
              <w:t>LUCIA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7</w:t>
            </w:r>
          </w:p>
        </w:tc>
      </w:tr>
      <w:tr w:rsidR="00D90F51" w:rsidRPr="00D90F51" w:rsidTr="00D90F51">
        <w:trPr>
          <w:trHeight w:val="300"/>
        </w:trPr>
        <w:tc>
          <w:tcPr>
            <w:tcW w:w="10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rPr>
                <w:rFonts w:ascii="Calibri" w:hAnsi="Calibri"/>
                <w:color w:val="000000"/>
                <w:lang w:val="es-CO" w:eastAsia="es-CO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1069259447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 xml:space="preserve">RC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rPr>
                <w:rFonts w:ascii="Calibri" w:hAnsi="Calibri"/>
                <w:color w:val="000000"/>
                <w:sz w:val="18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18"/>
                <w:szCs w:val="22"/>
                <w:lang w:val="es-CO" w:eastAsia="es-CO"/>
              </w:rPr>
              <w:t>CASALLAS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rPr>
                <w:rFonts w:ascii="Calibri" w:hAnsi="Calibri"/>
                <w:color w:val="000000"/>
                <w:sz w:val="18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18"/>
                <w:szCs w:val="22"/>
                <w:lang w:val="es-CO" w:eastAsia="es-CO"/>
              </w:rPr>
              <w:t>MORA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rPr>
                <w:rFonts w:ascii="Calibri" w:hAnsi="Calibri"/>
                <w:color w:val="000000"/>
                <w:sz w:val="18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18"/>
                <w:szCs w:val="22"/>
                <w:lang w:val="es-CO" w:eastAsia="es-CO"/>
              </w:rPr>
              <w:t>ESTEBAN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rPr>
                <w:rFonts w:ascii="Calibri" w:hAnsi="Calibri"/>
                <w:color w:val="000000"/>
                <w:sz w:val="18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18"/>
                <w:szCs w:val="22"/>
                <w:lang w:val="es-CO" w:eastAsia="es-CO"/>
              </w:rPr>
              <w:t>FELIPE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6</w:t>
            </w:r>
          </w:p>
        </w:tc>
      </w:tr>
      <w:tr w:rsidR="00D90F51" w:rsidRPr="00D90F51" w:rsidTr="00D90F51">
        <w:trPr>
          <w:trHeight w:val="300"/>
        </w:trPr>
        <w:tc>
          <w:tcPr>
            <w:tcW w:w="10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rPr>
                <w:rFonts w:ascii="Calibri" w:hAnsi="Calibri"/>
                <w:color w:val="000000"/>
                <w:lang w:val="es-CO" w:eastAsia="es-CO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1069259761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 xml:space="preserve">RC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rPr>
                <w:rFonts w:ascii="Calibri" w:hAnsi="Calibri"/>
                <w:color w:val="000000"/>
                <w:sz w:val="18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18"/>
                <w:szCs w:val="22"/>
                <w:lang w:val="es-CO" w:eastAsia="es-CO"/>
              </w:rPr>
              <w:t>FARFAN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rPr>
                <w:rFonts w:ascii="Calibri" w:hAnsi="Calibri"/>
                <w:color w:val="000000"/>
                <w:sz w:val="18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18"/>
                <w:szCs w:val="22"/>
                <w:lang w:val="es-CO" w:eastAsia="es-CO"/>
              </w:rPr>
              <w:t>GARZON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rPr>
                <w:rFonts w:ascii="Calibri" w:hAnsi="Calibri"/>
                <w:color w:val="000000"/>
                <w:sz w:val="18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18"/>
                <w:szCs w:val="22"/>
                <w:lang w:val="es-CO" w:eastAsia="es-CO"/>
              </w:rPr>
              <w:t>JUAN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rPr>
                <w:rFonts w:ascii="Calibri" w:hAnsi="Calibri"/>
                <w:color w:val="000000"/>
                <w:sz w:val="18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18"/>
                <w:szCs w:val="22"/>
                <w:lang w:val="es-CO" w:eastAsia="es-CO"/>
              </w:rPr>
              <w:t>SEBASTIAN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5</w:t>
            </w:r>
          </w:p>
        </w:tc>
      </w:tr>
      <w:tr w:rsidR="00D90F51" w:rsidRPr="00D90F51" w:rsidTr="00D90F51">
        <w:trPr>
          <w:trHeight w:val="300"/>
        </w:trPr>
        <w:tc>
          <w:tcPr>
            <w:tcW w:w="10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rPr>
                <w:rFonts w:ascii="Calibri" w:hAnsi="Calibri"/>
                <w:color w:val="000000"/>
                <w:lang w:val="es-CO" w:eastAsia="es-CO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1082126548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 xml:space="preserve">RC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rPr>
                <w:rFonts w:ascii="Calibri" w:hAnsi="Calibri"/>
                <w:color w:val="000000"/>
                <w:sz w:val="18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18"/>
                <w:szCs w:val="22"/>
                <w:lang w:val="es-CO" w:eastAsia="es-CO"/>
              </w:rPr>
              <w:t>GUZMAN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rPr>
                <w:rFonts w:ascii="Calibri" w:hAnsi="Calibri"/>
                <w:color w:val="000000"/>
                <w:sz w:val="18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18"/>
                <w:szCs w:val="22"/>
                <w:lang w:val="es-CO" w:eastAsia="es-CO"/>
              </w:rPr>
              <w:t>LOSADA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rPr>
                <w:rFonts w:ascii="Calibri" w:hAnsi="Calibri"/>
                <w:color w:val="000000"/>
                <w:sz w:val="18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18"/>
                <w:szCs w:val="22"/>
                <w:lang w:val="es-CO" w:eastAsia="es-CO"/>
              </w:rPr>
              <w:t>DAYANIFER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rPr>
                <w:rFonts w:ascii="Calibri" w:hAnsi="Calibri"/>
                <w:color w:val="000000"/>
                <w:sz w:val="18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18"/>
                <w:szCs w:val="22"/>
                <w:lang w:val="es-CO" w:eastAsia="es-CO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6</w:t>
            </w:r>
          </w:p>
        </w:tc>
      </w:tr>
      <w:tr w:rsidR="00D90F51" w:rsidRPr="00D90F51" w:rsidTr="00D90F51">
        <w:trPr>
          <w:trHeight w:val="300"/>
        </w:trPr>
        <w:tc>
          <w:tcPr>
            <w:tcW w:w="10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rPr>
                <w:rFonts w:ascii="Calibri" w:hAnsi="Calibri"/>
                <w:color w:val="000000"/>
                <w:lang w:val="es-CO" w:eastAsia="es-CO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1069259665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 xml:space="preserve">RC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rPr>
                <w:rFonts w:ascii="Calibri" w:hAnsi="Calibri"/>
                <w:color w:val="000000"/>
                <w:sz w:val="18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18"/>
                <w:szCs w:val="22"/>
                <w:lang w:val="es-CO" w:eastAsia="es-CO"/>
              </w:rPr>
              <w:t>MONTENEGRO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rPr>
                <w:rFonts w:ascii="Calibri" w:hAnsi="Calibri"/>
                <w:color w:val="000000"/>
                <w:sz w:val="18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18"/>
                <w:szCs w:val="22"/>
                <w:lang w:val="es-CO" w:eastAsia="es-CO"/>
              </w:rPr>
              <w:t>CIFUENTES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rPr>
                <w:rFonts w:ascii="Calibri" w:hAnsi="Calibri"/>
                <w:color w:val="000000"/>
                <w:sz w:val="18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18"/>
                <w:szCs w:val="22"/>
                <w:lang w:val="es-CO" w:eastAsia="es-CO"/>
              </w:rPr>
              <w:t>INGRID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rPr>
                <w:rFonts w:ascii="Calibri" w:hAnsi="Calibri"/>
                <w:color w:val="000000"/>
                <w:sz w:val="18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18"/>
                <w:szCs w:val="22"/>
                <w:lang w:val="es-CO" w:eastAsia="es-CO"/>
              </w:rPr>
              <w:t>YULIETH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5</w:t>
            </w:r>
          </w:p>
        </w:tc>
      </w:tr>
      <w:tr w:rsidR="00D90F51" w:rsidRPr="00D90F51" w:rsidTr="00D90F51">
        <w:trPr>
          <w:trHeight w:val="300"/>
        </w:trPr>
        <w:tc>
          <w:tcPr>
            <w:tcW w:w="10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rPr>
                <w:rFonts w:ascii="Calibri" w:hAnsi="Calibri"/>
                <w:color w:val="000000"/>
                <w:lang w:val="es-CO" w:eastAsia="es-CO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1069257405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 xml:space="preserve">TI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rPr>
                <w:rFonts w:ascii="Calibri" w:hAnsi="Calibri"/>
                <w:color w:val="000000"/>
                <w:sz w:val="18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18"/>
                <w:szCs w:val="22"/>
                <w:lang w:val="es-CO" w:eastAsia="es-CO"/>
              </w:rPr>
              <w:t>MONTENEGRO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rPr>
                <w:rFonts w:ascii="Calibri" w:hAnsi="Calibri"/>
                <w:color w:val="000000"/>
                <w:sz w:val="18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18"/>
                <w:szCs w:val="22"/>
                <w:lang w:val="es-CO" w:eastAsia="es-CO"/>
              </w:rPr>
              <w:t>CIFUENTES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rPr>
                <w:rFonts w:ascii="Calibri" w:hAnsi="Calibri"/>
                <w:color w:val="000000"/>
                <w:sz w:val="18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18"/>
                <w:szCs w:val="22"/>
                <w:lang w:val="es-CO" w:eastAsia="es-CO"/>
              </w:rPr>
              <w:t>JUAN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rPr>
                <w:rFonts w:ascii="Calibri" w:hAnsi="Calibri"/>
                <w:color w:val="000000"/>
                <w:sz w:val="18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18"/>
                <w:szCs w:val="22"/>
                <w:lang w:val="es-CO" w:eastAsia="es-CO"/>
              </w:rPr>
              <w:t>DAVID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8</w:t>
            </w:r>
          </w:p>
        </w:tc>
      </w:tr>
      <w:tr w:rsidR="00D90F51" w:rsidRPr="00D90F51" w:rsidTr="00D90F51">
        <w:trPr>
          <w:trHeight w:val="300"/>
        </w:trPr>
        <w:tc>
          <w:tcPr>
            <w:tcW w:w="10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rPr>
                <w:rFonts w:ascii="Calibri" w:hAnsi="Calibri"/>
                <w:color w:val="000000"/>
                <w:lang w:val="es-CO" w:eastAsia="es-CO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1100502421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 xml:space="preserve">RC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rPr>
                <w:rFonts w:ascii="Calibri" w:hAnsi="Calibri"/>
                <w:color w:val="000000"/>
                <w:sz w:val="18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18"/>
                <w:szCs w:val="22"/>
                <w:lang w:val="es-CO" w:eastAsia="es-CO"/>
              </w:rPr>
              <w:t>PARRA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rPr>
                <w:rFonts w:ascii="Calibri" w:hAnsi="Calibri"/>
                <w:color w:val="000000"/>
                <w:sz w:val="18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18"/>
                <w:szCs w:val="22"/>
                <w:lang w:val="es-CO" w:eastAsia="es-CO"/>
              </w:rPr>
              <w:t>OLEJUA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rPr>
                <w:rFonts w:ascii="Calibri" w:hAnsi="Calibri"/>
                <w:color w:val="000000"/>
                <w:sz w:val="18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18"/>
                <w:szCs w:val="22"/>
                <w:lang w:val="es-CO" w:eastAsia="es-CO"/>
              </w:rPr>
              <w:t>EDWIN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rPr>
                <w:rFonts w:ascii="Calibri" w:hAnsi="Calibri"/>
                <w:color w:val="000000"/>
                <w:sz w:val="18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18"/>
                <w:szCs w:val="22"/>
                <w:lang w:val="es-CO" w:eastAsia="es-CO"/>
              </w:rPr>
              <w:t>LEONARDO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6</w:t>
            </w:r>
          </w:p>
        </w:tc>
      </w:tr>
      <w:tr w:rsidR="00D90F51" w:rsidRPr="00D90F51" w:rsidTr="00D90F51">
        <w:trPr>
          <w:trHeight w:val="300"/>
        </w:trPr>
        <w:tc>
          <w:tcPr>
            <w:tcW w:w="10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rPr>
                <w:rFonts w:ascii="Calibri" w:hAnsi="Calibri"/>
                <w:color w:val="000000"/>
                <w:lang w:val="es-CO" w:eastAsia="es-CO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1071329165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 xml:space="preserve">RC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rPr>
                <w:rFonts w:ascii="Calibri" w:hAnsi="Calibri"/>
                <w:color w:val="000000"/>
                <w:sz w:val="18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18"/>
                <w:szCs w:val="22"/>
                <w:lang w:val="es-CO" w:eastAsia="es-CO"/>
              </w:rPr>
              <w:t>PRIETO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rPr>
                <w:rFonts w:ascii="Calibri" w:hAnsi="Calibri"/>
                <w:color w:val="000000"/>
                <w:sz w:val="18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18"/>
                <w:szCs w:val="22"/>
                <w:lang w:val="es-CO" w:eastAsia="es-CO"/>
              </w:rPr>
              <w:t>GUTIERREZ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rPr>
                <w:rFonts w:ascii="Calibri" w:hAnsi="Calibri"/>
                <w:color w:val="000000"/>
                <w:sz w:val="18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18"/>
                <w:szCs w:val="22"/>
                <w:lang w:val="es-CO" w:eastAsia="es-CO"/>
              </w:rPr>
              <w:t>LINA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rPr>
                <w:rFonts w:ascii="Calibri" w:hAnsi="Calibri"/>
                <w:color w:val="000000"/>
                <w:sz w:val="18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18"/>
                <w:szCs w:val="22"/>
                <w:lang w:val="es-CO" w:eastAsia="es-CO"/>
              </w:rPr>
              <w:t>FERNANDA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5</w:t>
            </w:r>
          </w:p>
        </w:tc>
      </w:tr>
      <w:tr w:rsidR="00D90F51" w:rsidRPr="00D90F51" w:rsidTr="00D90F51">
        <w:trPr>
          <w:trHeight w:val="300"/>
        </w:trPr>
        <w:tc>
          <w:tcPr>
            <w:tcW w:w="10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rPr>
                <w:rFonts w:ascii="Calibri" w:hAnsi="Calibri"/>
                <w:color w:val="000000"/>
                <w:lang w:val="es-CO" w:eastAsia="es-CO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1069259919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 xml:space="preserve">RC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rPr>
                <w:rFonts w:ascii="Calibri" w:hAnsi="Calibri"/>
                <w:color w:val="000000"/>
                <w:sz w:val="18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18"/>
                <w:szCs w:val="22"/>
                <w:lang w:val="es-CO" w:eastAsia="es-CO"/>
              </w:rPr>
              <w:t>ZAMORA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rPr>
                <w:rFonts w:ascii="Calibri" w:hAnsi="Calibri"/>
                <w:color w:val="000000"/>
                <w:sz w:val="18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18"/>
                <w:szCs w:val="22"/>
                <w:lang w:val="es-CO" w:eastAsia="es-CO"/>
              </w:rPr>
              <w:t>ROJAS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rPr>
                <w:rFonts w:ascii="Calibri" w:hAnsi="Calibri"/>
                <w:color w:val="000000"/>
                <w:sz w:val="18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18"/>
                <w:szCs w:val="22"/>
                <w:lang w:val="es-CO" w:eastAsia="es-CO"/>
              </w:rPr>
              <w:t>MAUDER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rPr>
                <w:rFonts w:ascii="Calibri" w:hAnsi="Calibri"/>
                <w:color w:val="000000"/>
                <w:sz w:val="18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18"/>
                <w:szCs w:val="22"/>
                <w:lang w:val="es-CO" w:eastAsia="es-CO"/>
              </w:rPr>
              <w:t>SANTIAGO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5</w:t>
            </w:r>
          </w:p>
        </w:tc>
      </w:tr>
      <w:tr w:rsidR="00D90F51" w:rsidRPr="00D90F51" w:rsidTr="00D90F51">
        <w:trPr>
          <w:trHeight w:val="300"/>
        </w:trPr>
        <w:tc>
          <w:tcPr>
            <w:tcW w:w="107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F51" w:rsidRPr="00D90F51" w:rsidRDefault="00D90F51" w:rsidP="00D90F51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QUINTO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1005312957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 xml:space="preserve">TI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rPr>
                <w:rFonts w:ascii="Calibri" w:hAnsi="Calibri"/>
                <w:color w:val="000000"/>
                <w:sz w:val="18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18"/>
                <w:szCs w:val="22"/>
                <w:lang w:val="es-CO" w:eastAsia="es-CO"/>
              </w:rPr>
              <w:t>LADINO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rPr>
                <w:rFonts w:ascii="Calibri" w:hAnsi="Calibri"/>
                <w:color w:val="000000"/>
                <w:sz w:val="18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18"/>
                <w:szCs w:val="22"/>
                <w:lang w:val="es-CO" w:eastAsia="es-CO"/>
              </w:rPr>
              <w:t>NIÑO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rPr>
                <w:rFonts w:ascii="Calibri" w:hAnsi="Calibri"/>
                <w:color w:val="000000"/>
                <w:sz w:val="18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18"/>
                <w:szCs w:val="22"/>
                <w:lang w:val="es-CO" w:eastAsia="es-CO"/>
              </w:rPr>
              <w:t>SANDRA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rPr>
                <w:rFonts w:ascii="Calibri" w:hAnsi="Calibri"/>
                <w:color w:val="000000"/>
                <w:sz w:val="18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18"/>
                <w:szCs w:val="22"/>
                <w:lang w:val="es-CO" w:eastAsia="es-CO"/>
              </w:rPr>
              <w:t>MILENA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</w:t>
            </w:r>
          </w:p>
        </w:tc>
      </w:tr>
      <w:tr w:rsidR="00D90F51" w:rsidRPr="00D90F51" w:rsidTr="00D90F51">
        <w:trPr>
          <w:trHeight w:val="300"/>
        </w:trPr>
        <w:tc>
          <w:tcPr>
            <w:tcW w:w="10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rPr>
                <w:rFonts w:ascii="Calibri" w:hAnsi="Calibri"/>
                <w:color w:val="000000"/>
                <w:lang w:val="es-CO" w:eastAsia="es-CO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1031640532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 xml:space="preserve">TI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rPr>
                <w:rFonts w:ascii="Calibri" w:hAnsi="Calibri"/>
                <w:color w:val="000000"/>
                <w:sz w:val="18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18"/>
                <w:szCs w:val="22"/>
                <w:lang w:val="es-CO" w:eastAsia="es-CO"/>
              </w:rPr>
              <w:t>ROZO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rPr>
                <w:rFonts w:ascii="Calibri" w:hAnsi="Calibri"/>
                <w:color w:val="000000"/>
                <w:sz w:val="18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18"/>
                <w:szCs w:val="22"/>
                <w:lang w:val="es-CO" w:eastAsia="es-CO"/>
              </w:rPr>
              <w:t>BOLIVAR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rPr>
                <w:rFonts w:ascii="Calibri" w:hAnsi="Calibri"/>
                <w:color w:val="000000"/>
                <w:sz w:val="18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18"/>
                <w:szCs w:val="22"/>
                <w:lang w:val="es-CO" w:eastAsia="es-CO"/>
              </w:rPr>
              <w:t>LAURA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rPr>
                <w:rFonts w:ascii="Calibri" w:hAnsi="Calibri"/>
                <w:color w:val="000000"/>
                <w:sz w:val="18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18"/>
                <w:szCs w:val="22"/>
                <w:lang w:val="es-CO" w:eastAsia="es-CO"/>
              </w:rPr>
              <w:t>VALENTINA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9</w:t>
            </w:r>
          </w:p>
        </w:tc>
      </w:tr>
      <w:tr w:rsidR="00D90F51" w:rsidRPr="00D90F51" w:rsidTr="00D90F51">
        <w:trPr>
          <w:trHeight w:val="300"/>
        </w:trPr>
        <w:tc>
          <w:tcPr>
            <w:tcW w:w="10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rPr>
                <w:rFonts w:ascii="Calibri" w:hAnsi="Calibri"/>
                <w:color w:val="000000"/>
                <w:lang w:val="es-CO" w:eastAsia="es-CO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1032936009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 xml:space="preserve">TI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rPr>
                <w:rFonts w:ascii="Calibri" w:hAnsi="Calibri"/>
                <w:color w:val="000000"/>
                <w:sz w:val="18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18"/>
                <w:szCs w:val="22"/>
                <w:lang w:val="es-CO" w:eastAsia="es-CO"/>
              </w:rPr>
              <w:t>ZAMORA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rPr>
                <w:rFonts w:ascii="Calibri" w:hAnsi="Calibri"/>
                <w:color w:val="000000"/>
                <w:sz w:val="18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18"/>
                <w:szCs w:val="22"/>
                <w:lang w:val="es-CO" w:eastAsia="es-CO"/>
              </w:rPr>
              <w:t>BENITEZ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rPr>
                <w:rFonts w:ascii="Calibri" w:hAnsi="Calibri"/>
                <w:color w:val="000000"/>
                <w:sz w:val="18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18"/>
                <w:szCs w:val="22"/>
                <w:lang w:val="es-CO" w:eastAsia="es-CO"/>
              </w:rPr>
              <w:t>LUIS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rPr>
                <w:rFonts w:ascii="Calibri" w:hAnsi="Calibri"/>
                <w:color w:val="000000"/>
                <w:sz w:val="18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18"/>
                <w:szCs w:val="22"/>
                <w:lang w:val="es-CO" w:eastAsia="es-CO"/>
              </w:rPr>
              <w:t>MATEO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9</w:t>
            </w:r>
          </w:p>
        </w:tc>
      </w:tr>
      <w:tr w:rsidR="00D90F51" w:rsidRPr="00D90F51" w:rsidTr="00D90F51">
        <w:trPr>
          <w:trHeight w:val="300"/>
        </w:trPr>
        <w:tc>
          <w:tcPr>
            <w:tcW w:w="10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rPr>
                <w:rFonts w:ascii="Calibri" w:hAnsi="Calibri"/>
                <w:color w:val="000000"/>
                <w:lang w:val="es-CO" w:eastAsia="es-CO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1069262469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 xml:space="preserve">TI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rPr>
                <w:rFonts w:ascii="Calibri" w:hAnsi="Calibri"/>
                <w:color w:val="000000"/>
                <w:sz w:val="18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18"/>
                <w:szCs w:val="22"/>
                <w:lang w:val="es-CO" w:eastAsia="es-CO"/>
              </w:rPr>
              <w:t>ZAMORA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rPr>
                <w:rFonts w:ascii="Calibri" w:hAnsi="Calibri"/>
                <w:color w:val="000000"/>
                <w:sz w:val="18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18"/>
                <w:szCs w:val="22"/>
                <w:lang w:val="es-CO" w:eastAsia="es-CO"/>
              </w:rPr>
              <w:t>ROJAS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rPr>
                <w:rFonts w:ascii="Calibri" w:hAnsi="Calibri"/>
                <w:color w:val="000000"/>
                <w:sz w:val="18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18"/>
                <w:szCs w:val="22"/>
                <w:lang w:val="es-CO" w:eastAsia="es-CO"/>
              </w:rPr>
              <w:t>ANDRES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rPr>
                <w:rFonts w:ascii="Calibri" w:hAnsi="Calibri"/>
                <w:color w:val="000000"/>
                <w:sz w:val="18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18"/>
                <w:szCs w:val="22"/>
                <w:lang w:val="es-CO" w:eastAsia="es-CO"/>
              </w:rPr>
              <w:t>FELIPE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11</w:t>
            </w:r>
          </w:p>
        </w:tc>
      </w:tr>
      <w:tr w:rsidR="00D90F51" w:rsidRPr="00D90F51" w:rsidTr="00D90F51">
        <w:trPr>
          <w:trHeight w:val="300"/>
        </w:trPr>
        <w:tc>
          <w:tcPr>
            <w:tcW w:w="107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F51" w:rsidRPr="00D90F51" w:rsidRDefault="00D90F51" w:rsidP="00D90F51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SEGUNDO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1069258602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 xml:space="preserve">RC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rPr>
                <w:rFonts w:ascii="Calibri" w:hAnsi="Calibri"/>
                <w:color w:val="000000"/>
                <w:sz w:val="18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18"/>
                <w:szCs w:val="22"/>
                <w:lang w:val="es-CO" w:eastAsia="es-CO"/>
              </w:rPr>
              <w:t>BOLIVAR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rPr>
                <w:rFonts w:ascii="Calibri" w:hAnsi="Calibri"/>
                <w:color w:val="000000"/>
                <w:sz w:val="18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18"/>
                <w:szCs w:val="22"/>
                <w:lang w:val="es-CO" w:eastAsia="es-CO"/>
              </w:rPr>
              <w:t>BURGOS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rPr>
                <w:rFonts w:ascii="Calibri" w:hAnsi="Calibri"/>
                <w:color w:val="000000"/>
                <w:sz w:val="18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18"/>
                <w:szCs w:val="22"/>
                <w:lang w:val="es-CO" w:eastAsia="es-CO"/>
              </w:rPr>
              <w:t>CAROL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rPr>
                <w:rFonts w:ascii="Calibri" w:hAnsi="Calibri"/>
                <w:color w:val="000000"/>
                <w:sz w:val="18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18"/>
                <w:szCs w:val="22"/>
                <w:lang w:val="es-CO" w:eastAsia="es-CO"/>
              </w:rPr>
              <w:t>GISETH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7</w:t>
            </w:r>
          </w:p>
        </w:tc>
      </w:tr>
      <w:tr w:rsidR="00D90F51" w:rsidRPr="00D90F51" w:rsidTr="00D90F51">
        <w:trPr>
          <w:trHeight w:val="300"/>
        </w:trPr>
        <w:tc>
          <w:tcPr>
            <w:tcW w:w="10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rPr>
                <w:rFonts w:ascii="Calibri" w:hAnsi="Calibri"/>
                <w:color w:val="000000"/>
                <w:lang w:val="es-CO" w:eastAsia="es-CO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1069257826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 xml:space="preserve">TI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rPr>
                <w:rFonts w:ascii="Calibri" w:hAnsi="Calibri"/>
                <w:color w:val="000000"/>
                <w:sz w:val="18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18"/>
                <w:szCs w:val="22"/>
                <w:lang w:val="es-CO" w:eastAsia="es-CO"/>
              </w:rPr>
              <w:t>BOLIVAR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rPr>
                <w:rFonts w:ascii="Calibri" w:hAnsi="Calibri"/>
                <w:color w:val="000000"/>
                <w:sz w:val="18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18"/>
                <w:szCs w:val="22"/>
                <w:lang w:val="es-CO" w:eastAsia="es-CO"/>
              </w:rPr>
              <w:t>BURGOS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rPr>
                <w:rFonts w:ascii="Calibri" w:hAnsi="Calibri"/>
                <w:color w:val="000000"/>
                <w:sz w:val="18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18"/>
                <w:szCs w:val="22"/>
                <w:lang w:val="es-CO" w:eastAsia="es-CO"/>
              </w:rPr>
              <w:t>EIDER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rPr>
                <w:rFonts w:ascii="Calibri" w:hAnsi="Calibri"/>
                <w:color w:val="000000"/>
                <w:sz w:val="18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18"/>
                <w:szCs w:val="22"/>
                <w:lang w:val="es-CO" w:eastAsia="es-CO"/>
              </w:rPr>
              <w:t>DAVID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8</w:t>
            </w:r>
          </w:p>
        </w:tc>
      </w:tr>
      <w:tr w:rsidR="00D90F51" w:rsidRPr="00D90F51" w:rsidTr="00D90F51">
        <w:trPr>
          <w:trHeight w:val="300"/>
        </w:trPr>
        <w:tc>
          <w:tcPr>
            <w:tcW w:w="10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rPr>
                <w:rFonts w:ascii="Calibri" w:hAnsi="Calibri"/>
                <w:color w:val="000000"/>
                <w:lang w:val="es-CO" w:eastAsia="es-CO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1082125666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 xml:space="preserve">TI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rPr>
                <w:rFonts w:ascii="Calibri" w:hAnsi="Calibri"/>
                <w:color w:val="000000"/>
                <w:sz w:val="18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18"/>
                <w:szCs w:val="22"/>
                <w:lang w:val="es-CO" w:eastAsia="es-CO"/>
              </w:rPr>
              <w:t>GUZMAN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rPr>
                <w:rFonts w:ascii="Calibri" w:hAnsi="Calibri"/>
                <w:color w:val="000000"/>
                <w:sz w:val="18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18"/>
                <w:szCs w:val="22"/>
                <w:lang w:val="es-CO" w:eastAsia="es-CO"/>
              </w:rPr>
              <w:t>LOSADA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rPr>
                <w:rFonts w:ascii="Calibri" w:hAnsi="Calibri"/>
                <w:color w:val="000000"/>
                <w:sz w:val="18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18"/>
                <w:szCs w:val="22"/>
                <w:lang w:val="es-CO" w:eastAsia="es-CO"/>
              </w:rPr>
              <w:t>EDUAR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rPr>
                <w:rFonts w:ascii="Calibri" w:hAnsi="Calibri"/>
                <w:color w:val="000000"/>
                <w:sz w:val="18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18"/>
                <w:szCs w:val="22"/>
                <w:lang w:val="es-CO" w:eastAsia="es-CO"/>
              </w:rPr>
              <w:t>ANDREY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7</w:t>
            </w:r>
          </w:p>
        </w:tc>
      </w:tr>
      <w:tr w:rsidR="00D90F51" w:rsidRPr="00D90F51" w:rsidTr="00D90F51">
        <w:trPr>
          <w:trHeight w:val="300"/>
        </w:trPr>
        <w:tc>
          <w:tcPr>
            <w:tcW w:w="10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rPr>
                <w:rFonts w:ascii="Calibri" w:hAnsi="Calibri"/>
                <w:color w:val="000000"/>
                <w:lang w:val="es-CO" w:eastAsia="es-CO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1069258375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 xml:space="preserve">TI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rPr>
                <w:rFonts w:ascii="Calibri" w:hAnsi="Calibri"/>
                <w:color w:val="000000"/>
                <w:sz w:val="18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18"/>
                <w:szCs w:val="22"/>
                <w:lang w:val="es-CO" w:eastAsia="es-CO"/>
              </w:rPr>
              <w:t>UMBARILA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rPr>
                <w:rFonts w:ascii="Calibri" w:hAnsi="Calibri"/>
                <w:color w:val="000000"/>
                <w:sz w:val="18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18"/>
                <w:szCs w:val="22"/>
                <w:lang w:val="es-CO" w:eastAsia="es-CO"/>
              </w:rPr>
              <w:t>CASTELBLANCO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rPr>
                <w:rFonts w:ascii="Calibri" w:hAnsi="Calibri"/>
                <w:color w:val="000000"/>
                <w:sz w:val="18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18"/>
                <w:szCs w:val="22"/>
                <w:lang w:val="es-CO" w:eastAsia="es-CO"/>
              </w:rPr>
              <w:t>LEIDY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rPr>
                <w:rFonts w:ascii="Calibri" w:hAnsi="Calibri"/>
                <w:color w:val="000000"/>
                <w:sz w:val="18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18"/>
                <w:szCs w:val="22"/>
                <w:lang w:val="es-CO" w:eastAsia="es-CO"/>
              </w:rPr>
              <w:t>JOHANA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9</w:t>
            </w:r>
          </w:p>
        </w:tc>
      </w:tr>
      <w:tr w:rsidR="00D90F51" w:rsidRPr="00D90F51" w:rsidTr="00D90F51">
        <w:trPr>
          <w:trHeight w:val="300"/>
        </w:trPr>
        <w:tc>
          <w:tcPr>
            <w:tcW w:w="10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rPr>
                <w:rFonts w:ascii="Calibri" w:hAnsi="Calibri"/>
                <w:color w:val="000000"/>
                <w:lang w:val="es-CO" w:eastAsia="es-CO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1069258378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 xml:space="preserve">RC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rPr>
                <w:rFonts w:ascii="Calibri" w:hAnsi="Calibri"/>
                <w:color w:val="000000"/>
                <w:sz w:val="18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18"/>
                <w:szCs w:val="22"/>
                <w:lang w:val="es-CO" w:eastAsia="es-CO"/>
              </w:rPr>
              <w:t>VALBUENA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rPr>
                <w:rFonts w:ascii="Calibri" w:hAnsi="Calibri"/>
                <w:color w:val="000000"/>
                <w:sz w:val="18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18"/>
                <w:szCs w:val="22"/>
                <w:lang w:val="es-CO" w:eastAsia="es-CO"/>
              </w:rPr>
              <w:t>MARTINEZ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rPr>
                <w:rFonts w:ascii="Calibri" w:hAnsi="Calibri"/>
                <w:color w:val="000000"/>
                <w:sz w:val="18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18"/>
                <w:szCs w:val="22"/>
                <w:lang w:val="es-CO" w:eastAsia="es-CO"/>
              </w:rPr>
              <w:t>JUAN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rPr>
                <w:rFonts w:ascii="Calibri" w:hAnsi="Calibri"/>
                <w:color w:val="000000"/>
                <w:sz w:val="18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18"/>
                <w:szCs w:val="22"/>
                <w:lang w:val="es-CO" w:eastAsia="es-CO"/>
              </w:rPr>
              <w:t>PABLO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7</w:t>
            </w:r>
          </w:p>
        </w:tc>
      </w:tr>
      <w:tr w:rsidR="00D90F51" w:rsidRPr="00D90F51" w:rsidTr="00D90F51">
        <w:trPr>
          <w:trHeight w:val="300"/>
        </w:trPr>
        <w:tc>
          <w:tcPr>
            <w:tcW w:w="107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F51" w:rsidRPr="00D90F51" w:rsidRDefault="00D90F51" w:rsidP="00D90F51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TERCERO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1105463591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 xml:space="preserve">TI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rPr>
                <w:rFonts w:ascii="Calibri" w:hAnsi="Calibri"/>
                <w:color w:val="000000"/>
                <w:sz w:val="18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18"/>
                <w:szCs w:val="22"/>
                <w:lang w:val="es-CO" w:eastAsia="es-CO"/>
              </w:rPr>
              <w:t>BOHORQUEZ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rPr>
                <w:rFonts w:ascii="Calibri" w:hAnsi="Calibri"/>
                <w:color w:val="000000"/>
                <w:sz w:val="18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18"/>
                <w:szCs w:val="22"/>
                <w:lang w:val="es-CO" w:eastAsia="es-CO"/>
              </w:rPr>
              <w:t>RIVEROS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rPr>
                <w:rFonts w:ascii="Calibri" w:hAnsi="Calibri"/>
                <w:color w:val="000000"/>
                <w:sz w:val="18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18"/>
                <w:szCs w:val="22"/>
                <w:lang w:val="es-CO" w:eastAsia="es-CO"/>
              </w:rPr>
              <w:t>ELKIN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rPr>
                <w:rFonts w:ascii="Calibri" w:hAnsi="Calibri"/>
                <w:color w:val="000000"/>
                <w:sz w:val="18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18"/>
                <w:szCs w:val="22"/>
                <w:lang w:val="es-CO" w:eastAsia="es-CO"/>
              </w:rPr>
              <w:t>ALEJANDRO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8</w:t>
            </w:r>
          </w:p>
        </w:tc>
      </w:tr>
      <w:tr w:rsidR="00D90F51" w:rsidRPr="00D90F51" w:rsidTr="00D90F51">
        <w:trPr>
          <w:trHeight w:val="300"/>
        </w:trPr>
        <w:tc>
          <w:tcPr>
            <w:tcW w:w="10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F51" w:rsidRPr="00D90F51" w:rsidRDefault="00D90F51" w:rsidP="00D90F51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1003650968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 xml:space="preserve">TI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rPr>
                <w:rFonts w:ascii="Calibri" w:hAnsi="Calibri"/>
                <w:color w:val="000000"/>
                <w:sz w:val="18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18"/>
                <w:szCs w:val="22"/>
                <w:lang w:val="es-CO" w:eastAsia="es-CO"/>
              </w:rPr>
              <w:t>GOMEZ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rPr>
                <w:rFonts w:ascii="Calibri" w:hAnsi="Calibri"/>
                <w:color w:val="000000"/>
                <w:sz w:val="18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18"/>
                <w:szCs w:val="22"/>
                <w:lang w:val="es-CO" w:eastAsia="es-CO"/>
              </w:rPr>
              <w:t>OTALORA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rPr>
                <w:rFonts w:ascii="Calibri" w:hAnsi="Calibri"/>
                <w:color w:val="000000"/>
                <w:sz w:val="18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18"/>
                <w:szCs w:val="22"/>
                <w:lang w:val="es-CO" w:eastAsia="es-CO"/>
              </w:rPr>
              <w:t>NESTOR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rPr>
                <w:rFonts w:ascii="Calibri" w:hAnsi="Calibri"/>
                <w:color w:val="000000"/>
                <w:sz w:val="18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18"/>
                <w:szCs w:val="22"/>
                <w:lang w:val="es-CO" w:eastAsia="es-CO"/>
              </w:rPr>
              <w:t>FABIAN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12</w:t>
            </w:r>
          </w:p>
        </w:tc>
      </w:tr>
      <w:tr w:rsidR="00D90F51" w:rsidRPr="00D90F51" w:rsidTr="00D90F51">
        <w:trPr>
          <w:trHeight w:val="300"/>
        </w:trPr>
        <w:tc>
          <w:tcPr>
            <w:tcW w:w="10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F51" w:rsidRPr="00D90F51" w:rsidRDefault="00D90F51" w:rsidP="00D90F51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1069257147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 xml:space="preserve">TI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rPr>
                <w:rFonts w:ascii="Calibri" w:hAnsi="Calibri"/>
                <w:color w:val="000000"/>
                <w:sz w:val="18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18"/>
                <w:szCs w:val="22"/>
                <w:lang w:val="es-CO" w:eastAsia="es-CO"/>
              </w:rPr>
              <w:t>LARA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rPr>
                <w:rFonts w:ascii="Calibri" w:hAnsi="Calibri"/>
                <w:color w:val="000000"/>
                <w:sz w:val="18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18"/>
                <w:szCs w:val="22"/>
                <w:lang w:val="es-CO" w:eastAsia="es-CO"/>
              </w:rPr>
              <w:t>SANCHEZ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rPr>
                <w:rFonts w:ascii="Calibri" w:hAnsi="Calibri"/>
                <w:color w:val="000000"/>
                <w:sz w:val="18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18"/>
                <w:szCs w:val="22"/>
                <w:lang w:val="es-CO" w:eastAsia="es-CO"/>
              </w:rPr>
              <w:t>DAYANA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rPr>
                <w:rFonts w:ascii="Calibri" w:hAnsi="Calibri"/>
                <w:color w:val="000000"/>
                <w:sz w:val="18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18"/>
                <w:szCs w:val="22"/>
                <w:lang w:val="es-CO" w:eastAsia="es-CO"/>
              </w:rPr>
              <w:t>YOLANDA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8</w:t>
            </w:r>
          </w:p>
        </w:tc>
      </w:tr>
      <w:tr w:rsidR="00D90F51" w:rsidRPr="00D90F51" w:rsidTr="00D90F51">
        <w:trPr>
          <w:trHeight w:val="300"/>
        </w:trPr>
        <w:tc>
          <w:tcPr>
            <w:tcW w:w="10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F51" w:rsidRPr="00D90F51" w:rsidRDefault="00D90F51" w:rsidP="00D90F51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1069257441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 xml:space="preserve">TI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rPr>
                <w:rFonts w:ascii="Calibri" w:hAnsi="Calibri"/>
                <w:color w:val="000000"/>
                <w:sz w:val="18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18"/>
                <w:szCs w:val="22"/>
                <w:lang w:val="es-CO" w:eastAsia="es-CO"/>
              </w:rPr>
              <w:t>PANTOJA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rPr>
                <w:rFonts w:ascii="Calibri" w:hAnsi="Calibri"/>
                <w:color w:val="000000"/>
                <w:sz w:val="18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18"/>
                <w:szCs w:val="22"/>
                <w:lang w:val="es-CO" w:eastAsia="es-CO"/>
              </w:rPr>
              <w:t>MEJIA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rPr>
                <w:rFonts w:ascii="Calibri" w:hAnsi="Calibri"/>
                <w:color w:val="000000"/>
                <w:sz w:val="18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18"/>
                <w:szCs w:val="22"/>
                <w:lang w:val="es-CO" w:eastAsia="es-CO"/>
              </w:rPr>
              <w:t>KAREN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rPr>
                <w:rFonts w:ascii="Calibri" w:hAnsi="Calibri"/>
                <w:color w:val="000000"/>
                <w:sz w:val="18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18"/>
                <w:szCs w:val="22"/>
                <w:lang w:val="es-CO" w:eastAsia="es-CO"/>
              </w:rPr>
              <w:t>JULIETH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8</w:t>
            </w:r>
          </w:p>
        </w:tc>
      </w:tr>
      <w:tr w:rsidR="00D90F51" w:rsidRPr="00D90F51" w:rsidTr="00D90F51">
        <w:trPr>
          <w:trHeight w:val="300"/>
        </w:trPr>
        <w:tc>
          <w:tcPr>
            <w:tcW w:w="10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F51" w:rsidRPr="00D90F51" w:rsidRDefault="00D90F51" w:rsidP="00D90F51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jc w:val="right"/>
              <w:rPr>
                <w:rFonts w:ascii="Calibri" w:hAnsi="Calibri"/>
                <w:color w:val="000000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1069257143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 xml:space="preserve">TI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rPr>
                <w:rFonts w:ascii="Calibri" w:hAnsi="Calibri"/>
                <w:color w:val="000000"/>
                <w:sz w:val="18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18"/>
                <w:szCs w:val="22"/>
                <w:lang w:val="es-CO" w:eastAsia="es-CO"/>
              </w:rPr>
              <w:t>ZAMORA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rPr>
                <w:rFonts w:ascii="Calibri" w:hAnsi="Calibri"/>
                <w:color w:val="000000"/>
                <w:sz w:val="18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18"/>
                <w:szCs w:val="22"/>
                <w:lang w:val="es-CO" w:eastAsia="es-CO"/>
              </w:rPr>
              <w:t>ROJAS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rPr>
                <w:rFonts w:ascii="Calibri" w:hAnsi="Calibri"/>
                <w:color w:val="000000"/>
                <w:sz w:val="18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18"/>
                <w:szCs w:val="22"/>
                <w:lang w:val="es-CO" w:eastAsia="es-CO"/>
              </w:rPr>
              <w:t>LAURA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rPr>
                <w:rFonts w:ascii="Calibri" w:hAnsi="Calibri"/>
                <w:color w:val="000000"/>
                <w:sz w:val="18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18"/>
                <w:szCs w:val="22"/>
                <w:lang w:val="es-CO" w:eastAsia="es-CO"/>
              </w:rPr>
              <w:t>VALENTINA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F51" w:rsidRPr="00D90F51" w:rsidRDefault="00D90F51" w:rsidP="00D90F51">
            <w:pPr>
              <w:jc w:val="center"/>
              <w:rPr>
                <w:rFonts w:ascii="Calibri" w:hAnsi="Calibri"/>
                <w:color w:val="000000"/>
                <w:lang w:val="es-CO" w:eastAsia="es-CO"/>
              </w:rPr>
            </w:pPr>
            <w:r w:rsidRPr="00D90F51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8</w:t>
            </w:r>
          </w:p>
        </w:tc>
      </w:tr>
    </w:tbl>
    <w:p w:rsidR="00D90F51" w:rsidRDefault="00D90F51" w:rsidP="00D90F51">
      <w:pPr>
        <w:tabs>
          <w:tab w:val="left" w:pos="1515"/>
          <w:tab w:val="left" w:pos="2694"/>
        </w:tabs>
        <w:jc w:val="both"/>
        <w:rPr>
          <w:rFonts w:ascii="Calibri" w:hAnsi="Calibri"/>
          <w:b/>
          <w:bCs/>
          <w:color w:val="000000"/>
          <w:sz w:val="22"/>
          <w:szCs w:val="22"/>
          <w:lang w:val="es-CO" w:eastAsia="es-CO"/>
        </w:rPr>
      </w:pPr>
    </w:p>
    <w:p w:rsidR="00D90F51" w:rsidRDefault="00D90F51" w:rsidP="00356954">
      <w:pPr>
        <w:jc w:val="center"/>
        <w:rPr>
          <w:rFonts w:ascii="Courier New" w:hAnsi="Courier New" w:cs="Courier New"/>
          <w:b/>
          <w:bCs/>
          <w:sz w:val="36"/>
        </w:rPr>
      </w:pPr>
    </w:p>
    <w:sectPr w:rsidR="00D90F51" w:rsidSect="00F86108">
      <w:headerReference w:type="default" r:id="rId7"/>
      <w:footerReference w:type="default" r:id="rId8"/>
      <w:pgSz w:w="11907" w:h="16839" w:code="9"/>
      <w:pgMar w:top="1701" w:right="1418" w:bottom="1418" w:left="1701" w:header="284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033B" w:rsidRDefault="0091033B" w:rsidP="00B5407E">
      <w:r>
        <w:separator/>
      </w:r>
    </w:p>
  </w:endnote>
  <w:endnote w:type="continuationSeparator" w:id="0">
    <w:p w:rsidR="0091033B" w:rsidRDefault="0091033B" w:rsidP="00B540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2E2A" w:rsidRDefault="00412E2A" w:rsidP="00B5407E">
    <w:pPr>
      <w:pStyle w:val="Piedepgina"/>
      <w:jc w:val="center"/>
    </w:pPr>
    <w:r>
      <w:t>CHOCONTÁ, CARRERA 4 No. 11A-99</w:t>
    </w:r>
  </w:p>
  <w:p w:rsidR="00412E2A" w:rsidRDefault="00412E2A" w:rsidP="00B5407E">
    <w:pPr>
      <w:pStyle w:val="Piedepgina"/>
      <w:jc w:val="center"/>
    </w:pPr>
    <w:r>
      <w:t>FAX. 8561226  TEL 8562216</w:t>
    </w:r>
  </w:p>
  <w:p w:rsidR="00412E2A" w:rsidRDefault="00412E2A" w:rsidP="00B5407E">
    <w:pPr>
      <w:pStyle w:val="Piedepgina"/>
      <w:jc w:val="center"/>
    </w:pPr>
    <w:r>
      <w:t>corucuervo@hotmail.com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033B" w:rsidRDefault="0091033B" w:rsidP="00B5407E">
      <w:r>
        <w:separator/>
      </w:r>
    </w:p>
  </w:footnote>
  <w:footnote w:type="continuationSeparator" w:id="0">
    <w:p w:rsidR="0091033B" w:rsidRDefault="0091033B" w:rsidP="00B540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2E2A" w:rsidRDefault="00412E2A" w:rsidP="00E1032C">
    <w:pPr>
      <w:pStyle w:val="Encabezado"/>
      <w:jc w:val="center"/>
    </w:pPr>
    <w:r>
      <w:rPr>
        <w:noProof/>
        <w:lang w:val="es-CO" w:eastAsia="es-CO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6" o:spid="_x0000_s2058" type="#_x0000_t202" style="position:absolute;left:0;text-align:left;margin-left:390.45pt;margin-top:4.6pt;width:70.5pt;height:68.65pt;z-index:2516577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" stroked="f">
          <v:textbox>
            <w:txbxContent>
              <w:p w:rsidR="00412E2A" w:rsidRDefault="00412E2A" w:rsidP="00E1032C">
                <w:r>
                  <w:rPr>
                    <w:noProof/>
                    <w:sz w:val="20"/>
                    <w:szCs w:val="20"/>
                    <w:lang w:val="es-CO" w:eastAsia="es-CO"/>
                  </w:rPr>
                  <w:drawing>
                    <wp:inline distT="0" distB="0" distL="0" distR="0">
                      <wp:extent cx="609600" cy="767644"/>
                      <wp:effectExtent l="19050" t="0" r="0" b="0"/>
                      <wp:docPr id="3" name="0 Imagen" descr="Escudo I E D Rufino Cuervo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0 Imagen" descr="Escudo I E D Rufino Cuervo.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09600" cy="767644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  <w:r>
      <w:rPr>
        <w:noProof/>
        <w:lang w:val="es-CO" w:eastAsia="es-CO"/>
      </w:rPr>
      <w:pict>
        <v:shape id="Text Box 7" o:spid="_x0000_s2057" type="#_x0000_t202" style="position:absolute;left:0;text-align:left;margin-left:-11.55pt;margin-top:10.85pt;width:71.7pt;height:62.4pt;z-index:2516567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" stroked="f">
          <v:textbox>
            <w:txbxContent>
              <w:p w:rsidR="00412E2A" w:rsidRDefault="00412E2A" w:rsidP="00E1032C">
                <w:r>
                  <w:rPr>
                    <w:noProof/>
                    <w:sz w:val="20"/>
                    <w:szCs w:val="20"/>
                    <w:lang w:val="es-CO" w:eastAsia="es-CO"/>
                  </w:rPr>
                  <w:drawing>
                    <wp:inline distT="0" distB="0" distL="0" distR="0">
                      <wp:extent cx="676275" cy="676275"/>
                      <wp:effectExtent l="19050" t="0" r="9525" b="0"/>
                      <wp:docPr id="4" name="1 Imagen" descr="Escudo de Cundinamarca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1 Imagen" descr="Escudo de Cundinamarca.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76275" cy="6762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  <w:r w:rsidRPr="00231FFC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485986" o:spid="_x0000_s2056" type="#_x0000_t75" style="position:absolute;left:0;text-align:left;margin-left:0;margin-top:0;width:653.75pt;height:601.2pt;z-index:-251657728;mso-position-horizontal:center;mso-position-horizontal-relative:margin;mso-position-vertical:center;mso-position-vertical-relative:margin" o:allowincell="f">
          <v:imagedata r:id="rId3" o:title="EXPE"/>
          <w10:wrap anchorx="margin" anchory="margin"/>
        </v:shape>
      </w:pict>
    </w:r>
    <w:r>
      <w:t>INSTITUCION EDUCATIVA DEPARTAMENTAL RUFINO CUERVO</w:t>
    </w:r>
  </w:p>
  <w:p w:rsidR="00412E2A" w:rsidRDefault="00412E2A" w:rsidP="00E1032C">
    <w:pPr>
      <w:pStyle w:val="Encabezado"/>
      <w:jc w:val="center"/>
      <w:rPr>
        <w:sz w:val="12"/>
        <w:szCs w:val="12"/>
      </w:rPr>
    </w:pPr>
    <w:r>
      <w:rPr>
        <w:sz w:val="12"/>
        <w:szCs w:val="12"/>
      </w:rPr>
      <w:t>Resolución No. 5145 de Septiembre 26 de 1960.</w:t>
    </w:r>
  </w:p>
  <w:p w:rsidR="00412E2A" w:rsidRDefault="00412E2A" w:rsidP="00E1032C">
    <w:pPr>
      <w:pStyle w:val="Encabezado"/>
      <w:jc w:val="center"/>
      <w:rPr>
        <w:sz w:val="12"/>
        <w:szCs w:val="12"/>
      </w:rPr>
    </w:pPr>
    <w:r>
      <w:rPr>
        <w:sz w:val="12"/>
        <w:szCs w:val="12"/>
      </w:rPr>
      <w:t>Resolución No. 4359 del 17 de Mayo de 1977.</w:t>
    </w:r>
  </w:p>
  <w:p w:rsidR="00412E2A" w:rsidRDefault="00412E2A" w:rsidP="00E1032C">
    <w:pPr>
      <w:pStyle w:val="Encabezado"/>
      <w:jc w:val="center"/>
      <w:rPr>
        <w:sz w:val="12"/>
        <w:szCs w:val="12"/>
      </w:rPr>
    </w:pPr>
    <w:r>
      <w:rPr>
        <w:sz w:val="12"/>
        <w:szCs w:val="12"/>
      </w:rPr>
      <w:t>Resolución No. 10436 del 27 de Julio de 1984.</w:t>
    </w:r>
  </w:p>
  <w:p w:rsidR="00412E2A" w:rsidRDefault="00412E2A" w:rsidP="00E1032C">
    <w:pPr>
      <w:pStyle w:val="Encabezado"/>
      <w:jc w:val="center"/>
      <w:rPr>
        <w:sz w:val="12"/>
        <w:szCs w:val="12"/>
      </w:rPr>
    </w:pPr>
    <w:r>
      <w:rPr>
        <w:sz w:val="12"/>
        <w:szCs w:val="12"/>
      </w:rPr>
      <w:t>Resolución No. 001834 del 19 de Octubre de 1992</w:t>
    </w:r>
  </w:p>
  <w:p w:rsidR="00412E2A" w:rsidRDefault="00412E2A" w:rsidP="00E1032C">
    <w:pPr>
      <w:pStyle w:val="Encabezado"/>
      <w:jc w:val="center"/>
      <w:rPr>
        <w:sz w:val="12"/>
        <w:szCs w:val="12"/>
      </w:rPr>
    </w:pPr>
    <w:r>
      <w:rPr>
        <w:sz w:val="12"/>
        <w:szCs w:val="12"/>
      </w:rPr>
      <w:t>Resolución No. 001960 de Noviembre 20 de 2000 Jornada Nocturna.</w:t>
    </w:r>
  </w:p>
  <w:p w:rsidR="00412E2A" w:rsidRDefault="00412E2A" w:rsidP="00E1032C">
    <w:pPr>
      <w:pStyle w:val="Encabezado"/>
      <w:jc w:val="center"/>
      <w:rPr>
        <w:sz w:val="12"/>
        <w:szCs w:val="12"/>
      </w:rPr>
    </w:pPr>
    <w:r>
      <w:rPr>
        <w:sz w:val="12"/>
        <w:szCs w:val="12"/>
      </w:rPr>
      <w:t>Resolución No. 003843 de Noviembre 16 de 2004. Media Técnica en Recreación y Deportes</w:t>
    </w:r>
  </w:p>
  <w:p w:rsidR="00412E2A" w:rsidRDefault="00412E2A" w:rsidP="00E1032C">
    <w:pPr>
      <w:pStyle w:val="Encabezado"/>
      <w:jc w:val="center"/>
      <w:rPr>
        <w:sz w:val="12"/>
        <w:szCs w:val="12"/>
      </w:rPr>
    </w:pPr>
    <w:r>
      <w:rPr>
        <w:sz w:val="12"/>
        <w:szCs w:val="12"/>
      </w:rPr>
      <w:t>Resolución Nº 002050 de Febrero 24 de 2006. Integración I. E. D. Rufino Cuervo</w:t>
    </w:r>
  </w:p>
  <w:p w:rsidR="00412E2A" w:rsidRDefault="00412E2A" w:rsidP="00E1032C">
    <w:pPr>
      <w:pStyle w:val="Encabezado"/>
      <w:jc w:val="center"/>
      <w:rPr>
        <w:sz w:val="12"/>
        <w:szCs w:val="12"/>
      </w:rPr>
    </w:pPr>
    <w:r>
      <w:rPr>
        <w:sz w:val="12"/>
        <w:szCs w:val="12"/>
      </w:rPr>
      <w:t>Resolución No. 005856 de  Julio 10 de 2009. Educación Por Ciclos</w:t>
    </w:r>
  </w:p>
  <w:p w:rsidR="00412E2A" w:rsidRDefault="00412E2A" w:rsidP="00E1032C">
    <w:pPr>
      <w:pStyle w:val="Encabezado"/>
      <w:jc w:val="center"/>
      <w:rPr>
        <w:sz w:val="12"/>
        <w:szCs w:val="12"/>
      </w:rPr>
    </w:pPr>
    <w:r>
      <w:rPr>
        <w:sz w:val="12"/>
        <w:szCs w:val="12"/>
      </w:rPr>
      <w:t xml:space="preserve">Resolución No. 008226 de  Octubre 20  de 2009. Técnica en Automatismos </w:t>
    </w:r>
    <w:proofErr w:type="spellStart"/>
    <w:r>
      <w:rPr>
        <w:sz w:val="12"/>
        <w:szCs w:val="12"/>
      </w:rPr>
      <w:t>Mecatrónicos</w:t>
    </w:r>
    <w:proofErr w:type="spellEnd"/>
  </w:p>
  <w:p w:rsidR="00412E2A" w:rsidRPr="00F55D74" w:rsidRDefault="00412E2A" w:rsidP="00F55D74">
    <w:pPr>
      <w:pStyle w:val="Encabezado"/>
      <w:jc w:val="center"/>
      <w:rPr>
        <w:sz w:val="12"/>
        <w:szCs w:val="12"/>
      </w:rPr>
    </w:pPr>
    <w:r>
      <w:rPr>
        <w:sz w:val="12"/>
        <w:szCs w:val="12"/>
      </w:rPr>
      <w:t>Resolución No. 007990 de Diciembre 13 de 2010. Técnica en Gestión Empresarial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134BF0"/>
    <w:multiLevelType w:val="hybridMultilevel"/>
    <w:tmpl w:val="81E23026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2EB2C07"/>
    <w:multiLevelType w:val="hybridMultilevel"/>
    <w:tmpl w:val="81E2302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0370E8"/>
    <w:multiLevelType w:val="hybridMultilevel"/>
    <w:tmpl w:val="81E2302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AD38F8"/>
    <w:multiLevelType w:val="hybridMultilevel"/>
    <w:tmpl w:val="8F924FF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E47393"/>
    <w:multiLevelType w:val="hybridMultilevel"/>
    <w:tmpl w:val="81E2302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229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96472E"/>
    <w:rsid w:val="00004E91"/>
    <w:rsid w:val="00020956"/>
    <w:rsid w:val="000560C5"/>
    <w:rsid w:val="000927C2"/>
    <w:rsid w:val="00093330"/>
    <w:rsid w:val="000A6C6C"/>
    <w:rsid w:val="000E43AB"/>
    <w:rsid w:val="000F7E89"/>
    <w:rsid w:val="00175AD0"/>
    <w:rsid w:val="00184835"/>
    <w:rsid w:val="001E709E"/>
    <w:rsid w:val="00231FFC"/>
    <w:rsid w:val="00235AC9"/>
    <w:rsid w:val="002417E6"/>
    <w:rsid w:val="002B6225"/>
    <w:rsid w:val="00356954"/>
    <w:rsid w:val="003571C5"/>
    <w:rsid w:val="0036726A"/>
    <w:rsid w:val="00386354"/>
    <w:rsid w:val="003A306D"/>
    <w:rsid w:val="003C737A"/>
    <w:rsid w:val="00412E2A"/>
    <w:rsid w:val="00420AAA"/>
    <w:rsid w:val="00456273"/>
    <w:rsid w:val="004766BC"/>
    <w:rsid w:val="0047755A"/>
    <w:rsid w:val="00490958"/>
    <w:rsid w:val="00511E05"/>
    <w:rsid w:val="005515E1"/>
    <w:rsid w:val="005746FC"/>
    <w:rsid w:val="005807CB"/>
    <w:rsid w:val="0058225F"/>
    <w:rsid w:val="005834FE"/>
    <w:rsid w:val="005A24E1"/>
    <w:rsid w:val="005C2789"/>
    <w:rsid w:val="005C5193"/>
    <w:rsid w:val="005E52CC"/>
    <w:rsid w:val="005F0606"/>
    <w:rsid w:val="00603E32"/>
    <w:rsid w:val="0062270B"/>
    <w:rsid w:val="0063572E"/>
    <w:rsid w:val="006C15B0"/>
    <w:rsid w:val="006C1A5E"/>
    <w:rsid w:val="006D18B6"/>
    <w:rsid w:val="006D52CF"/>
    <w:rsid w:val="00715952"/>
    <w:rsid w:val="0073424F"/>
    <w:rsid w:val="00737D33"/>
    <w:rsid w:val="007516DD"/>
    <w:rsid w:val="007752DE"/>
    <w:rsid w:val="00776552"/>
    <w:rsid w:val="00786DDE"/>
    <w:rsid w:val="007D1DCB"/>
    <w:rsid w:val="00822923"/>
    <w:rsid w:val="00852D09"/>
    <w:rsid w:val="00855119"/>
    <w:rsid w:val="00864243"/>
    <w:rsid w:val="008C224E"/>
    <w:rsid w:val="009021E2"/>
    <w:rsid w:val="00904A97"/>
    <w:rsid w:val="0091033B"/>
    <w:rsid w:val="009239F7"/>
    <w:rsid w:val="0096472E"/>
    <w:rsid w:val="0097117E"/>
    <w:rsid w:val="009954E4"/>
    <w:rsid w:val="009E4690"/>
    <w:rsid w:val="009F1FA6"/>
    <w:rsid w:val="009F746E"/>
    <w:rsid w:val="00A11B73"/>
    <w:rsid w:val="00A20AB8"/>
    <w:rsid w:val="00A42A67"/>
    <w:rsid w:val="00A613D0"/>
    <w:rsid w:val="00AB5586"/>
    <w:rsid w:val="00AC108D"/>
    <w:rsid w:val="00AC1547"/>
    <w:rsid w:val="00AC1D22"/>
    <w:rsid w:val="00B05D3B"/>
    <w:rsid w:val="00B06CEA"/>
    <w:rsid w:val="00B12364"/>
    <w:rsid w:val="00B20CD5"/>
    <w:rsid w:val="00B5407E"/>
    <w:rsid w:val="00B87B01"/>
    <w:rsid w:val="00BD138A"/>
    <w:rsid w:val="00C10AEE"/>
    <w:rsid w:val="00C216B3"/>
    <w:rsid w:val="00CA7FE4"/>
    <w:rsid w:val="00CB3CD8"/>
    <w:rsid w:val="00D00D78"/>
    <w:rsid w:val="00D04D84"/>
    <w:rsid w:val="00D24D0E"/>
    <w:rsid w:val="00D51FA4"/>
    <w:rsid w:val="00D90F51"/>
    <w:rsid w:val="00DB7AF8"/>
    <w:rsid w:val="00DE316E"/>
    <w:rsid w:val="00E1032C"/>
    <w:rsid w:val="00E12EA9"/>
    <w:rsid w:val="00E31C16"/>
    <w:rsid w:val="00E52070"/>
    <w:rsid w:val="00E83A0A"/>
    <w:rsid w:val="00E859F2"/>
    <w:rsid w:val="00EB3A5B"/>
    <w:rsid w:val="00EC1077"/>
    <w:rsid w:val="00EC4936"/>
    <w:rsid w:val="00EE4D39"/>
    <w:rsid w:val="00EF0958"/>
    <w:rsid w:val="00F071BD"/>
    <w:rsid w:val="00F11B91"/>
    <w:rsid w:val="00F32845"/>
    <w:rsid w:val="00F55D74"/>
    <w:rsid w:val="00F85A8C"/>
    <w:rsid w:val="00F86108"/>
    <w:rsid w:val="00FE2B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54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9954E4"/>
    <w:pPr>
      <w:keepNext/>
      <w:outlineLvl w:val="0"/>
    </w:pPr>
    <w:rPr>
      <w:b/>
      <w:bCs/>
      <w:sz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9954E4"/>
    <w:pPr>
      <w:keepNext/>
      <w:jc w:val="center"/>
      <w:outlineLvl w:val="1"/>
    </w:pPr>
    <w:rPr>
      <w:b/>
      <w:bCs/>
      <w:sz w:val="28"/>
      <w:szCs w:val="28"/>
      <w:lang w:val="es-MX"/>
    </w:rPr>
  </w:style>
  <w:style w:type="paragraph" w:styleId="Ttulo3">
    <w:name w:val="heading 3"/>
    <w:basedOn w:val="Normal"/>
    <w:next w:val="Normal"/>
    <w:link w:val="Ttulo3Car"/>
    <w:qFormat/>
    <w:rsid w:val="009954E4"/>
    <w:pPr>
      <w:keepNext/>
      <w:jc w:val="center"/>
      <w:outlineLvl w:val="2"/>
    </w:pPr>
    <w:rPr>
      <w:b/>
      <w:bCs/>
      <w:lang w:val="es-MX"/>
    </w:rPr>
  </w:style>
  <w:style w:type="paragraph" w:styleId="Ttulo7">
    <w:name w:val="heading 7"/>
    <w:basedOn w:val="Normal"/>
    <w:next w:val="Normal"/>
    <w:link w:val="Ttulo7Car"/>
    <w:qFormat/>
    <w:rsid w:val="009954E4"/>
    <w:pPr>
      <w:keepNext/>
      <w:outlineLvl w:val="6"/>
    </w:pPr>
    <w:rPr>
      <w:b/>
      <w:bCs/>
      <w:sz w:val="22"/>
      <w:szCs w:val="28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B5407E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val="es-ES_tradnl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B5407E"/>
  </w:style>
  <w:style w:type="paragraph" w:styleId="Piedepgina">
    <w:name w:val="footer"/>
    <w:basedOn w:val="Normal"/>
    <w:link w:val="PiedepginaCar"/>
    <w:uiPriority w:val="99"/>
    <w:semiHidden/>
    <w:unhideWhenUsed/>
    <w:rsid w:val="00B5407E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val="es-ES_tradnl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B5407E"/>
  </w:style>
  <w:style w:type="paragraph" w:styleId="Textodeglobo">
    <w:name w:val="Balloon Text"/>
    <w:basedOn w:val="Normal"/>
    <w:link w:val="TextodegloboCar"/>
    <w:uiPriority w:val="99"/>
    <w:semiHidden/>
    <w:unhideWhenUsed/>
    <w:rsid w:val="00B5407E"/>
    <w:rPr>
      <w:rFonts w:ascii="Tahoma" w:eastAsiaTheme="minorHAnsi" w:hAnsi="Tahoma" w:cs="Tahoma"/>
      <w:sz w:val="16"/>
      <w:szCs w:val="16"/>
      <w:lang w:val="es-ES_tradnl" w:eastAsia="en-U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5407E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9954E4"/>
    <w:rPr>
      <w:rFonts w:ascii="Times New Roman" w:eastAsia="Times New Roman" w:hAnsi="Times New Roman" w:cs="Times New Roman"/>
      <w:b/>
      <w:bCs/>
      <w:sz w:val="20"/>
      <w:szCs w:val="24"/>
      <w:lang w:val="es-MX" w:eastAsia="es-ES"/>
    </w:rPr>
  </w:style>
  <w:style w:type="character" w:customStyle="1" w:styleId="Ttulo2Car">
    <w:name w:val="Título 2 Car"/>
    <w:basedOn w:val="Fuentedeprrafopredeter"/>
    <w:link w:val="Ttulo2"/>
    <w:rsid w:val="009954E4"/>
    <w:rPr>
      <w:rFonts w:ascii="Times New Roman" w:eastAsia="Times New Roman" w:hAnsi="Times New Roman" w:cs="Times New Roman"/>
      <w:b/>
      <w:bCs/>
      <w:sz w:val="28"/>
      <w:szCs w:val="28"/>
      <w:lang w:val="es-MX" w:eastAsia="es-ES"/>
    </w:rPr>
  </w:style>
  <w:style w:type="character" w:customStyle="1" w:styleId="Ttulo3Car">
    <w:name w:val="Título 3 Car"/>
    <w:basedOn w:val="Fuentedeprrafopredeter"/>
    <w:link w:val="Ttulo3"/>
    <w:rsid w:val="009954E4"/>
    <w:rPr>
      <w:rFonts w:ascii="Times New Roman" w:eastAsia="Times New Roman" w:hAnsi="Times New Roman" w:cs="Times New Roman"/>
      <w:b/>
      <w:bCs/>
      <w:sz w:val="24"/>
      <w:szCs w:val="24"/>
      <w:lang w:val="es-MX" w:eastAsia="es-ES"/>
    </w:rPr>
  </w:style>
  <w:style w:type="character" w:customStyle="1" w:styleId="Ttulo7Car">
    <w:name w:val="Título 7 Car"/>
    <w:basedOn w:val="Fuentedeprrafopredeter"/>
    <w:link w:val="Ttulo7"/>
    <w:rsid w:val="009954E4"/>
    <w:rPr>
      <w:rFonts w:ascii="Times New Roman" w:eastAsia="Times New Roman" w:hAnsi="Times New Roman" w:cs="Times New Roman"/>
      <w:b/>
      <w:bCs/>
      <w:szCs w:val="28"/>
      <w:lang w:val="es-MX" w:eastAsia="es-ES"/>
    </w:rPr>
  </w:style>
  <w:style w:type="paragraph" w:styleId="Textoindependiente">
    <w:name w:val="Body Text"/>
    <w:basedOn w:val="Normal"/>
    <w:link w:val="TextoindependienteCar"/>
    <w:rsid w:val="009954E4"/>
    <w:pPr>
      <w:widowControl w:val="0"/>
      <w:jc w:val="center"/>
    </w:pPr>
    <w:rPr>
      <w:snapToGrid w:val="0"/>
      <w:szCs w:val="20"/>
    </w:rPr>
  </w:style>
  <w:style w:type="character" w:customStyle="1" w:styleId="TextoindependienteCar">
    <w:name w:val="Texto independiente Car"/>
    <w:basedOn w:val="Fuentedeprrafopredeter"/>
    <w:link w:val="Textoindependiente"/>
    <w:rsid w:val="009954E4"/>
    <w:rPr>
      <w:rFonts w:ascii="Times New Roman" w:eastAsia="Times New Roman" w:hAnsi="Times New Roman" w:cs="Times New Roman"/>
      <w:snapToGrid w:val="0"/>
      <w:sz w:val="24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235A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54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9954E4"/>
    <w:pPr>
      <w:keepNext/>
      <w:outlineLvl w:val="0"/>
    </w:pPr>
    <w:rPr>
      <w:b/>
      <w:bCs/>
      <w:sz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9954E4"/>
    <w:pPr>
      <w:keepNext/>
      <w:jc w:val="center"/>
      <w:outlineLvl w:val="1"/>
    </w:pPr>
    <w:rPr>
      <w:b/>
      <w:bCs/>
      <w:sz w:val="28"/>
      <w:szCs w:val="28"/>
      <w:lang w:val="es-MX"/>
    </w:rPr>
  </w:style>
  <w:style w:type="paragraph" w:styleId="Ttulo3">
    <w:name w:val="heading 3"/>
    <w:basedOn w:val="Normal"/>
    <w:next w:val="Normal"/>
    <w:link w:val="Ttulo3Car"/>
    <w:qFormat/>
    <w:rsid w:val="009954E4"/>
    <w:pPr>
      <w:keepNext/>
      <w:jc w:val="center"/>
      <w:outlineLvl w:val="2"/>
    </w:pPr>
    <w:rPr>
      <w:b/>
      <w:bCs/>
      <w:lang w:val="es-MX"/>
    </w:rPr>
  </w:style>
  <w:style w:type="paragraph" w:styleId="Ttulo7">
    <w:name w:val="heading 7"/>
    <w:basedOn w:val="Normal"/>
    <w:next w:val="Normal"/>
    <w:link w:val="Ttulo7Car"/>
    <w:qFormat/>
    <w:rsid w:val="009954E4"/>
    <w:pPr>
      <w:keepNext/>
      <w:outlineLvl w:val="6"/>
    </w:pPr>
    <w:rPr>
      <w:b/>
      <w:bCs/>
      <w:sz w:val="22"/>
      <w:szCs w:val="28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B5407E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val="es-ES_tradnl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B5407E"/>
  </w:style>
  <w:style w:type="paragraph" w:styleId="Piedepgina">
    <w:name w:val="footer"/>
    <w:basedOn w:val="Normal"/>
    <w:link w:val="PiedepginaCar"/>
    <w:uiPriority w:val="99"/>
    <w:semiHidden/>
    <w:unhideWhenUsed/>
    <w:rsid w:val="00B5407E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val="es-ES_tradnl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B5407E"/>
  </w:style>
  <w:style w:type="paragraph" w:styleId="Textodeglobo">
    <w:name w:val="Balloon Text"/>
    <w:basedOn w:val="Normal"/>
    <w:link w:val="TextodegloboCar"/>
    <w:uiPriority w:val="99"/>
    <w:semiHidden/>
    <w:unhideWhenUsed/>
    <w:rsid w:val="00B5407E"/>
    <w:rPr>
      <w:rFonts w:ascii="Tahoma" w:eastAsiaTheme="minorHAnsi" w:hAnsi="Tahoma" w:cs="Tahoma"/>
      <w:sz w:val="16"/>
      <w:szCs w:val="16"/>
      <w:lang w:val="es-ES_tradnl" w:eastAsia="en-U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5407E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9954E4"/>
    <w:rPr>
      <w:rFonts w:ascii="Times New Roman" w:eastAsia="Times New Roman" w:hAnsi="Times New Roman" w:cs="Times New Roman"/>
      <w:b/>
      <w:bCs/>
      <w:sz w:val="20"/>
      <w:szCs w:val="24"/>
      <w:lang w:val="es-MX" w:eastAsia="es-ES"/>
    </w:rPr>
  </w:style>
  <w:style w:type="character" w:customStyle="1" w:styleId="Ttulo2Car">
    <w:name w:val="Título 2 Car"/>
    <w:basedOn w:val="Fuentedeprrafopredeter"/>
    <w:link w:val="Ttulo2"/>
    <w:rsid w:val="009954E4"/>
    <w:rPr>
      <w:rFonts w:ascii="Times New Roman" w:eastAsia="Times New Roman" w:hAnsi="Times New Roman" w:cs="Times New Roman"/>
      <w:b/>
      <w:bCs/>
      <w:sz w:val="28"/>
      <w:szCs w:val="28"/>
      <w:lang w:val="es-MX" w:eastAsia="es-ES"/>
    </w:rPr>
  </w:style>
  <w:style w:type="character" w:customStyle="1" w:styleId="Ttulo3Car">
    <w:name w:val="Título 3 Car"/>
    <w:basedOn w:val="Fuentedeprrafopredeter"/>
    <w:link w:val="Ttulo3"/>
    <w:rsid w:val="009954E4"/>
    <w:rPr>
      <w:rFonts w:ascii="Times New Roman" w:eastAsia="Times New Roman" w:hAnsi="Times New Roman" w:cs="Times New Roman"/>
      <w:b/>
      <w:bCs/>
      <w:sz w:val="24"/>
      <w:szCs w:val="24"/>
      <w:lang w:val="es-MX" w:eastAsia="es-ES"/>
    </w:rPr>
  </w:style>
  <w:style w:type="character" w:customStyle="1" w:styleId="Ttulo7Car">
    <w:name w:val="Título 7 Car"/>
    <w:basedOn w:val="Fuentedeprrafopredeter"/>
    <w:link w:val="Ttulo7"/>
    <w:rsid w:val="009954E4"/>
    <w:rPr>
      <w:rFonts w:ascii="Times New Roman" w:eastAsia="Times New Roman" w:hAnsi="Times New Roman" w:cs="Times New Roman"/>
      <w:b/>
      <w:bCs/>
      <w:szCs w:val="28"/>
      <w:lang w:val="es-MX" w:eastAsia="es-ES"/>
    </w:rPr>
  </w:style>
  <w:style w:type="paragraph" w:styleId="Textoindependiente">
    <w:name w:val="Body Text"/>
    <w:basedOn w:val="Normal"/>
    <w:link w:val="TextoindependienteCar"/>
    <w:rsid w:val="009954E4"/>
    <w:pPr>
      <w:widowControl w:val="0"/>
      <w:jc w:val="center"/>
    </w:pPr>
    <w:rPr>
      <w:snapToGrid w:val="0"/>
      <w:szCs w:val="20"/>
    </w:rPr>
  </w:style>
  <w:style w:type="character" w:customStyle="1" w:styleId="TextoindependienteCar">
    <w:name w:val="Texto independiente Car"/>
    <w:basedOn w:val="Fuentedeprrafopredeter"/>
    <w:link w:val="Textoindependiente"/>
    <w:rsid w:val="009954E4"/>
    <w:rPr>
      <w:rFonts w:ascii="Times New Roman" w:eastAsia="Times New Roman" w:hAnsi="Times New Roman" w:cs="Times New Roman"/>
      <w:snapToGrid w:val="0"/>
      <w:sz w:val="24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235AC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16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2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2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1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3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4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4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uario%20Final\Escritorio\menbrete%20con%20foto%20IED%20RUFINO%20CUERVO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menbrete con foto IED RUFINO CUERVO</Template>
  <TotalTime>261</TotalTime>
  <Pages>16</Pages>
  <Words>3189</Words>
  <Characters>17542</Characters>
  <Application>Microsoft Office Word</Application>
  <DocSecurity>0</DocSecurity>
  <Lines>146</Lines>
  <Paragraphs>41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uE</Company>
  <LinksUpToDate>false</LinksUpToDate>
  <CharactersWithSpaces>20690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chingacio bajo</cp:lastModifiedBy>
  <cp:revision>18</cp:revision>
  <cp:lastPrinted>2014-06-06T14:29:00Z</cp:lastPrinted>
  <dcterms:created xsi:type="dcterms:W3CDTF">2014-06-03T15:11:00Z</dcterms:created>
  <dcterms:modified xsi:type="dcterms:W3CDTF">2014-06-06T14:29:00Z</dcterms:modified>
</cp:coreProperties>
</file>